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ED8" w:rsidRPr="00B979E7" w:rsidRDefault="00190260" w:rsidP="008A79D4">
      <w:pPr>
        <w:spacing w:before="120" w:after="120"/>
        <w:rPr>
          <w:rFonts w:cs="Arial"/>
          <w:b/>
          <w:bCs/>
        </w:rPr>
      </w:pPr>
      <w:r w:rsidRPr="00B979E7">
        <w:rPr>
          <w:rFonts w:cs="Arial"/>
          <w:b/>
          <w:bCs/>
        </w:rPr>
        <w:t xml:space="preserve">Schedule for </w:t>
      </w:r>
      <w:r w:rsidR="00AE629D">
        <w:rPr>
          <w:rFonts w:cs="Arial"/>
          <w:b/>
          <w:bCs/>
        </w:rPr>
        <w:t>ARM1</w:t>
      </w:r>
      <w:r w:rsidR="00D76571">
        <w:rPr>
          <w:rFonts w:cs="Arial"/>
          <w:b/>
          <w:bCs/>
        </w:rPr>
        <w:tab/>
      </w:r>
    </w:p>
    <w:p w:rsidR="006E0B1B" w:rsidRPr="00B979E7" w:rsidRDefault="00B036CC" w:rsidP="00B979E7">
      <w:pPr>
        <w:spacing w:before="120" w:after="12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24</w:t>
      </w:r>
      <w:r w:rsidR="00F163BA">
        <w:rPr>
          <w:rFonts w:cs="Arial"/>
          <w:b/>
          <w:bCs/>
        </w:rPr>
        <w:t xml:space="preserve"> – </w:t>
      </w:r>
      <w:r>
        <w:rPr>
          <w:rFonts w:cs="Arial"/>
          <w:b/>
          <w:bCs/>
        </w:rPr>
        <w:t>28</w:t>
      </w:r>
      <w:r w:rsidR="00F163BA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Novem</w:t>
      </w:r>
      <w:r w:rsidR="00930D71">
        <w:rPr>
          <w:rFonts w:cs="Arial"/>
          <w:b/>
          <w:bCs/>
        </w:rPr>
        <w:t>ber</w:t>
      </w:r>
      <w:r w:rsidR="002B3F6A">
        <w:rPr>
          <w:rFonts w:cs="Arial"/>
          <w:b/>
          <w:bCs/>
        </w:rPr>
        <w:t xml:space="preserve"> 20</w:t>
      </w:r>
      <w:r w:rsidR="00E9533B">
        <w:rPr>
          <w:rFonts w:cs="Arial"/>
          <w:b/>
          <w:bCs/>
        </w:rPr>
        <w:t>1</w:t>
      </w:r>
      <w:r w:rsidR="00930D71">
        <w:rPr>
          <w:rFonts w:cs="Arial"/>
          <w:b/>
          <w:bCs/>
        </w:rPr>
        <w:t>4</w:t>
      </w:r>
    </w:p>
    <w:tbl>
      <w:tblPr>
        <w:tblW w:w="14711" w:type="dxa"/>
        <w:jc w:val="center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6"/>
        <w:gridCol w:w="2552"/>
        <w:gridCol w:w="3118"/>
        <w:gridCol w:w="2592"/>
        <w:gridCol w:w="2835"/>
        <w:gridCol w:w="2268"/>
      </w:tblGrid>
      <w:tr w:rsidR="00E13F8B" w:rsidRPr="00B979E7" w:rsidTr="007C030D">
        <w:trPr>
          <w:jc w:val="center"/>
        </w:trPr>
        <w:tc>
          <w:tcPr>
            <w:tcW w:w="1346" w:type="dxa"/>
            <w:vAlign w:val="center"/>
          </w:tcPr>
          <w:p w:rsidR="00E13F8B" w:rsidRPr="00B979E7" w:rsidRDefault="00E13F8B" w:rsidP="00B979E7">
            <w:pPr>
              <w:spacing w:before="60" w:after="6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E13F8B" w:rsidRPr="00B979E7" w:rsidRDefault="00640F10" w:rsidP="002B3F6A">
            <w:pPr>
              <w:spacing w:before="60" w:after="60"/>
              <w:jc w:val="center"/>
              <w:rPr>
                <w:rFonts w:cs="Arial"/>
                <w:b/>
                <w:bCs/>
                <w:lang w:val="en-US"/>
              </w:rPr>
            </w:pPr>
            <w:r w:rsidRPr="00B979E7">
              <w:rPr>
                <w:rFonts w:cs="Arial"/>
                <w:b/>
                <w:bCs/>
                <w:lang w:val="en-US"/>
              </w:rPr>
              <w:t>Mon</w:t>
            </w:r>
            <w:r w:rsidR="002B3F6A">
              <w:rPr>
                <w:rFonts w:cs="Arial"/>
                <w:b/>
                <w:bCs/>
                <w:lang w:val="en-US"/>
              </w:rPr>
              <w:t>day</w:t>
            </w:r>
          </w:p>
        </w:tc>
        <w:tc>
          <w:tcPr>
            <w:tcW w:w="3118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  <w:lang w:val="en-US"/>
              </w:rPr>
            </w:pPr>
            <w:r w:rsidRPr="00B979E7">
              <w:rPr>
                <w:rFonts w:cs="Arial"/>
                <w:b/>
                <w:bCs/>
                <w:lang w:val="en-US"/>
              </w:rPr>
              <w:t>Tue</w:t>
            </w:r>
            <w:r w:rsidR="004C3528">
              <w:rPr>
                <w:rFonts w:cs="Arial"/>
                <w:b/>
                <w:bCs/>
                <w:lang w:val="en-US"/>
              </w:rPr>
              <w:t>s</w:t>
            </w:r>
            <w:r w:rsidR="002B3F6A">
              <w:rPr>
                <w:rFonts w:cs="Arial"/>
                <w:b/>
                <w:bCs/>
                <w:lang w:val="en-US"/>
              </w:rPr>
              <w:t>day</w:t>
            </w:r>
          </w:p>
        </w:tc>
        <w:tc>
          <w:tcPr>
            <w:tcW w:w="2592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Wed</w:t>
            </w:r>
            <w:r w:rsidR="002B3F6A">
              <w:rPr>
                <w:rFonts w:cs="Arial"/>
                <w:b/>
                <w:bCs/>
              </w:rPr>
              <w:t>nesday</w:t>
            </w:r>
          </w:p>
        </w:tc>
        <w:tc>
          <w:tcPr>
            <w:tcW w:w="2835" w:type="dxa"/>
            <w:vAlign w:val="center"/>
          </w:tcPr>
          <w:p w:rsidR="00E13F8B" w:rsidRPr="00B979E7" w:rsidRDefault="00640F10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Thu</w:t>
            </w:r>
            <w:r w:rsidR="002B3F6A">
              <w:rPr>
                <w:rFonts w:cs="Arial"/>
                <w:b/>
                <w:bCs/>
              </w:rPr>
              <w:t>rsday</w:t>
            </w:r>
          </w:p>
        </w:tc>
        <w:tc>
          <w:tcPr>
            <w:tcW w:w="2268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Fri</w:t>
            </w:r>
            <w:r w:rsidR="002B3F6A">
              <w:rPr>
                <w:rFonts w:cs="Arial"/>
                <w:b/>
                <w:bCs/>
              </w:rPr>
              <w:t>day</w:t>
            </w:r>
          </w:p>
        </w:tc>
      </w:tr>
      <w:tr w:rsidR="000F05DC" w:rsidRPr="00B979E7" w:rsidTr="007C030D">
        <w:trPr>
          <w:jc w:val="center"/>
        </w:trPr>
        <w:tc>
          <w:tcPr>
            <w:tcW w:w="1346" w:type="dxa"/>
            <w:vAlign w:val="center"/>
          </w:tcPr>
          <w:p w:rsidR="000F05DC" w:rsidRPr="00B979E7" w:rsidRDefault="000F05DC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0900 - 1030</w:t>
            </w:r>
          </w:p>
        </w:tc>
        <w:tc>
          <w:tcPr>
            <w:tcW w:w="2552" w:type="dxa"/>
            <w:vAlign w:val="center"/>
          </w:tcPr>
          <w:p w:rsidR="000F05DC" w:rsidRPr="00B979E7" w:rsidRDefault="000F05DC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Chairman</w:t>
            </w:r>
            <w:r>
              <w:rPr>
                <w:rFonts w:cs="Arial"/>
                <w:sz w:val="20"/>
              </w:rPr>
              <w:t>’</w:t>
            </w:r>
            <w:r w:rsidRPr="00B979E7">
              <w:rPr>
                <w:rFonts w:cs="Arial"/>
                <w:sz w:val="20"/>
              </w:rPr>
              <w:t>s meeting</w:t>
            </w:r>
          </w:p>
          <w:p w:rsidR="000F05DC" w:rsidRPr="00B979E7" w:rsidRDefault="000F05DC" w:rsidP="00C572A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0900-1200</w:t>
            </w:r>
          </w:p>
        </w:tc>
        <w:tc>
          <w:tcPr>
            <w:tcW w:w="3118" w:type="dxa"/>
            <w:vAlign w:val="center"/>
          </w:tcPr>
          <w:p w:rsidR="000F05DC" w:rsidRDefault="000F05DC" w:rsidP="00855BE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  <w:p w:rsidR="007C030D" w:rsidRDefault="007C030D" w:rsidP="007C030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WG1 </w:t>
            </w:r>
            <w:r w:rsidRPr="00AE629D">
              <w:rPr>
                <w:sz w:val="20"/>
                <w:szCs w:val="20"/>
              </w:rPr>
              <w:t>Navigational requirements</w:t>
            </w:r>
            <w:r>
              <w:t xml:space="preserve"> </w:t>
            </w:r>
          </w:p>
          <w:p w:rsidR="007C030D" w:rsidRDefault="007C030D" w:rsidP="007C030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WG2 </w:t>
            </w:r>
            <w:r w:rsidRPr="00AE629D">
              <w:rPr>
                <w:sz w:val="20"/>
                <w:szCs w:val="20"/>
              </w:rPr>
              <w:t>Continual improvement</w:t>
            </w:r>
          </w:p>
          <w:p w:rsidR="007C030D" w:rsidRPr="00B979E7" w:rsidRDefault="007C030D" w:rsidP="00855BED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592" w:type="dxa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268" w:type="dxa"/>
            <w:vAlign w:val="center"/>
          </w:tcPr>
          <w:p w:rsidR="000F05DC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0F05DC" w:rsidRPr="00C4698F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report</w:t>
            </w:r>
          </w:p>
        </w:tc>
      </w:tr>
      <w:tr w:rsidR="00E13F8B" w:rsidRPr="00B979E7" w:rsidTr="007C030D">
        <w:trPr>
          <w:trHeight w:val="281"/>
          <w:jc w:val="center"/>
        </w:trPr>
        <w:tc>
          <w:tcPr>
            <w:tcW w:w="1346" w:type="dxa"/>
            <w:shd w:val="clear" w:color="auto" w:fill="D9D9D9"/>
            <w:vAlign w:val="center"/>
          </w:tcPr>
          <w:p w:rsidR="00D35F36" w:rsidRPr="00B979E7" w:rsidRDefault="00D35F36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1030 -1100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E13F8B" w:rsidRPr="00B979E7" w:rsidRDefault="00930D7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Break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E13F8B" w:rsidRDefault="00D83D21" w:rsidP="00C10E58">
            <w:pPr>
              <w:spacing w:before="60" w:after="60"/>
              <w:jc w:val="center"/>
              <w:rPr>
                <w:rFonts w:cs="Arial"/>
                <w:b/>
                <w:i/>
                <w:sz w:val="20"/>
              </w:rPr>
            </w:pPr>
            <w:r w:rsidRPr="00B979E7">
              <w:rPr>
                <w:rFonts w:cs="Arial"/>
                <w:b/>
                <w:i/>
                <w:sz w:val="20"/>
              </w:rPr>
              <w:t>Committee Photo</w:t>
            </w:r>
            <w:r w:rsidR="00DE6B58">
              <w:rPr>
                <w:rFonts w:cs="Arial"/>
                <w:b/>
                <w:i/>
                <w:sz w:val="20"/>
              </w:rPr>
              <w:t>graph</w:t>
            </w:r>
          </w:p>
          <w:p w:rsidR="008A79D4" w:rsidRPr="008A79D4" w:rsidRDefault="008A79D4" w:rsidP="00C10E58">
            <w:pPr>
              <w:spacing w:before="60" w:after="60"/>
              <w:jc w:val="center"/>
              <w:rPr>
                <w:rFonts w:cs="Arial"/>
                <w:i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592" w:type="dxa"/>
            <w:shd w:val="clear" w:color="auto" w:fill="D9D9D9"/>
            <w:vAlign w:val="center"/>
          </w:tcPr>
          <w:p w:rsidR="00E13F8B" w:rsidRPr="008A79D4" w:rsidRDefault="008A79D4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79D4" w:rsidRDefault="008A79D4" w:rsidP="00A065AC">
            <w:pPr>
              <w:spacing w:before="60" w:after="60"/>
              <w:jc w:val="center"/>
              <w:rPr>
                <w:rFonts w:cs="Arial"/>
                <w:sz w:val="20"/>
                <w:highlight w:val="yellow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  <w:p w:rsidR="00E13F8B" w:rsidRPr="00B979E7" w:rsidRDefault="00752D8C" w:rsidP="00A065A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F05DC">
              <w:rPr>
                <w:rFonts w:cs="Arial"/>
                <w:sz w:val="20"/>
              </w:rPr>
              <w:t xml:space="preserve">Deadline for </w:t>
            </w:r>
            <w:r w:rsidR="00A065AC" w:rsidRPr="000F05DC">
              <w:rPr>
                <w:rFonts w:cs="Arial"/>
                <w:sz w:val="20"/>
              </w:rPr>
              <w:t xml:space="preserve">afternoon </w:t>
            </w:r>
            <w:r w:rsidRPr="000F05DC">
              <w:rPr>
                <w:rFonts w:cs="Arial"/>
                <w:sz w:val="20"/>
              </w:rPr>
              <w:t xml:space="preserve">plenary </w:t>
            </w:r>
            <w:r w:rsidR="00A065AC" w:rsidRPr="000F05DC">
              <w:rPr>
                <w:rFonts w:cs="Arial"/>
                <w:sz w:val="20"/>
              </w:rPr>
              <w:t>documents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</w:tr>
      <w:tr w:rsidR="000F05DC" w:rsidRPr="00B979E7" w:rsidTr="007C030D">
        <w:trPr>
          <w:trHeight w:val="304"/>
          <w:jc w:val="center"/>
        </w:trPr>
        <w:tc>
          <w:tcPr>
            <w:tcW w:w="1346" w:type="dxa"/>
            <w:vMerge w:val="restart"/>
            <w:vAlign w:val="center"/>
          </w:tcPr>
          <w:p w:rsidR="000F05DC" w:rsidRPr="00B979E7" w:rsidRDefault="000F05DC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1100 - 1300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F05DC" w:rsidRPr="00B979E7" w:rsidRDefault="000F05DC" w:rsidP="00C572A1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Chairman</w:t>
            </w:r>
            <w:r>
              <w:rPr>
                <w:rFonts w:cs="Arial"/>
                <w:sz w:val="20"/>
              </w:rPr>
              <w:t>’</w:t>
            </w:r>
            <w:r w:rsidRPr="00B979E7">
              <w:rPr>
                <w:rFonts w:cs="Arial"/>
                <w:sz w:val="20"/>
              </w:rPr>
              <w:t>s meeting</w:t>
            </w:r>
          </w:p>
        </w:tc>
        <w:tc>
          <w:tcPr>
            <w:tcW w:w="3118" w:type="dxa"/>
            <w:vMerge w:val="restart"/>
            <w:vAlign w:val="center"/>
          </w:tcPr>
          <w:p w:rsidR="000F05DC" w:rsidRPr="00B979E7" w:rsidRDefault="000F05DC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592" w:type="dxa"/>
            <w:vMerge w:val="restart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Merge w:val="restart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268" w:type="dxa"/>
            <w:vMerge w:val="restart"/>
            <w:vAlign w:val="center"/>
          </w:tcPr>
          <w:p w:rsidR="000F05DC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0F05DC" w:rsidRPr="00C4698F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report</w:t>
            </w:r>
          </w:p>
        </w:tc>
      </w:tr>
      <w:tr w:rsidR="00930D71" w:rsidRPr="00B979E7" w:rsidTr="007C030D">
        <w:trPr>
          <w:trHeight w:val="303"/>
          <w:jc w:val="center"/>
        </w:trPr>
        <w:tc>
          <w:tcPr>
            <w:tcW w:w="1346" w:type="dxa"/>
            <w:vMerge/>
            <w:vAlign w:val="center"/>
          </w:tcPr>
          <w:p w:rsidR="00930D71" w:rsidRDefault="00930D7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30D71" w:rsidRDefault="00930D71" w:rsidP="00930D7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1200-1300 </w:t>
            </w: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3118" w:type="dxa"/>
            <w:vMerge/>
            <w:vAlign w:val="center"/>
          </w:tcPr>
          <w:p w:rsidR="00930D71" w:rsidRDefault="00930D71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592" w:type="dxa"/>
            <w:vMerge/>
            <w:vAlign w:val="center"/>
          </w:tcPr>
          <w:p w:rsidR="00930D71" w:rsidRDefault="00930D71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930D71" w:rsidRDefault="00930D71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30D71" w:rsidRDefault="00930D71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976E18" w:rsidRPr="00B979E7" w:rsidTr="007C030D">
        <w:trPr>
          <w:trHeight w:val="329"/>
          <w:jc w:val="center"/>
        </w:trPr>
        <w:tc>
          <w:tcPr>
            <w:tcW w:w="1346" w:type="dxa"/>
            <w:shd w:val="clear" w:color="auto" w:fill="D9D9D9"/>
            <w:vAlign w:val="center"/>
          </w:tcPr>
          <w:p w:rsidR="00976E18" w:rsidRPr="00B979E7" w:rsidRDefault="00976E18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1300 -1400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976E18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C572A1" w:rsidRPr="00B979E7" w:rsidRDefault="00C572A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starts at 1300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592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976E18" w:rsidRPr="00B979E7" w:rsidTr="007C030D">
        <w:trPr>
          <w:jc w:val="center"/>
        </w:trPr>
        <w:tc>
          <w:tcPr>
            <w:tcW w:w="1346" w:type="dxa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1400 - 1530</w:t>
            </w:r>
          </w:p>
        </w:tc>
        <w:tc>
          <w:tcPr>
            <w:tcW w:w="2552" w:type="dxa"/>
            <w:vMerge/>
            <w:vAlign w:val="center"/>
          </w:tcPr>
          <w:p w:rsidR="00976E18" w:rsidRPr="00B979E7" w:rsidRDefault="00976E18" w:rsidP="00D266D3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76E18" w:rsidRPr="00B979E7" w:rsidRDefault="00976E18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592" w:type="dxa"/>
            <w:vAlign w:val="center"/>
          </w:tcPr>
          <w:p w:rsidR="00976E18" w:rsidRPr="00B979E7" w:rsidRDefault="00976E18" w:rsidP="0065192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976E18" w:rsidRDefault="00976E18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976E18" w:rsidRPr="00C4698F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output documents</w:t>
            </w:r>
          </w:p>
        </w:tc>
        <w:tc>
          <w:tcPr>
            <w:tcW w:w="2268" w:type="dxa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E13F8B" w:rsidRPr="00B979E7" w:rsidTr="007C030D">
        <w:trPr>
          <w:trHeight w:val="283"/>
          <w:jc w:val="center"/>
        </w:trPr>
        <w:tc>
          <w:tcPr>
            <w:tcW w:w="1346" w:type="dxa"/>
            <w:shd w:val="clear" w:color="auto" w:fill="D9D9D9"/>
            <w:vAlign w:val="center"/>
          </w:tcPr>
          <w:p w:rsidR="00D35F36" w:rsidRPr="00B979E7" w:rsidRDefault="00D35F36" w:rsidP="003B7AE1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1530 -1600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592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79D4" w:rsidRDefault="008A79D4" w:rsidP="00C10E58">
            <w:pPr>
              <w:spacing w:before="60" w:after="60"/>
              <w:jc w:val="center"/>
              <w:rPr>
                <w:rFonts w:cs="Arial"/>
                <w:sz w:val="20"/>
                <w:highlight w:val="yellow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  <w:p w:rsidR="00E13F8B" w:rsidRPr="00B979E7" w:rsidRDefault="00C4698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F05DC">
              <w:rPr>
                <w:rFonts w:cs="Arial"/>
                <w:sz w:val="20"/>
              </w:rPr>
              <w:t>Deadline for report inputs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B979E7" w:rsidRDefault="00E13F8B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E13F8B" w:rsidRPr="00B979E7" w:rsidTr="007C030D">
        <w:trPr>
          <w:trHeight w:val="1065"/>
          <w:jc w:val="center"/>
        </w:trPr>
        <w:tc>
          <w:tcPr>
            <w:tcW w:w="1346" w:type="dxa"/>
            <w:vAlign w:val="center"/>
          </w:tcPr>
          <w:p w:rsidR="00E13F8B" w:rsidRPr="00B979E7" w:rsidRDefault="003B7AE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1600 - 17</w:t>
            </w:r>
            <w:r w:rsidR="008A79D4">
              <w:rPr>
                <w:rFonts w:cs="Arial"/>
                <w:sz w:val="20"/>
              </w:rPr>
              <w:t>30</w:t>
            </w:r>
          </w:p>
        </w:tc>
        <w:tc>
          <w:tcPr>
            <w:tcW w:w="2552" w:type="dxa"/>
            <w:vAlign w:val="center"/>
          </w:tcPr>
          <w:p w:rsidR="007C030D" w:rsidRDefault="007C030D" w:rsidP="007C030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7C030D" w:rsidRPr="00B979E7" w:rsidRDefault="00930D71" w:rsidP="007C030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</w:p>
          <w:p w:rsidR="00B31D2B" w:rsidRPr="00B979E7" w:rsidRDefault="00B31D2B" w:rsidP="00AE629D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E13F8B" w:rsidRPr="00B979E7" w:rsidRDefault="00BA30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592" w:type="dxa"/>
            <w:vAlign w:val="center"/>
          </w:tcPr>
          <w:p w:rsidR="00E13F8B" w:rsidRPr="00B979E7" w:rsidRDefault="00BA30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8115C2" w:rsidRDefault="008115C2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E13F8B" w:rsidRPr="00C4698F" w:rsidRDefault="008115C2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output documents</w:t>
            </w:r>
          </w:p>
        </w:tc>
        <w:tc>
          <w:tcPr>
            <w:tcW w:w="2268" w:type="dxa"/>
            <w:vAlign w:val="center"/>
          </w:tcPr>
          <w:p w:rsidR="00E13F8B" w:rsidRPr="00B979E7" w:rsidRDefault="00E13F8B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FD085A" w:rsidRPr="00B979E7" w:rsidTr="007C030D">
        <w:trPr>
          <w:trHeight w:val="113"/>
          <w:jc w:val="center"/>
        </w:trPr>
        <w:tc>
          <w:tcPr>
            <w:tcW w:w="1346" w:type="dxa"/>
            <w:shd w:val="clear" w:color="auto" w:fill="D9D9D9"/>
            <w:vAlign w:val="center"/>
          </w:tcPr>
          <w:p w:rsidR="00FD085A" w:rsidRPr="00FD085A" w:rsidRDefault="00FD085A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52" w:type="dxa"/>
            <w:shd w:val="clear" w:color="auto" w:fill="D9D9D9"/>
            <w:vAlign w:val="center"/>
          </w:tcPr>
          <w:p w:rsidR="00FD085A" w:rsidRPr="00FD085A" w:rsidRDefault="00FD085A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:rsidR="00FD085A" w:rsidRPr="00FD085A" w:rsidRDefault="007C030D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Football</w:t>
            </w:r>
          </w:p>
        </w:tc>
        <w:tc>
          <w:tcPr>
            <w:tcW w:w="2592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FD085A" w:rsidRPr="00B979E7" w:rsidTr="007C030D">
        <w:trPr>
          <w:trHeight w:val="441"/>
          <w:jc w:val="center"/>
        </w:trPr>
        <w:tc>
          <w:tcPr>
            <w:tcW w:w="1346" w:type="dxa"/>
            <w:vAlign w:val="center"/>
          </w:tcPr>
          <w:p w:rsidR="00FD085A" w:rsidRPr="004D5E20" w:rsidRDefault="00B10B4B" w:rsidP="000B4B6E">
            <w:pPr>
              <w:spacing w:before="120" w:after="120"/>
              <w:jc w:val="center"/>
              <w:rPr>
                <w:rFonts w:cs="Arial"/>
                <w:sz w:val="20"/>
              </w:rPr>
            </w:pPr>
            <w:bookmarkStart w:id="0" w:name="_GoBack"/>
            <w:r w:rsidRPr="004D5E20">
              <w:rPr>
                <w:rFonts w:cs="Arial"/>
                <w:sz w:val="20"/>
              </w:rPr>
              <w:t>Evening</w:t>
            </w:r>
            <w:bookmarkEnd w:id="0"/>
          </w:p>
        </w:tc>
        <w:tc>
          <w:tcPr>
            <w:tcW w:w="2552" w:type="dxa"/>
            <w:vAlign w:val="center"/>
          </w:tcPr>
          <w:p w:rsidR="007C030D" w:rsidRPr="004D5E20" w:rsidRDefault="007C030D" w:rsidP="000B4B6E">
            <w:pPr>
              <w:spacing w:before="120" w:after="120"/>
              <w:jc w:val="center"/>
              <w:rPr>
                <w:rFonts w:cs="Arial"/>
                <w:sz w:val="20"/>
              </w:rPr>
            </w:pPr>
            <w:r w:rsidRPr="004D5E20">
              <w:rPr>
                <w:rFonts w:cs="Arial"/>
                <w:sz w:val="20"/>
              </w:rPr>
              <w:t>Free</w:t>
            </w:r>
          </w:p>
          <w:p w:rsidR="00FD085A" w:rsidRPr="00FD085A" w:rsidRDefault="007C030D" w:rsidP="004D5E20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 w:rsidRPr="004D5E20">
              <w:rPr>
                <w:rFonts w:cs="Arial"/>
                <w:sz w:val="20"/>
              </w:rPr>
              <w:t>Meet at RER 1900</w:t>
            </w:r>
          </w:p>
        </w:tc>
        <w:tc>
          <w:tcPr>
            <w:tcW w:w="3118" w:type="dxa"/>
            <w:vAlign w:val="center"/>
          </w:tcPr>
          <w:p w:rsidR="00FD085A" w:rsidRDefault="007C030D" w:rsidP="00266998">
            <w:pPr>
              <w:spacing w:before="120" w:after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Free</w:t>
            </w:r>
          </w:p>
          <w:p w:rsidR="007C030D" w:rsidRPr="00C4698F" w:rsidRDefault="007C030D" w:rsidP="00266998">
            <w:pPr>
              <w:spacing w:before="120" w:after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Meet at RER 1930</w:t>
            </w:r>
          </w:p>
        </w:tc>
        <w:tc>
          <w:tcPr>
            <w:tcW w:w="2592" w:type="dxa"/>
            <w:vAlign w:val="center"/>
          </w:tcPr>
          <w:p w:rsidR="00C37BE1" w:rsidRDefault="007C030D" w:rsidP="000B4B6E">
            <w:pPr>
              <w:spacing w:before="120" w:after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Free</w:t>
            </w:r>
          </w:p>
          <w:p w:rsidR="007C030D" w:rsidRPr="00E0252D" w:rsidRDefault="007C030D" w:rsidP="000B4B6E">
            <w:pPr>
              <w:spacing w:before="120" w:after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Meet at RER 1900</w:t>
            </w:r>
          </w:p>
        </w:tc>
        <w:tc>
          <w:tcPr>
            <w:tcW w:w="2835" w:type="dxa"/>
            <w:vAlign w:val="center"/>
          </w:tcPr>
          <w:p w:rsidR="006A381E" w:rsidRDefault="007C030D" w:rsidP="006A381E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Committee Dinner</w:t>
            </w:r>
          </w:p>
          <w:p w:rsidR="007C030D" w:rsidRPr="006A381E" w:rsidRDefault="007C030D" w:rsidP="006A381E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Arrangements to be confirmed</w:t>
            </w:r>
          </w:p>
        </w:tc>
        <w:tc>
          <w:tcPr>
            <w:tcW w:w="2268" w:type="dxa"/>
            <w:vAlign w:val="center"/>
          </w:tcPr>
          <w:p w:rsidR="00FD085A" w:rsidRPr="00B979E7" w:rsidRDefault="00FD085A">
            <w:pPr>
              <w:spacing w:before="120" w:after="120"/>
              <w:jc w:val="center"/>
              <w:rPr>
                <w:rFonts w:cs="Arial"/>
                <w:sz w:val="20"/>
              </w:rPr>
            </w:pPr>
          </w:p>
        </w:tc>
      </w:tr>
    </w:tbl>
    <w:p w:rsidR="00D5298C" w:rsidRDefault="00D5298C" w:rsidP="00AC3061">
      <w:pPr>
        <w:spacing w:before="120"/>
        <w:rPr>
          <w:rFonts w:cs="Arial"/>
          <w:b/>
          <w:bCs/>
        </w:rPr>
      </w:pPr>
    </w:p>
    <w:p w:rsidR="004359F8" w:rsidRPr="00B307C1" w:rsidRDefault="004359F8" w:rsidP="00930D71">
      <w:pPr>
        <w:pStyle w:val="BodyText"/>
        <w:rPr>
          <w:b/>
        </w:rPr>
      </w:pPr>
    </w:p>
    <w:sectPr w:rsidR="004359F8" w:rsidRPr="00B307C1" w:rsidSect="00D35F36">
      <w:headerReference w:type="default" r:id="rId8"/>
      <w:footerReference w:type="default" r:id="rId9"/>
      <w:pgSz w:w="16839" w:h="11907" w:orient="landscape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F62" w:rsidRDefault="00410F62">
      <w:r>
        <w:separator/>
      </w:r>
    </w:p>
  </w:endnote>
  <w:endnote w:type="continuationSeparator" w:id="0">
    <w:p w:rsidR="00410F62" w:rsidRDefault="0041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98C" w:rsidRPr="007D3CD6" w:rsidRDefault="00D5298C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 w:rsidR="00B31972" w:rsidRPr="007D3CD6">
      <w:rPr>
        <w:rFonts w:cs="Arial"/>
        <w:szCs w:val="22"/>
      </w:rPr>
      <w:fldChar w:fldCharType="begin"/>
    </w:r>
    <w:r w:rsidRPr="007D3CD6">
      <w:rPr>
        <w:rFonts w:cs="Arial"/>
        <w:szCs w:val="22"/>
      </w:rPr>
      <w:instrText xml:space="preserve"> PAGE   \* MERGEFORMAT </w:instrText>
    </w:r>
    <w:r w:rsidR="00B31972" w:rsidRPr="007D3CD6">
      <w:rPr>
        <w:rFonts w:cs="Arial"/>
        <w:szCs w:val="22"/>
      </w:rPr>
      <w:fldChar w:fldCharType="separate"/>
    </w:r>
    <w:r w:rsidR="004D5E20">
      <w:rPr>
        <w:rFonts w:cs="Arial"/>
        <w:noProof/>
        <w:szCs w:val="22"/>
      </w:rPr>
      <w:t>1</w:t>
    </w:r>
    <w:r w:rsidR="00B31972" w:rsidRPr="007D3CD6">
      <w:rPr>
        <w:rFonts w:cs="Arial"/>
        <w:szCs w:val="22"/>
      </w:rPr>
      <w:fldChar w:fldCharType="end"/>
    </w:r>
    <w:r w:rsidR="00D76571">
      <w:rPr>
        <w:rFonts w:cs="Arial"/>
        <w:szCs w:val="22"/>
      </w:rPr>
      <w:tab/>
    </w:r>
    <w:r w:rsidR="00D76571" w:rsidRPr="00D76571">
      <w:rPr>
        <w:rFonts w:cs="Arial"/>
        <w:sz w:val="16"/>
        <w:szCs w:val="16"/>
      </w:rPr>
      <w:t>11/08/2014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F62" w:rsidRDefault="00410F62">
      <w:r>
        <w:separator/>
      </w:r>
    </w:p>
  </w:footnote>
  <w:footnote w:type="continuationSeparator" w:id="0">
    <w:p w:rsidR="00410F62" w:rsidRDefault="00410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AE" w:rsidRDefault="00AE629D">
    <w:pPr>
      <w:pStyle w:val="Header"/>
      <w:jc w:val="right"/>
      <w:rPr>
        <w:rFonts w:cs="Arial"/>
      </w:rPr>
    </w:pPr>
    <w:r>
      <w:rPr>
        <w:rFonts w:cs="Arial"/>
      </w:rPr>
      <w:t>ARM1</w:t>
    </w:r>
    <w:r w:rsidR="00133063">
      <w:rPr>
        <w:rFonts w:cs="Arial"/>
      </w:rPr>
      <w:t>-1.4</w:t>
    </w:r>
    <w:r w:rsidR="00D266D3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7"/>
  </w:num>
  <w:num w:numId="13">
    <w:abstractNumId w:val="7"/>
  </w:num>
  <w:num w:numId="14">
    <w:abstractNumId w:val="3"/>
  </w:num>
  <w:num w:numId="15">
    <w:abstractNumId w:val="3"/>
  </w:num>
  <w:num w:numId="16">
    <w:abstractNumId w:val="3"/>
  </w:num>
  <w:num w:numId="17">
    <w:abstractNumId w:val="6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260"/>
    <w:rsid w:val="0002049D"/>
    <w:rsid w:val="000268EB"/>
    <w:rsid w:val="000356E6"/>
    <w:rsid w:val="00043C9F"/>
    <w:rsid w:val="000511B1"/>
    <w:rsid w:val="00052F76"/>
    <w:rsid w:val="000676EF"/>
    <w:rsid w:val="00091BAC"/>
    <w:rsid w:val="000B4B51"/>
    <w:rsid w:val="000B4B6E"/>
    <w:rsid w:val="000D151C"/>
    <w:rsid w:val="000D6ACD"/>
    <w:rsid w:val="000E59CB"/>
    <w:rsid w:val="000F048C"/>
    <w:rsid w:val="000F05DC"/>
    <w:rsid w:val="001212D8"/>
    <w:rsid w:val="001252DB"/>
    <w:rsid w:val="001304E7"/>
    <w:rsid w:val="00131CCE"/>
    <w:rsid w:val="0013203A"/>
    <w:rsid w:val="00133063"/>
    <w:rsid w:val="00164A5D"/>
    <w:rsid w:val="00177018"/>
    <w:rsid w:val="00182E28"/>
    <w:rsid w:val="00190260"/>
    <w:rsid w:val="001B7B7E"/>
    <w:rsid w:val="001D2C2F"/>
    <w:rsid w:val="001D6354"/>
    <w:rsid w:val="0020235D"/>
    <w:rsid w:val="00216FFF"/>
    <w:rsid w:val="002352FE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B0926"/>
    <w:rsid w:val="003B3EF5"/>
    <w:rsid w:val="003B7AE1"/>
    <w:rsid w:val="003F2413"/>
    <w:rsid w:val="00405DCB"/>
    <w:rsid w:val="004073EF"/>
    <w:rsid w:val="00410F62"/>
    <w:rsid w:val="00411DF8"/>
    <w:rsid w:val="00411EE0"/>
    <w:rsid w:val="004135EF"/>
    <w:rsid w:val="004359F8"/>
    <w:rsid w:val="00436904"/>
    <w:rsid w:val="0044152A"/>
    <w:rsid w:val="00473B5D"/>
    <w:rsid w:val="004855D3"/>
    <w:rsid w:val="00487FA0"/>
    <w:rsid w:val="00491373"/>
    <w:rsid w:val="004A4782"/>
    <w:rsid w:val="004C1810"/>
    <w:rsid w:val="004C3528"/>
    <w:rsid w:val="004D18E6"/>
    <w:rsid w:val="004D5E20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001C"/>
    <w:rsid w:val="005A23B6"/>
    <w:rsid w:val="005A5E35"/>
    <w:rsid w:val="005B31DB"/>
    <w:rsid w:val="005D20C3"/>
    <w:rsid w:val="00601103"/>
    <w:rsid w:val="006013FC"/>
    <w:rsid w:val="006145E7"/>
    <w:rsid w:val="00637B74"/>
    <w:rsid w:val="00640F10"/>
    <w:rsid w:val="0064320C"/>
    <w:rsid w:val="00651928"/>
    <w:rsid w:val="0065731D"/>
    <w:rsid w:val="006736F0"/>
    <w:rsid w:val="0068541A"/>
    <w:rsid w:val="00685B5B"/>
    <w:rsid w:val="006A381E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C030D"/>
    <w:rsid w:val="007D3CD6"/>
    <w:rsid w:val="007F6BF4"/>
    <w:rsid w:val="008115C2"/>
    <w:rsid w:val="00827C08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2727"/>
    <w:rsid w:val="00910340"/>
    <w:rsid w:val="00911602"/>
    <w:rsid w:val="00930D71"/>
    <w:rsid w:val="009620B1"/>
    <w:rsid w:val="009637AF"/>
    <w:rsid w:val="00976E18"/>
    <w:rsid w:val="009934AB"/>
    <w:rsid w:val="009944FF"/>
    <w:rsid w:val="009D472A"/>
    <w:rsid w:val="009F01E2"/>
    <w:rsid w:val="00A065AC"/>
    <w:rsid w:val="00A67168"/>
    <w:rsid w:val="00A7550C"/>
    <w:rsid w:val="00AA06D3"/>
    <w:rsid w:val="00AC3061"/>
    <w:rsid w:val="00AE629D"/>
    <w:rsid w:val="00AF2B2D"/>
    <w:rsid w:val="00AF716B"/>
    <w:rsid w:val="00B01D4C"/>
    <w:rsid w:val="00B036CC"/>
    <w:rsid w:val="00B06883"/>
    <w:rsid w:val="00B10B4B"/>
    <w:rsid w:val="00B307C1"/>
    <w:rsid w:val="00B31972"/>
    <w:rsid w:val="00B31CC2"/>
    <w:rsid w:val="00B31D2B"/>
    <w:rsid w:val="00B320C2"/>
    <w:rsid w:val="00B447DE"/>
    <w:rsid w:val="00B47C13"/>
    <w:rsid w:val="00B5536D"/>
    <w:rsid w:val="00B60035"/>
    <w:rsid w:val="00B744EE"/>
    <w:rsid w:val="00B92CB3"/>
    <w:rsid w:val="00B97625"/>
    <w:rsid w:val="00B979E7"/>
    <w:rsid w:val="00BA30CF"/>
    <w:rsid w:val="00BA3179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544C2"/>
    <w:rsid w:val="00C572A1"/>
    <w:rsid w:val="00C67D2D"/>
    <w:rsid w:val="00CD0E89"/>
    <w:rsid w:val="00CE5340"/>
    <w:rsid w:val="00CF10A5"/>
    <w:rsid w:val="00CF2AE4"/>
    <w:rsid w:val="00D14353"/>
    <w:rsid w:val="00D15205"/>
    <w:rsid w:val="00D16EC3"/>
    <w:rsid w:val="00D21EC2"/>
    <w:rsid w:val="00D2437E"/>
    <w:rsid w:val="00D266D3"/>
    <w:rsid w:val="00D35F36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E6B58"/>
    <w:rsid w:val="00DF06AE"/>
    <w:rsid w:val="00E0252D"/>
    <w:rsid w:val="00E13F8B"/>
    <w:rsid w:val="00E223F4"/>
    <w:rsid w:val="00E578B9"/>
    <w:rsid w:val="00E65ECB"/>
    <w:rsid w:val="00E8175E"/>
    <w:rsid w:val="00E908C3"/>
    <w:rsid w:val="00E9149D"/>
    <w:rsid w:val="00E9533B"/>
    <w:rsid w:val="00EB5C2A"/>
    <w:rsid w:val="00EE7105"/>
    <w:rsid w:val="00F163BA"/>
    <w:rsid w:val="00F2427B"/>
    <w:rsid w:val="00F64DF3"/>
    <w:rsid w:val="00F826DD"/>
    <w:rsid w:val="00FB6121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3197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31972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Wim</cp:lastModifiedBy>
  <cp:revision>5</cp:revision>
  <cp:lastPrinted>2011-03-26T09:07:00Z</cp:lastPrinted>
  <dcterms:created xsi:type="dcterms:W3CDTF">2014-09-23T17:21:00Z</dcterms:created>
  <dcterms:modified xsi:type="dcterms:W3CDTF">2014-09-26T09:14:00Z</dcterms:modified>
</cp:coreProperties>
</file>