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4EFEA965" w:rsidR="000348ED" w:rsidRPr="00FE3913" w:rsidRDefault="00532520" w:rsidP="008F4DC3">
            <w:pPr>
              <w:jc w:val="right"/>
            </w:pPr>
            <w:r>
              <w:t>ENG20</w:t>
            </w:r>
            <w:r w:rsidR="001B5C39" w:rsidRPr="00FE3913">
              <w:t>-</w:t>
            </w:r>
            <w:r>
              <w:t>3.1.2.2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6AAB528D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to PAP</w:t>
            </w:r>
          </w:p>
        </w:tc>
        <w:tc>
          <w:tcPr>
            <w:tcW w:w="5461" w:type="dxa"/>
          </w:tcPr>
          <w:p w14:paraId="5039DF58" w14:textId="040AB72D" w:rsidR="000348ED" w:rsidRPr="00282766" w:rsidRDefault="000348ED" w:rsidP="008F4DC3">
            <w:pPr>
              <w:jc w:val="right"/>
            </w:pP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7865B759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137BF2D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43C9512B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7221B7">
        <w:t xml:space="preserve">drafted an early version 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4444D8">
        <w:t xml:space="preserve">to be reviewed by </w:t>
      </w:r>
      <w:r w:rsidR="00B00C4A">
        <w:t>other technical committees</w:t>
      </w:r>
      <w:r w:rsidR="004444D8">
        <w:t xml:space="preserve"> </w:t>
      </w:r>
      <w:r w:rsidR="00141234">
        <w:t xml:space="preserve">and </w:t>
      </w:r>
      <w:r w:rsidR="00B3636D" w:rsidRPr="00282766">
        <w:t xml:space="preserve">would welcome comments and feedback on the </w:t>
      </w:r>
      <w:r w:rsidR="002211F9" w:rsidRPr="00282766">
        <w:t xml:space="preserve">draft Guideline attached as </w:t>
      </w:r>
      <w:r w:rsidR="0007412D" w:rsidRPr="00282766">
        <w:t>annex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742AD971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E5755C" w:rsidRPr="00282766">
        <w:rPr>
          <w:lang w:val="en-GB"/>
        </w:rPr>
        <w:t xml:space="preserve">and PAP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3A6DB5">
        <w:rPr>
          <w:lang w:val="en-GB"/>
        </w:rPr>
        <w:t>early</w:t>
      </w:r>
      <w:r w:rsidR="003A6DB5" w:rsidRPr="00282766">
        <w:rPr>
          <w:lang w:val="en-GB"/>
        </w:rPr>
        <w:t xml:space="preserve"> </w:t>
      </w:r>
      <w:r w:rsidR="000D5D3D" w:rsidRPr="00282766">
        <w:rPr>
          <w:lang w:val="en-GB"/>
        </w:rPr>
        <w:t xml:space="preserve">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p w14:paraId="42458698" w14:textId="30CADFCF" w:rsidR="0089128F" w:rsidRDefault="00C82F45" w:rsidP="00694CA2">
      <w:pPr>
        <w:pStyle w:val="List1"/>
        <w:rPr>
          <w:lang w:val="en-GB"/>
        </w:rPr>
      </w:pPr>
      <w:r w:rsidRPr="002D0F75">
        <w:rPr>
          <w:lang w:val="en-GB"/>
        </w:rPr>
        <w:t>DTEC would especially appreciate c</w:t>
      </w:r>
      <w:r w:rsidR="00694CA2" w:rsidRPr="002D0F75">
        <w:rPr>
          <w:lang w:val="en-GB"/>
        </w:rPr>
        <w:t xml:space="preserve">omments </w:t>
      </w:r>
      <w:r w:rsidR="00F03A4C">
        <w:rPr>
          <w:lang w:val="en-GB"/>
        </w:rPr>
        <w:t xml:space="preserve">and feedback </w:t>
      </w:r>
      <w:r w:rsidR="00694CA2" w:rsidRPr="002D0F75">
        <w:rPr>
          <w:lang w:val="en-GB"/>
        </w:rPr>
        <w:t>on</w:t>
      </w:r>
      <w:r w:rsidR="00F03A4C">
        <w:rPr>
          <w:lang w:val="en-GB"/>
        </w:rPr>
        <w:t>:</w:t>
      </w:r>
    </w:p>
    <w:p w14:paraId="121694AC" w14:textId="0FCA5650" w:rsidR="00E02957" w:rsidRDefault="00C82F45" w:rsidP="008F4D4C">
      <w:pPr>
        <w:pStyle w:val="List1"/>
        <w:numPr>
          <w:ilvl w:val="0"/>
          <w:numId w:val="24"/>
        </w:numPr>
        <w:rPr>
          <w:lang w:val="en-GB"/>
        </w:rPr>
      </w:pPr>
      <w:r w:rsidRPr="002D0F75">
        <w:rPr>
          <w:lang w:val="en-GB"/>
        </w:rPr>
        <w:t>D</w:t>
      </w:r>
      <w:r w:rsidR="00694CA2" w:rsidRPr="002D0F75">
        <w:rPr>
          <w:lang w:val="en-GB"/>
        </w:rPr>
        <w:t xml:space="preserve">igitalisation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 xml:space="preserve">aturity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>odel</w:t>
      </w:r>
      <w:r w:rsidR="002D0F75">
        <w:rPr>
          <w:lang w:val="en-GB"/>
        </w:rPr>
        <w:t xml:space="preserve"> </w:t>
      </w:r>
      <w:r w:rsidR="008F4D4C">
        <w:rPr>
          <w:lang w:val="en-GB"/>
        </w:rPr>
        <w:t xml:space="preserve">introduced in section 2.1.3 </w:t>
      </w:r>
      <w:r w:rsidR="00694CA2" w:rsidRPr="002D0F75">
        <w:rPr>
          <w:lang w:val="en-GB"/>
        </w:rPr>
        <w:t xml:space="preserve">and its application to all waterway entities </w:t>
      </w:r>
      <w:r w:rsidR="002D0F75">
        <w:rPr>
          <w:lang w:val="en-GB"/>
        </w:rPr>
        <w:t xml:space="preserve">as described in section </w:t>
      </w:r>
      <w:r w:rsidR="00694CA2" w:rsidRPr="002D0F75">
        <w:rPr>
          <w:lang w:val="en-GB"/>
        </w:rPr>
        <w:t>2.1.3.4</w:t>
      </w:r>
      <w:r w:rsidR="00476950">
        <w:rPr>
          <w:lang w:val="en-GB"/>
        </w:rPr>
        <w:t xml:space="preserve"> </w:t>
      </w:r>
      <w:r w:rsidR="00476950" w:rsidRPr="00476950">
        <w:rPr>
          <w:lang w:val="en-GB"/>
        </w:rPr>
        <w:t>and any planned adoption of digitalisation maturity models.</w:t>
      </w:r>
    </w:p>
    <w:p w14:paraId="5FEFC486" w14:textId="5E136FA9" w:rsidR="00F34E5B" w:rsidRDefault="006D22E0" w:rsidP="008F4D4C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Concept of digital model-shadow-twin introduce</w:t>
      </w:r>
      <w:r w:rsidR="00CE4820">
        <w:rPr>
          <w:lang w:val="en-GB"/>
        </w:rPr>
        <w:t xml:space="preserve">d in section </w:t>
      </w:r>
      <w:r w:rsidR="00E875BF">
        <w:rPr>
          <w:lang w:val="en-GB"/>
        </w:rPr>
        <w:t>3.1.1.</w:t>
      </w:r>
    </w:p>
    <w:p w14:paraId="49281123" w14:textId="3B97308C" w:rsidR="0021298A" w:rsidRPr="002D0F75" w:rsidRDefault="00970393" w:rsidP="00D84654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New t</w:t>
      </w:r>
      <w:r w:rsidR="0021298A">
        <w:rPr>
          <w:lang w:val="en-GB"/>
        </w:rPr>
        <w:t xml:space="preserve">erminology </w:t>
      </w:r>
      <w:r w:rsidR="00AA2279">
        <w:rPr>
          <w:lang w:val="en-GB"/>
        </w:rPr>
        <w:t xml:space="preserve">introduced </w:t>
      </w:r>
      <w:r w:rsidR="0021298A">
        <w:rPr>
          <w:lang w:val="en-GB"/>
        </w:rPr>
        <w:t xml:space="preserve">related to </w:t>
      </w:r>
      <w:proofErr w:type="spellStart"/>
      <w:r w:rsidR="00B537C8">
        <w:rPr>
          <w:lang w:val="en-GB"/>
        </w:rPr>
        <w:t>AtoNs</w:t>
      </w:r>
      <w:proofErr w:type="spellEnd"/>
      <w:r w:rsidR="00B537C8">
        <w:rPr>
          <w:lang w:val="en-GB"/>
        </w:rPr>
        <w:t xml:space="preserve"> interacting with MASS</w:t>
      </w:r>
      <w:r w:rsidR="00D84654">
        <w:rPr>
          <w:lang w:val="en-GB"/>
        </w:rPr>
        <w:t xml:space="preserve"> in section 7.4 and its subsections</w:t>
      </w:r>
      <w:r w:rsidR="00E875BF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707ED" w14:textId="77777777" w:rsidR="00777558" w:rsidRDefault="00777558" w:rsidP="002B0236">
      <w:r>
        <w:separator/>
      </w:r>
    </w:p>
  </w:endnote>
  <w:endnote w:type="continuationSeparator" w:id="0">
    <w:p w14:paraId="4F38AA52" w14:textId="77777777" w:rsidR="00777558" w:rsidRDefault="00777558" w:rsidP="002B0236">
      <w:r>
        <w:continuationSeparator/>
      </w:r>
    </w:p>
  </w:endnote>
  <w:endnote w:type="continuationNotice" w:id="1">
    <w:p w14:paraId="0D55A4B7" w14:textId="77777777" w:rsidR="00777558" w:rsidRDefault="007775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42E68" w14:textId="77777777" w:rsidR="00777558" w:rsidRDefault="00777558" w:rsidP="002B0236">
      <w:bookmarkStart w:id="0" w:name="_Hlk178862997"/>
      <w:bookmarkEnd w:id="0"/>
      <w:r>
        <w:separator/>
      </w:r>
    </w:p>
  </w:footnote>
  <w:footnote w:type="continuationSeparator" w:id="0">
    <w:p w14:paraId="3E936F32" w14:textId="77777777" w:rsidR="00777558" w:rsidRDefault="00777558" w:rsidP="002B0236">
      <w:r>
        <w:continuationSeparator/>
      </w:r>
    </w:p>
  </w:footnote>
  <w:footnote w:type="continuationNotice" w:id="1">
    <w:p w14:paraId="3F67775E" w14:textId="77777777" w:rsidR="00777558" w:rsidRDefault="007775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77777777" w:rsidR="008E7A45" w:rsidRDefault="00532520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285.5pt;height:30.8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7A68AC23" w:rsidR="008E7A45" w:rsidRDefault="00532520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285.5pt;height:30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77777777" w:rsidR="008E7A45" w:rsidRDefault="00532520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285.5pt;height:30.8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24888"/>
    <w:rsid w:val="00031A92"/>
    <w:rsid w:val="000348ED"/>
    <w:rsid w:val="00036801"/>
    <w:rsid w:val="00036C6B"/>
    <w:rsid w:val="00045FFE"/>
    <w:rsid w:val="00046217"/>
    <w:rsid w:val="00050DA7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98A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434E"/>
    <w:rsid w:val="003051EB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2520"/>
    <w:rsid w:val="00536A56"/>
    <w:rsid w:val="005560CE"/>
    <w:rsid w:val="005627AA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604A9D"/>
    <w:rsid w:val="00630BDA"/>
    <w:rsid w:val="00630F7F"/>
    <w:rsid w:val="0064435F"/>
    <w:rsid w:val="00645670"/>
    <w:rsid w:val="006469FA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77558"/>
    <w:rsid w:val="007821A0"/>
    <w:rsid w:val="007A47E5"/>
    <w:rsid w:val="007C7986"/>
    <w:rsid w:val="007E13D6"/>
    <w:rsid w:val="0080092C"/>
    <w:rsid w:val="008132B7"/>
    <w:rsid w:val="00814D03"/>
    <w:rsid w:val="00822F09"/>
    <w:rsid w:val="00857F1B"/>
    <w:rsid w:val="00872453"/>
    <w:rsid w:val="0089128F"/>
    <w:rsid w:val="00891767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92AA8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775C"/>
    <w:rsid w:val="00BD00DE"/>
    <w:rsid w:val="00BE56DF"/>
    <w:rsid w:val="00BF3C37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47D3F"/>
    <w:rsid w:val="00D84654"/>
    <w:rsid w:val="00DB0181"/>
    <w:rsid w:val="00DB480B"/>
    <w:rsid w:val="00DD4D8D"/>
    <w:rsid w:val="00E00356"/>
    <w:rsid w:val="00E02957"/>
    <w:rsid w:val="00E06065"/>
    <w:rsid w:val="00E270E9"/>
    <w:rsid w:val="00E46E54"/>
    <w:rsid w:val="00E5463F"/>
    <w:rsid w:val="00E5755C"/>
    <w:rsid w:val="00E729A7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60252E4A-DE2B-4667-AD2A-40FBB57CFFAB}"/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635F98-A593-4C8C-9DCB-0B308081BAE2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5</TotalTime>
  <Pages>1</Pages>
  <Words>267</Words>
  <Characters>1563</Characters>
  <Application>Microsoft Office Word</Application>
  <DocSecurity>0</DocSecurity>
  <Lines>28</Lines>
  <Paragraphs>20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9</cp:revision>
  <cp:lastPrinted>2006-10-19T11:49:00Z</cp:lastPrinted>
  <dcterms:created xsi:type="dcterms:W3CDTF">2024-10-03T12:16:00Z</dcterms:created>
  <dcterms:modified xsi:type="dcterms:W3CDTF">2025-03-11T13:30:00Z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