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8F61AE" w14:textId="77777777" w:rsidR="003D4829" w:rsidRDefault="003D4829" w:rsidP="00874E11">
      <w:pPr>
        <w:pStyle w:val="Header"/>
        <w:tabs>
          <w:tab w:val="clear" w:pos="9639"/>
          <w:tab w:val="right" w:pos="5954"/>
        </w:tabs>
        <w:spacing w:after="120"/>
        <w:jc w:val="center"/>
      </w:pPr>
      <w:r>
        <w:rPr>
          <w:b/>
          <w:noProof/>
          <w:sz w:val="32"/>
          <w:szCs w:val="32"/>
          <w:lang w:val="nl-NL" w:eastAsia="nl-NL"/>
        </w:rPr>
        <w:drawing>
          <wp:inline distT="0" distB="0" distL="0" distR="0" wp14:anchorId="55498794" wp14:editId="5A91DF8F">
            <wp:extent cx="644055" cy="629152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ALA_LogoVerti_RGB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875" cy="63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5302FD" w14:textId="4DFE417B" w:rsidR="00420A38" w:rsidRPr="003F09F0" w:rsidRDefault="003D4829" w:rsidP="003D4829">
      <w:pPr>
        <w:pStyle w:val="Header"/>
        <w:tabs>
          <w:tab w:val="clear" w:pos="9639"/>
          <w:tab w:val="right" w:pos="5954"/>
        </w:tabs>
        <w:spacing w:after="240"/>
        <w:jc w:val="center"/>
      </w:pPr>
      <w:r>
        <w:tab/>
      </w:r>
      <w:r w:rsidR="00420A38">
        <w:t>Input paper</w:t>
      </w:r>
      <w:r w:rsidR="00037DF4">
        <w:t xml:space="preserve">: </w:t>
      </w:r>
      <w:r w:rsidR="00420A38" w:rsidRPr="00EA5A97">
        <w:rPr>
          <w:rStyle w:val="FootnoteReference"/>
          <w:sz w:val="22"/>
          <w:vertAlign w:val="superscript"/>
        </w:rPr>
        <w:footnoteReference w:id="1"/>
      </w:r>
      <w:r w:rsidR="00420A38" w:rsidRPr="00B15B24">
        <w:tab/>
      </w:r>
      <w:r w:rsidR="00420A38">
        <w:t xml:space="preserve">     </w:t>
      </w:r>
      <w:proofErr w:type="spellStart"/>
      <w:r w:rsidR="00420A38">
        <w:t>XXX</w:t>
      </w:r>
      <w:r w:rsidR="00E558C3">
        <w:t>yy</w:t>
      </w:r>
      <w:r w:rsidR="00420A38">
        <w:t>-n.n</w:t>
      </w:r>
      <w:r w:rsidR="00E558C3">
        <w:t>.n</w:t>
      </w:r>
      <w:proofErr w:type="spellEnd"/>
    </w:p>
    <w:p w14:paraId="5A14DE03" w14:textId="77777777" w:rsidR="00BF32F0" w:rsidRDefault="00BF32F0" w:rsidP="00FE5674">
      <w:pPr>
        <w:pStyle w:val="BodyText"/>
        <w:tabs>
          <w:tab w:val="left" w:pos="2835"/>
        </w:tabs>
      </w:pPr>
    </w:p>
    <w:p w14:paraId="370CFB53" w14:textId="0056C39C"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14:paraId="78786733" w14:textId="7A4A1217" w:rsidR="0080294B" w:rsidRDefault="0080294B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ARM</w:t>
      </w:r>
      <w:proofErr w:type="gramEnd"/>
      <w:r w:rsidR="00037DF4"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Input</w:t>
      </w:r>
    </w:p>
    <w:p w14:paraId="0BC79547" w14:textId="06A4F020" w:rsidR="0080294B" w:rsidRPr="0080294B" w:rsidRDefault="0080294B" w:rsidP="00037DF4">
      <w:pPr>
        <w:pStyle w:val="BodyText"/>
        <w:tabs>
          <w:tab w:val="left" w:pos="1843"/>
        </w:tabs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ENAV</w:t>
      </w:r>
      <w:proofErr w:type="gramEnd"/>
      <w:r>
        <w:rPr>
          <w:rFonts w:cs="Arial"/>
          <w:b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Information</w:t>
      </w:r>
    </w:p>
    <w:p w14:paraId="3E1C02C4" w14:textId="77777777" w:rsidR="0080294B" w:rsidRDefault="0080294B" w:rsidP="00FE5674">
      <w:pPr>
        <w:pStyle w:val="BodyText"/>
        <w:tabs>
          <w:tab w:val="left" w:pos="2835"/>
        </w:tabs>
      </w:pPr>
    </w:p>
    <w:p w14:paraId="4DD25FD9" w14:textId="72144501"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proofErr w:type="spellStart"/>
      <w:r w:rsidR="0080294B" w:rsidRPr="0080294B">
        <w:t>n.n</w:t>
      </w:r>
      <w:proofErr w:type="spellEnd"/>
    </w:p>
    <w:p w14:paraId="1AB3E246" w14:textId="6BDE76DC" w:rsidR="00A446C9" w:rsidRPr="00FE5674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>
        <w:t>…………………………………</w:t>
      </w:r>
      <w:bookmarkStart w:id="0" w:name="_GoBack"/>
      <w:bookmarkEnd w:id="0"/>
    </w:p>
    <w:p w14:paraId="01FC5420" w14:textId="142E1744"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80294B" w:rsidRPr="0080294B">
        <w:t>…………………………………</w:t>
      </w:r>
    </w:p>
    <w:p w14:paraId="60BCC120" w14:textId="77777777" w:rsidR="0080294B" w:rsidRDefault="0080294B" w:rsidP="00FE5674">
      <w:pPr>
        <w:pStyle w:val="BodyText"/>
        <w:tabs>
          <w:tab w:val="left" w:pos="2835"/>
        </w:tabs>
      </w:pPr>
    </w:p>
    <w:p w14:paraId="4834080C" w14:textId="77777777" w:rsidR="00A446C9" w:rsidRDefault="00A446C9" w:rsidP="00A446C9">
      <w:pPr>
        <w:pStyle w:val="Title"/>
      </w:pPr>
      <w:r>
        <w:t>Title</w:t>
      </w:r>
      <w:r w:rsidR="001C44A3">
        <w:t xml:space="preserve"> of paper</w:t>
      </w:r>
    </w:p>
    <w:p w14:paraId="0F258596" w14:textId="50FB6E37" w:rsidR="00A446C9" w:rsidRDefault="00A446C9" w:rsidP="00A446C9">
      <w:pPr>
        <w:pStyle w:val="Heading1"/>
      </w:pPr>
      <w:r>
        <w:t>Summary</w:t>
      </w:r>
    </w:p>
    <w:p w14:paraId="2D829213" w14:textId="77777777" w:rsidR="00BD4E6F" w:rsidRDefault="00BD4E6F" w:rsidP="00B56BDF">
      <w:pPr>
        <w:pStyle w:val="BodyText"/>
      </w:pPr>
      <w:r>
        <w:t>Give a brief description of the content of the paper.</w:t>
      </w:r>
    </w:p>
    <w:p w14:paraId="052AC0CB" w14:textId="77777777" w:rsidR="00851373" w:rsidRDefault="00851373" w:rsidP="00B56BDF">
      <w:pPr>
        <w:pStyle w:val="BodyText"/>
      </w:pPr>
      <w:r>
        <w:rPr>
          <w:lang w:eastAsia="de-DE"/>
        </w:rPr>
        <w:t xml:space="preserve">This template is meant to be used by Committee members who are creating input documents for a Committee meeting.  The styles used are compatible with those used for IALA Recommendations / Guidelines / Liaison Notes.  It can also be used to create a cover note for documents </w:t>
      </w:r>
      <w:r w:rsidR="00F159EB">
        <w:rPr>
          <w:lang w:eastAsia="de-DE"/>
        </w:rPr>
        <w:t xml:space="preserve">being forwarded to the Committee. </w:t>
      </w:r>
      <w:r>
        <w:t xml:space="preserve"> (Body Text</w:t>
      </w:r>
      <w:r w:rsidR="00A0389B">
        <w:t xml:space="preserve"> style</w:t>
      </w:r>
      <w:r>
        <w:t>)</w:t>
      </w:r>
    </w:p>
    <w:p w14:paraId="5432CFB6" w14:textId="77B7610E" w:rsidR="00B56BDF" w:rsidRDefault="0086654F" w:rsidP="00B56BDF">
      <w:pPr>
        <w:pStyle w:val="BodyText"/>
      </w:pPr>
      <w:r>
        <w:t xml:space="preserve">This template is intended for those input papers that are not draft Recommendations / Guidelines / Liaison Notes or submissions to IMO, for which other templates are available on the </w:t>
      </w:r>
      <w:r w:rsidR="002B49E9">
        <w:t>IALA web site</w:t>
      </w:r>
      <w:r>
        <w:t>.</w:t>
      </w:r>
    </w:p>
    <w:p w14:paraId="3C575A26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7E2A4642" w14:textId="77777777" w:rsidR="00E55927" w:rsidRPr="00B56BDF" w:rsidRDefault="00BD4E6F" w:rsidP="00E55927">
      <w:pPr>
        <w:pStyle w:val="BodyText"/>
      </w:pPr>
      <w:r>
        <w:t>What do you expect the Committee to do as a result of the input of the document</w:t>
      </w:r>
      <w:r w:rsidR="0041088C">
        <w:t xml:space="preserve"> or is it an information paper</w:t>
      </w:r>
      <w:r>
        <w:t>?</w:t>
      </w:r>
    </w:p>
    <w:p w14:paraId="36D645BE" w14:textId="77777777" w:rsidR="00B56BDF" w:rsidRDefault="00B56BDF" w:rsidP="00B56BDF">
      <w:pPr>
        <w:pStyle w:val="Heading2"/>
      </w:pPr>
      <w:r>
        <w:t>Related documents</w:t>
      </w:r>
    </w:p>
    <w:p w14:paraId="553E55ED" w14:textId="77777777" w:rsidR="00E55927" w:rsidRPr="00B56BDF" w:rsidRDefault="00E55927" w:rsidP="00E55927">
      <w:pPr>
        <w:pStyle w:val="BodyText"/>
      </w:pPr>
      <w:r>
        <w:t>Body text.</w:t>
      </w:r>
    </w:p>
    <w:p w14:paraId="53733F03" w14:textId="77777777" w:rsidR="00A446C9" w:rsidRDefault="00A446C9" w:rsidP="00A446C9">
      <w:pPr>
        <w:pStyle w:val="Heading1"/>
      </w:pPr>
      <w:r>
        <w:t>Background</w:t>
      </w:r>
    </w:p>
    <w:p w14:paraId="07452EBC" w14:textId="77777777" w:rsidR="00A446C9" w:rsidRDefault="001C44A3" w:rsidP="00A446C9">
      <w:pPr>
        <w:pStyle w:val="BodyText"/>
      </w:pPr>
      <w:r>
        <w:t>Give the background to the paper.  (</w:t>
      </w:r>
      <w:r w:rsidR="00A446C9">
        <w:t>Body Text</w:t>
      </w:r>
      <w:r>
        <w:t>)</w:t>
      </w:r>
    </w:p>
    <w:p w14:paraId="041E9135" w14:textId="77777777" w:rsidR="00A446C9" w:rsidRDefault="00A446C9" w:rsidP="00A446C9">
      <w:pPr>
        <w:pStyle w:val="Heading1"/>
      </w:pPr>
      <w:r>
        <w:t>Discussion</w:t>
      </w:r>
    </w:p>
    <w:p w14:paraId="23B5467E" w14:textId="77777777" w:rsidR="00F25BF4" w:rsidRDefault="00F25BF4" w:rsidP="00A446C9">
      <w:pPr>
        <w:pStyle w:val="BodyText"/>
      </w:pPr>
      <w:r>
        <w:t>Develop as required.  (Body Text)</w:t>
      </w:r>
    </w:p>
    <w:p w14:paraId="7C5E1800" w14:textId="77777777" w:rsidR="00F25BF4" w:rsidRDefault="00F25BF4" w:rsidP="00F25BF4">
      <w:pPr>
        <w:pStyle w:val="Heading2"/>
      </w:pPr>
      <w:r>
        <w:t>Styles available (Heading 2)</w:t>
      </w:r>
    </w:p>
    <w:p w14:paraId="40CBBC19" w14:textId="77777777" w:rsidR="00F25BF4" w:rsidRDefault="00F25BF4" w:rsidP="00F25BF4">
      <w:pPr>
        <w:pStyle w:val="BodyText"/>
      </w:pPr>
      <w:r>
        <w:t>Body Text.</w:t>
      </w:r>
      <w:r w:rsidRPr="00F25BF4">
        <w:t xml:space="preserve"> </w:t>
      </w:r>
      <w:r>
        <w:t xml:space="preserve"> There are styles available for:</w:t>
      </w:r>
    </w:p>
    <w:p w14:paraId="62FBEDE9" w14:textId="77777777" w:rsidR="00F25BF4" w:rsidRDefault="00F25BF4" w:rsidP="00783FEA">
      <w:pPr>
        <w:pStyle w:val="List1"/>
      </w:pPr>
      <w:proofErr w:type="gramStart"/>
      <w:r>
        <w:t>numbering</w:t>
      </w:r>
      <w:proofErr w:type="gramEnd"/>
      <w:r>
        <w:t xml:space="preserve"> equations</w:t>
      </w:r>
      <w:r w:rsidR="00180DDA">
        <w:t xml:space="preserve"> (List 1)</w:t>
      </w:r>
      <w:r w:rsidR="003D69D0">
        <w:t>.  As equations are often transformed when transferred between different users’ computers, please consider providing equations as graphics (e.g. in .jpg format)</w:t>
      </w:r>
    </w:p>
    <w:p w14:paraId="75E2F3E2" w14:textId="77777777" w:rsidR="00F25BF4" w:rsidRDefault="00F25BF4" w:rsidP="00E558C3">
      <w:pPr>
        <w:pStyle w:val="equation"/>
        <w:tabs>
          <w:tab w:val="clear" w:pos="142"/>
          <w:tab w:val="left" w:pos="851"/>
        </w:tabs>
        <w:ind w:left="3261" w:hanging="1560"/>
        <w:jc w:val="left"/>
      </w:pPr>
      <w:r>
        <w:t>please add title</w:t>
      </w:r>
    </w:p>
    <w:p w14:paraId="1EB3290D" w14:textId="77777777" w:rsidR="00F25BF4" w:rsidRDefault="00F25BF4" w:rsidP="00783FEA">
      <w:pPr>
        <w:pStyle w:val="List1"/>
      </w:pPr>
      <w:r>
        <w:t>figures (</w:t>
      </w:r>
      <w:r w:rsidR="00A0389B">
        <w:t xml:space="preserve">title </w:t>
      </w:r>
      <w:r>
        <w:t>below</w:t>
      </w:r>
      <w:r w:rsidR="00CF1871">
        <w:t xml:space="preserve"> graphic</w:t>
      </w:r>
      <w:r>
        <w:t>)</w:t>
      </w:r>
      <w:r w:rsidR="00180DDA">
        <w:t xml:space="preserve"> (List 1)</w:t>
      </w:r>
    </w:p>
    <w:p w14:paraId="5A3AAC9D" w14:textId="77777777" w:rsidR="00783FEA" w:rsidRDefault="00724B67" w:rsidP="00783FEA">
      <w:pPr>
        <w:pStyle w:val="BodyText"/>
        <w:jc w:val="center"/>
      </w:pPr>
      <w:r>
        <w:rPr>
          <w:noProof/>
          <w:lang w:val="nl-NL" w:eastAsia="nl-NL"/>
        </w:rPr>
        <w:lastRenderedPageBreak/>
        <w:drawing>
          <wp:inline distT="0" distB="0" distL="0" distR="0" wp14:anchorId="3B97D458" wp14:editId="4ABA002C">
            <wp:extent cx="2655570" cy="1932305"/>
            <wp:effectExtent l="0" t="0" r="0" b="0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CFB86" w14:textId="77777777" w:rsidR="00F25BF4" w:rsidRDefault="00F25BF4" w:rsidP="00F25BF4">
      <w:pPr>
        <w:pStyle w:val="Figure"/>
      </w:pPr>
      <w:r>
        <w:t>Please add title</w:t>
      </w:r>
    </w:p>
    <w:p w14:paraId="577B1D72" w14:textId="77777777" w:rsidR="00BF32F0" w:rsidRPr="00BF32F0" w:rsidRDefault="00BF32F0" w:rsidP="00BF32F0"/>
    <w:p w14:paraId="5F49FA27" w14:textId="6BCAA078" w:rsidR="00F25BF4" w:rsidRDefault="00F25BF4" w:rsidP="00783FEA">
      <w:pPr>
        <w:pStyle w:val="List1"/>
      </w:pPr>
      <w:r>
        <w:t>tables (</w:t>
      </w:r>
      <w:r w:rsidR="00A0389B">
        <w:t xml:space="preserve">title </w:t>
      </w:r>
      <w:r>
        <w:t>above</w:t>
      </w:r>
      <w:r w:rsidR="00CF1871">
        <w:t xml:space="preserve"> table</w:t>
      </w:r>
      <w:r>
        <w:t>)</w:t>
      </w:r>
      <w:r w:rsidR="00180DDA">
        <w:t xml:space="preserve"> (List 1)</w:t>
      </w:r>
    </w:p>
    <w:p w14:paraId="340E8608" w14:textId="77777777" w:rsidR="00F25BF4" w:rsidRDefault="00F25BF4" w:rsidP="00F25BF4">
      <w:pPr>
        <w:pStyle w:val="Table"/>
      </w:pPr>
      <w:r>
        <w:t>Please add title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180DDA" w14:paraId="15E2B17C" w14:textId="77777777" w:rsidTr="00783FEA">
        <w:tc>
          <w:tcPr>
            <w:tcW w:w="2463" w:type="dxa"/>
          </w:tcPr>
          <w:p w14:paraId="2C38AEE8" w14:textId="77777777"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14:paraId="159AD77F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7049D51C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5B81994B" w14:textId="77777777" w:rsidR="00783FEA" w:rsidRDefault="00783FEA" w:rsidP="00783FEA">
            <w:pPr>
              <w:pStyle w:val="BodyText"/>
            </w:pPr>
          </w:p>
        </w:tc>
      </w:tr>
      <w:tr w:rsidR="00180DDA" w14:paraId="004C3EA4" w14:textId="77777777" w:rsidTr="00783FEA">
        <w:tc>
          <w:tcPr>
            <w:tcW w:w="2463" w:type="dxa"/>
          </w:tcPr>
          <w:p w14:paraId="34BF905B" w14:textId="77777777"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14:paraId="3411B047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25A456A2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2C9C393A" w14:textId="77777777" w:rsidR="00783FEA" w:rsidRDefault="00783FEA" w:rsidP="00783FEA">
            <w:pPr>
              <w:pStyle w:val="BodyText"/>
            </w:pPr>
          </w:p>
        </w:tc>
      </w:tr>
      <w:tr w:rsidR="00180DDA" w14:paraId="147B5420" w14:textId="77777777" w:rsidTr="00783FEA">
        <w:tc>
          <w:tcPr>
            <w:tcW w:w="2463" w:type="dxa"/>
          </w:tcPr>
          <w:p w14:paraId="080BC185" w14:textId="77777777"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14:paraId="460BB7AD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4A923E15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676478CE" w14:textId="77777777" w:rsidR="00783FEA" w:rsidRDefault="00783FEA" w:rsidP="00783FEA">
            <w:pPr>
              <w:pStyle w:val="BodyText"/>
            </w:pPr>
          </w:p>
        </w:tc>
      </w:tr>
    </w:tbl>
    <w:p w14:paraId="5A570892" w14:textId="77777777" w:rsidR="00F25BF4" w:rsidRDefault="00F25BF4" w:rsidP="00180DDA">
      <w:pPr>
        <w:pStyle w:val="List1"/>
        <w:numPr>
          <w:ilvl w:val="0"/>
          <w:numId w:val="0"/>
        </w:numPr>
      </w:pPr>
    </w:p>
    <w:p w14:paraId="57F0A4AD" w14:textId="77777777" w:rsidR="001C44A3" w:rsidRDefault="001C44A3" w:rsidP="00F25BF4">
      <w:pPr>
        <w:pStyle w:val="Heading3"/>
      </w:pPr>
      <w:r>
        <w:t>Other styles available are:</w:t>
      </w:r>
    </w:p>
    <w:p w14:paraId="45EA604E" w14:textId="77777777" w:rsidR="003D69D0" w:rsidRDefault="003D69D0" w:rsidP="003D69D0">
      <w:pPr>
        <w:pStyle w:val="BodyText"/>
        <w:rPr>
          <w:lang w:eastAsia="de-DE"/>
        </w:rPr>
      </w:pPr>
      <w:r>
        <w:rPr>
          <w:lang w:eastAsia="de-DE"/>
        </w:rPr>
        <w:t>Body text</w:t>
      </w:r>
    </w:p>
    <w:p w14:paraId="4B7D79E9" w14:textId="77777777" w:rsidR="003D69D0" w:rsidRDefault="003D69D0" w:rsidP="003D69D0">
      <w:pPr>
        <w:pStyle w:val="BodyTextIndent"/>
        <w:rPr>
          <w:lang w:eastAsia="de-DE"/>
        </w:rPr>
      </w:pPr>
      <w:r>
        <w:rPr>
          <w:lang w:eastAsia="de-DE"/>
        </w:rPr>
        <w:t>Body text indent</w:t>
      </w:r>
    </w:p>
    <w:p w14:paraId="27BAB6DD" w14:textId="77777777" w:rsidR="003D69D0" w:rsidRPr="003D69D0" w:rsidRDefault="003D69D0" w:rsidP="003D69D0">
      <w:pPr>
        <w:pStyle w:val="BodyTextIndent2"/>
      </w:pPr>
      <w:r>
        <w:t>Body text indent 2</w:t>
      </w:r>
    </w:p>
    <w:p w14:paraId="4106003F" w14:textId="77777777" w:rsidR="001C44A3" w:rsidRDefault="001C44A3" w:rsidP="001C44A3">
      <w:pPr>
        <w:pStyle w:val="Bullet1"/>
      </w:pPr>
      <w:r>
        <w:t>Bullet 1</w:t>
      </w:r>
      <w:r w:rsidR="003D69D0">
        <w:t xml:space="preserve"> (Bullets should comprise one sentence and all except the last bullet of a series ends with </w:t>
      </w:r>
      <w:proofErr w:type="gramStart"/>
      <w:r w:rsidR="003D69D0">
        <w:t>a ;</w:t>
      </w:r>
      <w:proofErr w:type="gramEnd"/>
      <w:r w:rsidR="003D69D0">
        <w:t xml:space="preserve"> the last bullet of series ends with a .</w:t>
      </w:r>
    </w:p>
    <w:p w14:paraId="1E444110" w14:textId="77777777" w:rsidR="001C44A3" w:rsidRDefault="001C44A3" w:rsidP="001C44A3">
      <w:pPr>
        <w:pStyle w:val="Bullet1text"/>
      </w:pPr>
      <w:r>
        <w:t xml:space="preserve">Bullet 1 </w:t>
      </w:r>
      <w:proofErr w:type="spellStart"/>
      <w:r>
        <w:t>text</w:t>
      </w:r>
      <w:proofErr w:type="spellEnd"/>
    </w:p>
    <w:p w14:paraId="3B80C3ED" w14:textId="77777777" w:rsidR="001C44A3" w:rsidRDefault="001C44A3" w:rsidP="001C44A3">
      <w:pPr>
        <w:pStyle w:val="Bullet2"/>
      </w:pPr>
      <w:r>
        <w:t>Bullet 2</w:t>
      </w:r>
    </w:p>
    <w:p w14:paraId="55E92F04" w14:textId="77777777" w:rsidR="001C44A3" w:rsidRDefault="001C44A3" w:rsidP="001C44A3">
      <w:pPr>
        <w:pStyle w:val="Bullet2text"/>
      </w:pPr>
      <w:r>
        <w:t>Bullet 2 text</w:t>
      </w:r>
    </w:p>
    <w:p w14:paraId="6DBD9713" w14:textId="77777777" w:rsidR="001C44A3" w:rsidRPr="00CF1871" w:rsidRDefault="001C44A3" w:rsidP="00CF1871">
      <w:pPr>
        <w:pStyle w:val="Bullet3"/>
      </w:pPr>
      <w:r w:rsidRPr="00CF1871">
        <w:t>Bullet 3</w:t>
      </w:r>
    </w:p>
    <w:p w14:paraId="1D599FF4" w14:textId="77777777" w:rsidR="001C44A3" w:rsidRDefault="001C44A3" w:rsidP="001C44A3">
      <w:pPr>
        <w:pStyle w:val="Bullet3text"/>
      </w:pPr>
      <w:r>
        <w:t>Bullet 3 text</w:t>
      </w:r>
    </w:p>
    <w:p w14:paraId="125A046C" w14:textId="77777777" w:rsidR="001C44A3" w:rsidRDefault="00362CD9" w:rsidP="00783FEA">
      <w:pPr>
        <w:pStyle w:val="List1"/>
        <w:numPr>
          <w:ilvl w:val="0"/>
          <w:numId w:val="40"/>
        </w:numPr>
      </w:pPr>
      <w:r>
        <w:t>List 1</w:t>
      </w:r>
      <w:r w:rsidR="003D69D0">
        <w:t xml:space="preserve">.  List items can consist of more than one sentence and they end with </w:t>
      </w:r>
      <w:proofErr w:type="gramStart"/>
      <w:r w:rsidR="003D69D0">
        <w:t>a .</w:t>
      </w:r>
      <w:proofErr w:type="gramEnd"/>
    </w:p>
    <w:p w14:paraId="2268603A" w14:textId="77777777" w:rsidR="00362CD9" w:rsidRDefault="00783FEA" w:rsidP="00362CD9">
      <w:pPr>
        <w:pStyle w:val="List1text"/>
      </w:pPr>
      <w:r>
        <w:t>This list can be restarted at 1 or set to another number by right-clicking on the text of the first list item. (</w:t>
      </w:r>
      <w:r w:rsidR="00362CD9">
        <w:t>List 1 text</w:t>
      </w:r>
      <w:r>
        <w:t>)</w:t>
      </w:r>
    </w:p>
    <w:p w14:paraId="1940655E" w14:textId="77777777" w:rsidR="00362CD9" w:rsidRDefault="00362CD9" w:rsidP="00362CD9">
      <w:pPr>
        <w:pStyle w:val="List1indent1"/>
      </w:pPr>
      <w:r>
        <w:t>List 1 indent 1</w:t>
      </w:r>
    </w:p>
    <w:p w14:paraId="567D87E3" w14:textId="77777777" w:rsidR="00362CD9" w:rsidRDefault="00362CD9" w:rsidP="00362CD9">
      <w:pPr>
        <w:pStyle w:val="List1indent1text"/>
      </w:pPr>
      <w:proofErr w:type="gramStart"/>
      <w:r>
        <w:t>List 1 indent</w:t>
      </w:r>
      <w:proofErr w:type="gramEnd"/>
      <w:r>
        <w:t xml:space="preserve"> 1 text</w:t>
      </w:r>
    </w:p>
    <w:p w14:paraId="28D2E6E8" w14:textId="77777777" w:rsidR="00362CD9" w:rsidRDefault="00362CD9" w:rsidP="00362CD9">
      <w:pPr>
        <w:pStyle w:val="List1indent2"/>
      </w:pPr>
      <w:r>
        <w:t>List 1 indent 2</w:t>
      </w:r>
    </w:p>
    <w:p w14:paraId="3DF12B26" w14:textId="77777777" w:rsidR="00362CD9" w:rsidRPr="001C44A3" w:rsidRDefault="00362CD9" w:rsidP="00362CD9">
      <w:pPr>
        <w:pStyle w:val="List1indent2text"/>
      </w:pPr>
      <w:r>
        <w:t>List 1 indent 2 text</w:t>
      </w:r>
    </w:p>
    <w:p w14:paraId="6811149D" w14:textId="77777777" w:rsidR="00F25BF4" w:rsidRDefault="00F25BF4" w:rsidP="00F25BF4">
      <w:pPr>
        <w:pStyle w:val="Heading3"/>
      </w:pPr>
      <w:r>
        <w:t>Heading levels (Heading 3)</w:t>
      </w:r>
    </w:p>
    <w:p w14:paraId="7250B3A2" w14:textId="77777777" w:rsidR="00F25BF4" w:rsidRDefault="00F25BF4" w:rsidP="00A446C9">
      <w:pPr>
        <w:pStyle w:val="BodyText"/>
      </w:pPr>
      <w:r>
        <w:t>Please try to constrain your document to only three levels of heading</w:t>
      </w:r>
      <w:r w:rsidR="00A0389B">
        <w:t>.</w:t>
      </w:r>
    </w:p>
    <w:p w14:paraId="1D083D92" w14:textId="77777777" w:rsidR="00180DDA" w:rsidRDefault="00180DDA" w:rsidP="00A446C9">
      <w:pPr>
        <w:pStyle w:val="Heading1"/>
      </w:pPr>
      <w:r>
        <w:t>References</w:t>
      </w:r>
    </w:p>
    <w:p w14:paraId="602EDD48" w14:textId="77777777" w:rsidR="00180DDA" w:rsidRDefault="00180DDA" w:rsidP="00180DDA">
      <w:pPr>
        <w:pStyle w:val="References"/>
      </w:pPr>
      <w:r>
        <w:t>Please add details</w:t>
      </w:r>
    </w:p>
    <w:p w14:paraId="00EC0BCC" w14:textId="77777777" w:rsidR="00180DDA" w:rsidRPr="00180DDA" w:rsidRDefault="00180DDA" w:rsidP="00180DDA">
      <w:pPr>
        <w:pStyle w:val="References"/>
        <w:rPr>
          <w:lang w:eastAsia="de-DE"/>
        </w:rPr>
      </w:pPr>
      <w:r>
        <w:rPr>
          <w:lang w:eastAsia="de-DE"/>
        </w:rPr>
        <w:t>..........</w:t>
      </w:r>
    </w:p>
    <w:p w14:paraId="7A8D2F27" w14:textId="77777777" w:rsidR="00A446C9" w:rsidRDefault="00A446C9" w:rsidP="00A446C9">
      <w:pPr>
        <w:pStyle w:val="Heading1"/>
      </w:pPr>
      <w:r>
        <w:lastRenderedPageBreak/>
        <w:t>Action requested of the Committee</w:t>
      </w:r>
    </w:p>
    <w:p w14:paraId="1556E528" w14:textId="77777777" w:rsidR="00F25BF4" w:rsidRDefault="00F25BF4" w:rsidP="00A446C9">
      <w:pPr>
        <w:pStyle w:val="BodyText"/>
      </w:pPr>
      <w:r>
        <w:t>The Committee is requested to:</w:t>
      </w:r>
      <w:r w:rsidRPr="00F25BF4">
        <w:t xml:space="preserve"> </w:t>
      </w:r>
      <w:r>
        <w:t>(Body text)</w:t>
      </w:r>
    </w:p>
    <w:p w14:paraId="41A1E375" w14:textId="77777777" w:rsidR="00F25BF4" w:rsidRPr="00597FAE" w:rsidRDefault="00BD4E6F" w:rsidP="00362CD9">
      <w:pPr>
        <w:pStyle w:val="List1"/>
        <w:numPr>
          <w:ilvl w:val="0"/>
          <w:numId w:val="39"/>
        </w:numPr>
      </w:pPr>
      <w:r w:rsidRPr="00597FAE">
        <w:t>?????????</w:t>
      </w:r>
    </w:p>
    <w:p w14:paraId="7A9FD49F" w14:textId="77777777" w:rsidR="00F25BF4" w:rsidRPr="00597FAE" w:rsidRDefault="00BD4E6F" w:rsidP="00F25BF4">
      <w:pPr>
        <w:pStyle w:val="List1"/>
      </w:pPr>
      <w:r w:rsidRPr="00597FAE">
        <w:t>?????????</w:t>
      </w:r>
    </w:p>
    <w:p w14:paraId="60ACBEC9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5E201BEE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10DC5D6B" w14:textId="77777777" w:rsidR="004D1D85" w:rsidRDefault="004D1D85" w:rsidP="000005D3">
      <w:pPr>
        <w:pStyle w:val="Annex"/>
        <w:sectPr w:rsidR="004D1D85" w:rsidSect="00874E11">
          <w:footerReference w:type="default" r:id="rId11"/>
          <w:pgSz w:w="11906" w:h="16838"/>
          <w:pgMar w:top="531" w:right="991" w:bottom="1134" w:left="1134" w:header="284" w:footer="709" w:gutter="0"/>
          <w:cols w:space="708"/>
          <w:docGrid w:linePitch="360"/>
        </w:sectPr>
      </w:pPr>
    </w:p>
    <w:p w14:paraId="70F8912F" w14:textId="77777777" w:rsidR="000005D3" w:rsidRDefault="000005D3" w:rsidP="000005D3">
      <w:pPr>
        <w:pStyle w:val="Annex"/>
      </w:pPr>
      <w:r>
        <w:lastRenderedPageBreak/>
        <w:t>........</w:t>
      </w:r>
    </w:p>
    <w:p w14:paraId="0AE6A493" w14:textId="77777777" w:rsidR="000005D3" w:rsidRDefault="000005D3" w:rsidP="000005D3">
      <w:pPr>
        <w:pStyle w:val="AnnexHeading1"/>
      </w:pPr>
      <w:r>
        <w:t>Annex Heading 1</w:t>
      </w:r>
    </w:p>
    <w:p w14:paraId="4D444F7A" w14:textId="77777777" w:rsidR="004D1D85" w:rsidRDefault="004D1D85" w:rsidP="004D1D85">
      <w:pPr>
        <w:pStyle w:val="AnnexHeading2"/>
      </w:pPr>
      <w:r>
        <w:t>Annex heading 2</w:t>
      </w:r>
    </w:p>
    <w:p w14:paraId="50A9DE60" w14:textId="77777777" w:rsidR="004D1D85" w:rsidRPr="004D1D85" w:rsidRDefault="004D1D85" w:rsidP="004D1D85">
      <w:pPr>
        <w:pStyle w:val="AnnexHeading3"/>
      </w:pPr>
      <w:r>
        <w:t>Annex heading 3</w:t>
      </w:r>
    </w:p>
    <w:p w14:paraId="1FC4E7A9" w14:textId="77777777" w:rsidR="004D1D85" w:rsidRDefault="004D1D85" w:rsidP="004D1D85">
      <w:pPr>
        <w:pStyle w:val="BodyText"/>
      </w:pPr>
    </w:p>
    <w:p w14:paraId="5FF80F9D" w14:textId="77777777" w:rsidR="004D1D85" w:rsidRPr="004D1D85" w:rsidRDefault="004D1D85" w:rsidP="004D1D85">
      <w:pPr>
        <w:pStyle w:val="BodyText"/>
      </w:pPr>
    </w:p>
    <w:p w14:paraId="4A7BF657" w14:textId="77777777" w:rsidR="004D1D85" w:rsidRDefault="004D1D85" w:rsidP="004D1D85">
      <w:pPr>
        <w:pStyle w:val="Appendix"/>
        <w:numPr>
          <w:ilvl w:val="0"/>
          <w:numId w:val="0"/>
        </w:numPr>
        <w:sectPr w:rsidR="004D1D85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Default="000005D3" w:rsidP="000005D3">
      <w:pPr>
        <w:pStyle w:val="Appendix"/>
      </w:pPr>
      <w:r>
        <w:lastRenderedPageBreak/>
        <w:t>........</w:t>
      </w:r>
    </w:p>
    <w:p w14:paraId="57208D74" w14:textId="77777777" w:rsidR="000005D3" w:rsidRDefault="000005D3" w:rsidP="000005D3">
      <w:pPr>
        <w:pStyle w:val="AnnexHeading1"/>
        <w:numPr>
          <w:ilvl w:val="0"/>
          <w:numId w:val="42"/>
        </w:numPr>
        <w:rPr>
          <w:lang w:eastAsia="en-US"/>
        </w:rPr>
      </w:pPr>
      <w:r>
        <w:rPr>
          <w:lang w:eastAsia="en-US"/>
        </w:rPr>
        <w:t>Appendix heading 1</w:t>
      </w:r>
    </w:p>
    <w:p w14:paraId="16DF7C40" w14:textId="77777777" w:rsidR="004D1D85" w:rsidRDefault="004D1D85" w:rsidP="004D1D85">
      <w:pPr>
        <w:pStyle w:val="AnnexHeading2"/>
        <w:rPr>
          <w:lang w:eastAsia="en-US"/>
        </w:rPr>
      </w:pPr>
      <w:r>
        <w:rPr>
          <w:lang w:eastAsia="en-US"/>
        </w:rPr>
        <w:t>Appendix heading 2</w:t>
      </w:r>
    </w:p>
    <w:p w14:paraId="16AE6650" w14:textId="77777777" w:rsidR="004D1D85" w:rsidRPr="004D1D85" w:rsidRDefault="004D1D85" w:rsidP="004D1D85">
      <w:pPr>
        <w:pStyle w:val="AnnexHeading3"/>
        <w:rPr>
          <w:lang w:eastAsia="en-US"/>
        </w:rPr>
      </w:pPr>
      <w:r>
        <w:rPr>
          <w:lang w:eastAsia="en-US"/>
        </w:rPr>
        <w:t>Appendix heading 3</w:t>
      </w:r>
    </w:p>
    <w:sectPr w:rsidR="004D1D85" w:rsidRPr="004D1D85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80B99E" w14:textId="77777777" w:rsidR="002A0813" w:rsidRDefault="002A0813" w:rsidP="00362CD9">
      <w:r>
        <w:separator/>
      </w:r>
    </w:p>
  </w:endnote>
  <w:endnote w:type="continuationSeparator" w:id="0">
    <w:p w14:paraId="39D701A1" w14:textId="77777777" w:rsidR="002A0813" w:rsidRDefault="002A0813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0EF88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45A9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478921" w14:textId="77777777" w:rsidR="002A0813" w:rsidRDefault="002A0813" w:rsidP="00362CD9">
      <w:r>
        <w:separator/>
      </w:r>
    </w:p>
  </w:footnote>
  <w:footnote w:type="continuationSeparator" w:id="0">
    <w:p w14:paraId="4E078C65" w14:textId="77777777" w:rsidR="002A0813" w:rsidRDefault="002A0813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37DF4"/>
    <w:rsid w:val="0004700E"/>
    <w:rsid w:val="00070C13"/>
    <w:rsid w:val="00084F33"/>
    <w:rsid w:val="000A77A7"/>
    <w:rsid w:val="000B1707"/>
    <w:rsid w:val="000C1B3E"/>
    <w:rsid w:val="00177F4D"/>
    <w:rsid w:val="00180DDA"/>
    <w:rsid w:val="001B2A2D"/>
    <w:rsid w:val="001B737D"/>
    <w:rsid w:val="001C44A3"/>
    <w:rsid w:val="001E0E15"/>
    <w:rsid w:val="001F528A"/>
    <w:rsid w:val="001F704E"/>
    <w:rsid w:val="002125B0"/>
    <w:rsid w:val="00243228"/>
    <w:rsid w:val="00245A91"/>
    <w:rsid w:val="00251483"/>
    <w:rsid w:val="00255CAA"/>
    <w:rsid w:val="00264305"/>
    <w:rsid w:val="002A0346"/>
    <w:rsid w:val="002A0813"/>
    <w:rsid w:val="002A4487"/>
    <w:rsid w:val="002B49E9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B28F5"/>
    <w:rsid w:val="003B7B7D"/>
    <w:rsid w:val="003C54CB"/>
    <w:rsid w:val="003C7A2A"/>
    <w:rsid w:val="003D2DC1"/>
    <w:rsid w:val="003D4829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97FAE"/>
    <w:rsid w:val="005B32A3"/>
    <w:rsid w:val="005C0D44"/>
    <w:rsid w:val="005C566C"/>
    <w:rsid w:val="005C7E69"/>
    <w:rsid w:val="005E262D"/>
    <w:rsid w:val="005F23D3"/>
    <w:rsid w:val="005F7E20"/>
    <w:rsid w:val="006652C3"/>
    <w:rsid w:val="00691FD0"/>
    <w:rsid w:val="00692148"/>
    <w:rsid w:val="006C5948"/>
    <w:rsid w:val="006F2A74"/>
    <w:rsid w:val="007118F5"/>
    <w:rsid w:val="00712AA4"/>
    <w:rsid w:val="00721AA1"/>
    <w:rsid w:val="00724B67"/>
    <w:rsid w:val="007547F8"/>
    <w:rsid w:val="00765622"/>
    <w:rsid w:val="00770B6C"/>
    <w:rsid w:val="00783FEA"/>
    <w:rsid w:val="00791E34"/>
    <w:rsid w:val="0080294B"/>
    <w:rsid w:val="0082480E"/>
    <w:rsid w:val="00850293"/>
    <w:rsid w:val="00851373"/>
    <w:rsid w:val="00851BA6"/>
    <w:rsid w:val="0085654D"/>
    <w:rsid w:val="00861160"/>
    <w:rsid w:val="0086654F"/>
    <w:rsid w:val="00874E11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A0389B"/>
    <w:rsid w:val="00A446C9"/>
    <w:rsid w:val="00A635D6"/>
    <w:rsid w:val="00A8553A"/>
    <w:rsid w:val="00A93AED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D3CB8"/>
    <w:rsid w:val="00BD4E6F"/>
    <w:rsid w:val="00BF32F0"/>
    <w:rsid w:val="00BF4DCE"/>
    <w:rsid w:val="00C05CE5"/>
    <w:rsid w:val="00C6171E"/>
    <w:rsid w:val="00CA6F2C"/>
    <w:rsid w:val="00CF1871"/>
    <w:rsid w:val="00D1133E"/>
    <w:rsid w:val="00D17A34"/>
    <w:rsid w:val="00D26628"/>
    <w:rsid w:val="00D332B3"/>
    <w:rsid w:val="00D55207"/>
    <w:rsid w:val="00D92B45"/>
    <w:rsid w:val="00D95962"/>
    <w:rsid w:val="00DC389B"/>
    <w:rsid w:val="00DE2FEE"/>
    <w:rsid w:val="00E00BE9"/>
    <w:rsid w:val="00E22A11"/>
    <w:rsid w:val="00E31E5C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159EB"/>
    <w:rsid w:val="00F15DEA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C9F79-E5F1-4349-B2A2-EBD980C37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384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4</cp:revision>
  <dcterms:created xsi:type="dcterms:W3CDTF">2016-01-07T13:04:00Z</dcterms:created>
  <dcterms:modified xsi:type="dcterms:W3CDTF">2016-01-10T11:59:00Z</dcterms:modified>
</cp:coreProperties>
</file>