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74E95" w14:textId="1F5A1A2D" w:rsidR="006D7D83" w:rsidRPr="008162A0" w:rsidRDefault="008162A0" w:rsidP="006D7D83">
      <w:pPr>
        <w:spacing w:before="120" w:after="120"/>
        <w:jc w:val="center"/>
        <w:rPr>
          <w:rFonts w:eastAsia="MS Mincho"/>
          <w:b/>
          <w:noProof/>
          <w:sz w:val="32"/>
          <w:szCs w:val="32"/>
          <w:lang w:val="sv-SE" w:eastAsia="sv-SE"/>
        </w:rPr>
      </w:pPr>
      <w:bookmarkStart w:id="0" w:name="_Hlk32849325"/>
      <w:r>
        <w:rPr>
          <w:noProof/>
        </w:rPr>
        <w:drawing>
          <wp:inline distT="0" distB="0" distL="0" distR="0" wp14:anchorId="2474664F" wp14:editId="63FAC35F">
            <wp:extent cx="904875" cy="886408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886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2E3FE8" w14:textId="031EA369" w:rsidR="0074533D" w:rsidRPr="008162A0" w:rsidRDefault="0099572E" w:rsidP="008162A0">
      <w:pPr>
        <w:spacing w:before="120" w:after="360"/>
        <w:jc w:val="center"/>
        <w:rPr>
          <w:rFonts w:eastAsia="MS Mincho"/>
          <w:b/>
          <w:noProof/>
          <w:sz w:val="32"/>
          <w:szCs w:val="32"/>
          <w:lang w:val="sv-SE" w:eastAsia="sv-SE"/>
        </w:rPr>
      </w:pP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46</w:t>
      </w:r>
      <w:r w:rsidRPr="0099572E">
        <w:rPr>
          <w:rFonts w:ascii="Calibri" w:eastAsia="MS Mincho" w:hAnsi="Calibri"/>
          <w:b/>
          <w:color w:val="4F81BD"/>
          <w:sz w:val="32"/>
          <w:szCs w:val="32"/>
          <w:vertAlign w:val="superscript"/>
          <w:lang w:eastAsia="ja-JP"/>
        </w:rPr>
        <w:t>th</w:t>
      </w: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</w:t>
      </w:r>
      <w:r w:rsidR="0013032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Meeting</w:t>
      </w:r>
      <w:r w:rsidR="0074533D" w:rsidRPr="008162A0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of the IALA Policy Advisory Panel</w:t>
      </w:r>
      <w:r w:rsidR="0013032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(</w:t>
      </w:r>
      <w:r w:rsidR="006A5D3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PAP4</w:t>
      </w: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6</w:t>
      </w:r>
      <w:r w:rsidR="0013032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)</w:t>
      </w:r>
    </w:p>
    <w:p w14:paraId="5D1499AC" w14:textId="1E27E14B" w:rsidR="008162A0" w:rsidRDefault="0074533D" w:rsidP="0074533D">
      <w:pPr>
        <w:spacing w:after="120"/>
        <w:rPr>
          <w:rFonts w:ascii="Calibri" w:hAnsi="Calibri" w:cs="Calibri"/>
          <w:szCs w:val="22"/>
        </w:rPr>
      </w:pPr>
      <w:r w:rsidRPr="00D47E3C">
        <w:rPr>
          <w:rFonts w:ascii="Calibri" w:hAnsi="Calibri" w:cs="Calibri"/>
          <w:szCs w:val="22"/>
        </w:rPr>
        <w:t xml:space="preserve">The </w:t>
      </w:r>
      <w:r w:rsidR="0099572E">
        <w:rPr>
          <w:rFonts w:ascii="Calibri" w:hAnsi="Calibri" w:cs="Calibri"/>
          <w:szCs w:val="22"/>
        </w:rPr>
        <w:t>46</w:t>
      </w:r>
      <w:r w:rsidR="0099572E" w:rsidRPr="0099572E">
        <w:rPr>
          <w:rFonts w:ascii="Calibri" w:hAnsi="Calibri" w:cs="Calibri"/>
          <w:szCs w:val="22"/>
          <w:vertAlign w:val="superscript"/>
        </w:rPr>
        <w:t>th</w:t>
      </w:r>
      <w:r w:rsidR="0099572E">
        <w:rPr>
          <w:rFonts w:ascii="Calibri" w:hAnsi="Calibri" w:cs="Calibri"/>
          <w:szCs w:val="22"/>
        </w:rPr>
        <w:t xml:space="preserve"> </w:t>
      </w:r>
      <w:r w:rsidRPr="00D47E3C">
        <w:rPr>
          <w:rFonts w:ascii="Calibri" w:hAnsi="Calibri" w:cs="Calibri"/>
          <w:szCs w:val="22"/>
        </w:rPr>
        <w:t xml:space="preserve">meeting of </w:t>
      </w:r>
      <w:r w:rsidR="008162A0" w:rsidRPr="0064567E">
        <w:rPr>
          <w:rFonts w:ascii="Calibri" w:hAnsi="Calibri" w:cs="Calibri"/>
          <w:szCs w:val="22"/>
        </w:rPr>
        <w:t xml:space="preserve">the </w:t>
      </w:r>
      <w:r w:rsidRPr="00A851E9">
        <w:rPr>
          <w:rFonts w:ascii="Calibri" w:hAnsi="Calibri" w:cs="Calibri"/>
          <w:szCs w:val="22"/>
        </w:rPr>
        <w:t>P</w:t>
      </w:r>
      <w:r w:rsidR="008162A0" w:rsidRPr="00A851E9">
        <w:rPr>
          <w:rFonts w:ascii="Calibri" w:hAnsi="Calibri" w:cs="Calibri"/>
          <w:szCs w:val="22"/>
        </w:rPr>
        <w:t xml:space="preserve">olicy </w:t>
      </w:r>
      <w:r w:rsidRPr="00A851E9">
        <w:rPr>
          <w:rFonts w:ascii="Calibri" w:hAnsi="Calibri" w:cs="Calibri"/>
          <w:szCs w:val="22"/>
        </w:rPr>
        <w:t>A</w:t>
      </w:r>
      <w:r w:rsidR="008162A0" w:rsidRPr="00A851E9">
        <w:rPr>
          <w:rFonts w:ascii="Calibri" w:hAnsi="Calibri" w:cs="Calibri"/>
          <w:szCs w:val="22"/>
        </w:rPr>
        <w:t xml:space="preserve">dvisory </w:t>
      </w:r>
      <w:r w:rsidRPr="00A851E9">
        <w:rPr>
          <w:rFonts w:ascii="Calibri" w:hAnsi="Calibri" w:cs="Calibri"/>
          <w:szCs w:val="22"/>
        </w:rPr>
        <w:t>P</w:t>
      </w:r>
      <w:r w:rsidR="008162A0" w:rsidRPr="00A851E9">
        <w:rPr>
          <w:rFonts w:ascii="Calibri" w:hAnsi="Calibri" w:cs="Calibri"/>
          <w:szCs w:val="22"/>
        </w:rPr>
        <w:t>anel</w:t>
      </w:r>
      <w:r w:rsidRPr="00A851E9">
        <w:rPr>
          <w:rFonts w:ascii="Calibri" w:hAnsi="Calibri" w:cs="Calibri"/>
          <w:szCs w:val="22"/>
        </w:rPr>
        <w:t xml:space="preserve"> will</w:t>
      </w:r>
      <w:r w:rsidRPr="00D47E3C">
        <w:rPr>
          <w:rFonts w:ascii="Calibri" w:hAnsi="Calibri" w:cs="Calibri"/>
          <w:szCs w:val="22"/>
        </w:rPr>
        <w:t xml:space="preserve"> be held on </w:t>
      </w:r>
      <w:r w:rsidR="0010701D">
        <w:rPr>
          <w:rFonts w:ascii="Calibri" w:hAnsi="Calibri" w:cs="Calibri"/>
          <w:szCs w:val="22"/>
        </w:rPr>
        <w:t>2</w:t>
      </w:r>
      <w:r w:rsidR="00FE1C0E">
        <w:rPr>
          <w:rFonts w:ascii="Calibri" w:hAnsi="Calibri" w:cs="Calibri"/>
          <w:szCs w:val="22"/>
        </w:rPr>
        <w:t xml:space="preserve"> – </w:t>
      </w:r>
      <w:r w:rsidR="0010701D">
        <w:rPr>
          <w:rFonts w:ascii="Calibri" w:hAnsi="Calibri" w:cs="Calibri"/>
          <w:szCs w:val="22"/>
        </w:rPr>
        <w:t>4</w:t>
      </w:r>
      <w:r w:rsidR="00FE1C0E">
        <w:rPr>
          <w:rFonts w:ascii="Calibri" w:hAnsi="Calibri" w:cs="Calibri"/>
          <w:szCs w:val="22"/>
        </w:rPr>
        <w:t xml:space="preserve"> </w:t>
      </w:r>
      <w:r w:rsidR="0099572E">
        <w:rPr>
          <w:rFonts w:ascii="Calibri" w:hAnsi="Calibri" w:cs="Calibri"/>
          <w:szCs w:val="22"/>
        </w:rPr>
        <w:t>May</w:t>
      </w:r>
      <w:r w:rsidR="00CB5FFA" w:rsidRPr="00D47E3C">
        <w:rPr>
          <w:rFonts w:ascii="Calibri" w:hAnsi="Calibri" w:cs="Calibri"/>
          <w:szCs w:val="22"/>
        </w:rPr>
        <w:t xml:space="preserve"> </w:t>
      </w:r>
      <w:r w:rsidR="00B96C61">
        <w:rPr>
          <w:rFonts w:ascii="Calibri" w:hAnsi="Calibri" w:cs="Calibri"/>
          <w:szCs w:val="22"/>
        </w:rPr>
        <w:t>202</w:t>
      </w:r>
      <w:r w:rsidR="0099572E">
        <w:rPr>
          <w:rFonts w:ascii="Calibri" w:hAnsi="Calibri" w:cs="Calibri"/>
          <w:szCs w:val="22"/>
        </w:rPr>
        <w:t>2</w:t>
      </w:r>
      <w:r w:rsidR="0068170B">
        <w:rPr>
          <w:rFonts w:ascii="Calibri" w:hAnsi="Calibri" w:cs="Calibri"/>
          <w:szCs w:val="22"/>
        </w:rPr>
        <w:t xml:space="preserve">, </w:t>
      </w:r>
      <w:r w:rsidR="00DC4B84">
        <w:rPr>
          <w:rFonts w:ascii="Calibri" w:hAnsi="Calibri" w:cs="Calibri"/>
          <w:szCs w:val="22"/>
        </w:rPr>
        <w:t>a</w:t>
      </w:r>
      <w:r w:rsidR="00A30E87">
        <w:rPr>
          <w:rFonts w:ascii="Calibri" w:hAnsi="Calibri" w:cs="Calibri"/>
          <w:szCs w:val="22"/>
        </w:rPr>
        <w:t>t IALA HQ</w:t>
      </w:r>
      <w:r w:rsidRPr="00D47E3C">
        <w:rPr>
          <w:rFonts w:ascii="Calibri" w:hAnsi="Calibri" w:cs="Calibri"/>
          <w:szCs w:val="22"/>
        </w:rPr>
        <w:t>.</w:t>
      </w:r>
      <w:r w:rsidR="008162A0">
        <w:rPr>
          <w:rFonts w:ascii="Calibri" w:hAnsi="Calibri" w:cs="Calibri"/>
          <w:szCs w:val="22"/>
        </w:rPr>
        <w:t xml:space="preserve"> The timings of the meeting are:</w:t>
      </w:r>
    </w:p>
    <w:p w14:paraId="022A5DC4" w14:textId="637467DC" w:rsidR="008162A0" w:rsidRPr="003720A9" w:rsidRDefault="006C3710" w:rsidP="008162A0">
      <w:pPr>
        <w:spacing w:after="120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Monday</w:t>
      </w:r>
      <w:r w:rsidR="008162A0" w:rsidRPr="00D47E3C">
        <w:rPr>
          <w:rFonts w:ascii="Calibri" w:hAnsi="Calibri" w:cs="Calibri"/>
          <w:szCs w:val="22"/>
        </w:rPr>
        <w:tab/>
      </w:r>
      <w:r w:rsidR="0010701D">
        <w:rPr>
          <w:rFonts w:ascii="Calibri" w:hAnsi="Calibri" w:cs="Calibri"/>
          <w:szCs w:val="22"/>
        </w:rPr>
        <w:t>02</w:t>
      </w:r>
      <w:r w:rsidR="004C42E4">
        <w:rPr>
          <w:rFonts w:ascii="Calibri" w:hAnsi="Calibri" w:cs="Calibri"/>
          <w:szCs w:val="22"/>
        </w:rPr>
        <w:t>/</w:t>
      </w:r>
      <w:r w:rsidR="000A37B5">
        <w:rPr>
          <w:rFonts w:ascii="Calibri" w:hAnsi="Calibri" w:cs="Calibri"/>
          <w:szCs w:val="22"/>
        </w:rPr>
        <w:t>0</w:t>
      </w:r>
      <w:r w:rsidR="00486D0B">
        <w:rPr>
          <w:rFonts w:ascii="Calibri" w:hAnsi="Calibri" w:cs="Calibri"/>
          <w:szCs w:val="22"/>
        </w:rPr>
        <w:t>5</w:t>
      </w:r>
      <w:r w:rsidR="004C42E4">
        <w:rPr>
          <w:rFonts w:ascii="Calibri" w:hAnsi="Calibri" w:cs="Calibri"/>
          <w:szCs w:val="22"/>
        </w:rPr>
        <w:t>/20</w:t>
      </w:r>
      <w:r w:rsidR="00D33917">
        <w:rPr>
          <w:rFonts w:ascii="Calibri" w:hAnsi="Calibri" w:cs="Calibri"/>
          <w:szCs w:val="22"/>
        </w:rPr>
        <w:t>2</w:t>
      </w:r>
      <w:r w:rsidR="000A37B5">
        <w:rPr>
          <w:rFonts w:ascii="Calibri" w:hAnsi="Calibri" w:cs="Calibri"/>
          <w:szCs w:val="22"/>
        </w:rPr>
        <w:t>2</w:t>
      </w:r>
      <w:r w:rsidR="008162A0" w:rsidRPr="00D47E3C">
        <w:rPr>
          <w:rFonts w:ascii="Calibri" w:hAnsi="Calibri" w:cs="Calibri"/>
          <w:szCs w:val="22"/>
        </w:rPr>
        <w:tab/>
      </w:r>
      <w:r>
        <w:rPr>
          <w:rFonts w:ascii="Calibri" w:hAnsi="Calibri" w:cs="Calibri"/>
          <w:szCs w:val="22"/>
        </w:rPr>
        <w:t>1</w:t>
      </w:r>
      <w:r w:rsidR="007A07F0">
        <w:rPr>
          <w:rFonts w:ascii="Calibri" w:hAnsi="Calibri" w:cs="Calibri"/>
          <w:szCs w:val="22"/>
        </w:rPr>
        <w:t>3</w:t>
      </w:r>
      <w:r w:rsidR="00C22C8A">
        <w:rPr>
          <w:rFonts w:ascii="Calibri" w:hAnsi="Calibri" w:cs="Calibri"/>
          <w:szCs w:val="22"/>
        </w:rPr>
        <w:t>:</w:t>
      </w:r>
      <w:r w:rsidR="00F32F75" w:rsidRPr="003720A9">
        <w:rPr>
          <w:rFonts w:ascii="Calibri" w:hAnsi="Calibri" w:cs="Calibri"/>
          <w:szCs w:val="22"/>
        </w:rPr>
        <w:t>00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C22C8A">
        <w:rPr>
          <w:rFonts w:ascii="Calibri" w:hAnsi="Calibri" w:cs="Calibri"/>
          <w:szCs w:val="22"/>
        </w:rPr>
        <w:t>–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D71E6A">
        <w:rPr>
          <w:rFonts w:ascii="Calibri" w:hAnsi="Calibri" w:cs="Calibri"/>
          <w:szCs w:val="22"/>
        </w:rPr>
        <w:t>17</w:t>
      </w:r>
      <w:r w:rsidR="00C22C8A">
        <w:rPr>
          <w:rFonts w:ascii="Calibri" w:hAnsi="Calibri" w:cs="Calibri"/>
          <w:szCs w:val="22"/>
        </w:rPr>
        <w:t>:</w:t>
      </w:r>
      <w:r w:rsidR="008162A0" w:rsidRPr="003720A9">
        <w:rPr>
          <w:rFonts w:ascii="Calibri" w:hAnsi="Calibri" w:cs="Calibri"/>
          <w:szCs w:val="22"/>
        </w:rPr>
        <w:t>00</w:t>
      </w:r>
      <w:r w:rsidR="009175E8" w:rsidRPr="003720A9">
        <w:rPr>
          <w:rFonts w:ascii="Calibri" w:hAnsi="Calibri" w:cs="Calibri"/>
          <w:szCs w:val="22"/>
        </w:rPr>
        <w:t xml:space="preserve"> </w:t>
      </w:r>
      <w:r w:rsidR="00071265">
        <w:rPr>
          <w:rFonts w:ascii="Calibri" w:hAnsi="Calibri" w:cs="Calibri"/>
          <w:szCs w:val="22"/>
        </w:rPr>
        <w:t>CEST</w:t>
      </w:r>
    </w:p>
    <w:p w14:paraId="2E5BD9BB" w14:textId="07124882" w:rsidR="008162A0" w:rsidRPr="003720A9" w:rsidRDefault="006C3710" w:rsidP="00AB1E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585"/>
        </w:tabs>
        <w:spacing w:after="120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Tuesday</w:t>
      </w:r>
      <w:r w:rsidR="003D3D38">
        <w:rPr>
          <w:rFonts w:ascii="Calibri" w:hAnsi="Calibri" w:cs="Calibri"/>
          <w:szCs w:val="22"/>
        </w:rPr>
        <w:tab/>
      </w:r>
      <w:r w:rsidR="00DC4B84">
        <w:rPr>
          <w:rFonts w:ascii="Calibri" w:hAnsi="Calibri" w:cs="Calibri"/>
          <w:szCs w:val="22"/>
        </w:rPr>
        <w:t>0</w:t>
      </w:r>
      <w:r w:rsidR="0010701D">
        <w:rPr>
          <w:rFonts w:ascii="Calibri" w:hAnsi="Calibri" w:cs="Calibri"/>
          <w:szCs w:val="22"/>
        </w:rPr>
        <w:t>3</w:t>
      </w:r>
      <w:r w:rsidR="00C210DB" w:rsidRPr="003720A9">
        <w:rPr>
          <w:rFonts w:ascii="Calibri" w:hAnsi="Calibri" w:cs="Calibri"/>
          <w:szCs w:val="22"/>
        </w:rPr>
        <w:t>/</w:t>
      </w:r>
      <w:r w:rsidR="000A37B5">
        <w:rPr>
          <w:rFonts w:ascii="Calibri" w:hAnsi="Calibri" w:cs="Calibri"/>
          <w:szCs w:val="22"/>
        </w:rPr>
        <w:t>0</w:t>
      </w:r>
      <w:r w:rsidR="00486D0B">
        <w:rPr>
          <w:rFonts w:ascii="Calibri" w:hAnsi="Calibri" w:cs="Calibri"/>
          <w:szCs w:val="22"/>
        </w:rPr>
        <w:t>5</w:t>
      </w:r>
      <w:r w:rsidR="00C210DB" w:rsidRPr="003720A9">
        <w:rPr>
          <w:rFonts w:ascii="Calibri" w:hAnsi="Calibri" w:cs="Calibri"/>
          <w:szCs w:val="22"/>
        </w:rPr>
        <w:t>/202</w:t>
      </w:r>
      <w:r w:rsidR="000A37B5">
        <w:rPr>
          <w:rFonts w:ascii="Calibri" w:hAnsi="Calibri" w:cs="Calibri"/>
          <w:szCs w:val="22"/>
        </w:rPr>
        <w:t>2</w:t>
      </w:r>
      <w:r w:rsidR="008162A0" w:rsidRPr="003720A9">
        <w:rPr>
          <w:rFonts w:ascii="Calibri" w:hAnsi="Calibri" w:cs="Calibri"/>
          <w:szCs w:val="22"/>
        </w:rPr>
        <w:tab/>
      </w:r>
      <w:r w:rsidR="00D71E6A">
        <w:rPr>
          <w:rFonts w:ascii="Calibri" w:hAnsi="Calibri" w:cs="Calibri"/>
          <w:szCs w:val="22"/>
        </w:rPr>
        <w:t>09</w:t>
      </w:r>
      <w:r w:rsidR="00C22C8A">
        <w:rPr>
          <w:rFonts w:ascii="Calibri" w:hAnsi="Calibri" w:cs="Calibri"/>
          <w:szCs w:val="22"/>
        </w:rPr>
        <w:t>:</w:t>
      </w:r>
      <w:r w:rsidR="00012DC9">
        <w:rPr>
          <w:rFonts w:ascii="Calibri" w:hAnsi="Calibri" w:cs="Calibri"/>
          <w:szCs w:val="22"/>
        </w:rPr>
        <w:t>30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C22C8A">
        <w:rPr>
          <w:rFonts w:ascii="Calibri" w:hAnsi="Calibri" w:cs="Calibri"/>
          <w:szCs w:val="22"/>
        </w:rPr>
        <w:t>–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D71E6A">
        <w:rPr>
          <w:rFonts w:ascii="Calibri" w:hAnsi="Calibri" w:cs="Calibri"/>
          <w:szCs w:val="22"/>
        </w:rPr>
        <w:t>17</w:t>
      </w:r>
      <w:r w:rsidR="00C22C8A">
        <w:rPr>
          <w:rFonts w:ascii="Calibri" w:hAnsi="Calibri" w:cs="Calibri"/>
          <w:szCs w:val="22"/>
        </w:rPr>
        <w:t>:</w:t>
      </w:r>
      <w:r w:rsidR="008162A0" w:rsidRPr="003720A9">
        <w:rPr>
          <w:rFonts w:ascii="Calibri" w:hAnsi="Calibri" w:cs="Calibri"/>
          <w:szCs w:val="22"/>
        </w:rPr>
        <w:t>00</w:t>
      </w:r>
      <w:r w:rsidR="008A6F56" w:rsidRPr="003720A9">
        <w:rPr>
          <w:rFonts w:ascii="Calibri" w:hAnsi="Calibri" w:cs="Calibri"/>
          <w:szCs w:val="22"/>
        </w:rPr>
        <w:t xml:space="preserve"> </w:t>
      </w:r>
      <w:r w:rsidR="00071265">
        <w:rPr>
          <w:rFonts w:ascii="Calibri" w:hAnsi="Calibri" w:cs="Calibri"/>
          <w:szCs w:val="22"/>
        </w:rPr>
        <w:t>CEST</w:t>
      </w:r>
    </w:p>
    <w:p w14:paraId="67B4C906" w14:textId="458E4338" w:rsidR="008162A0" w:rsidRDefault="006C3710" w:rsidP="008162A0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Wednesday</w:t>
      </w:r>
      <w:r w:rsidR="008162A0" w:rsidRPr="003720A9">
        <w:rPr>
          <w:rFonts w:ascii="Calibri" w:hAnsi="Calibri" w:cs="Calibri"/>
          <w:szCs w:val="22"/>
        </w:rPr>
        <w:tab/>
      </w:r>
      <w:r w:rsidR="0010701D">
        <w:rPr>
          <w:rFonts w:ascii="Calibri" w:hAnsi="Calibri" w:cs="Calibri"/>
          <w:szCs w:val="22"/>
        </w:rPr>
        <w:t>04</w:t>
      </w:r>
      <w:r w:rsidR="00C210DB" w:rsidRPr="003720A9">
        <w:rPr>
          <w:rFonts w:ascii="Calibri" w:hAnsi="Calibri" w:cs="Calibri"/>
          <w:szCs w:val="22"/>
        </w:rPr>
        <w:t>/</w:t>
      </w:r>
      <w:r w:rsidR="000A37B5">
        <w:rPr>
          <w:rFonts w:ascii="Calibri" w:hAnsi="Calibri" w:cs="Calibri"/>
          <w:szCs w:val="22"/>
        </w:rPr>
        <w:t>0</w:t>
      </w:r>
      <w:r w:rsidR="00486D0B">
        <w:rPr>
          <w:rFonts w:ascii="Calibri" w:hAnsi="Calibri" w:cs="Calibri"/>
          <w:szCs w:val="22"/>
        </w:rPr>
        <w:t>5</w:t>
      </w:r>
      <w:r w:rsidR="00C210DB" w:rsidRPr="003720A9">
        <w:rPr>
          <w:rFonts w:ascii="Calibri" w:hAnsi="Calibri" w:cs="Calibri"/>
          <w:szCs w:val="22"/>
        </w:rPr>
        <w:t>/202</w:t>
      </w:r>
      <w:r w:rsidR="000A37B5">
        <w:rPr>
          <w:rFonts w:ascii="Calibri" w:hAnsi="Calibri" w:cs="Calibri"/>
          <w:szCs w:val="22"/>
        </w:rPr>
        <w:t>2</w:t>
      </w:r>
      <w:r w:rsidR="008162A0" w:rsidRPr="003720A9">
        <w:rPr>
          <w:rFonts w:ascii="Calibri" w:hAnsi="Calibri" w:cs="Calibri"/>
          <w:szCs w:val="22"/>
        </w:rPr>
        <w:tab/>
      </w:r>
      <w:r w:rsidR="00D71E6A">
        <w:rPr>
          <w:rFonts w:ascii="Calibri" w:hAnsi="Calibri" w:cs="Calibri"/>
          <w:szCs w:val="22"/>
        </w:rPr>
        <w:t>09</w:t>
      </w:r>
      <w:r w:rsidR="00C22C8A">
        <w:rPr>
          <w:rFonts w:ascii="Calibri" w:hAnsi="Calibri" w:cs="Calibri"/>
          <w:szCs w:val="22"/>
        </w:rPr>
        <w:t>:</w:t>
      </w:r>
      <w:r w:rsidR="00504C44">
        <w:rPr>
          <w:rFonts w:ascii="Calibri" w:hAnsi="Calibri" w:cs="Calibri"/>
          <w:szCs w:val="22"/>
        </w:rPr>
        <w:t>30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C22C8A">
        <w:rPr>
          <w:rFonts w:ascii="Calibri" w:hAnsi="Calibri" w:cs="Calibri"/>
          <w:szCs w:val="22"/>
        </w:rPr>
        <w:t>–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8162A0" w:rsidRPr="003720A9">
        <w:rPr>
          <w:rFonts w:ascii="Calibri" w:hAnsi="Calibri" w:cs="Calibri"/>
          <w:szCs w:val="22"/>
        </w:rPr>
        <w:t>1</w:t>
      </w:r>
      <w:r w:rsidR="00D71E6A">
        <w:rPr>
          <w:rFonts w:ascii="Calibri" w:hAnsi="Calibri" w:cs="Calibri"/>
          <w:szCs w:val="22"/>
        </w:rPr>
        <w:t>7</w:t>
      </w:r>
      <w:r w:rsidR="00C22C8A">
        <w:rPr>
          <w:rFonts w:ascii="Calibri" w:hAnsi="Calibri" w:cs="Calibri"/>
          <w:szCs w:val="22"/>
        </w:rPr>
        <w:t>:</w:t>
      </w:r>
      <w:r w:rsidR="008162A0" w:rsidRPr="003720A9">
        <w:rPr>
          <w:rFonts w:ascii="Calibri" w:hAnsi="Calibri" w:cs="Calibri"/>
          <w:szCs w:val="22"/>
        </w:rPr>
        <w:t>00</w:t>
      </w:r>
      <w:r w:rsidR="008A6F56" w:rsidRPr="003720A9">
        <w:rPr>
          <w:rFonts w:ascii="Calibri" w:hAnsi="Calibri" w:cs="Calibri"/>
          <w:szCs w:val="22"/>
        </w:rPr>
        <w:t xml:space="preserve"> </w:t>
      </w:r>
      <w:r w:rsidR="00071265">
        <w:rPr>
          <w:rFonts w:ascii="Calibri" w:hAnsi="Calibri" w:cs="Calibri"/>
          <w:szCs w:val="22"/>
        </w:rPr>
        <w:t>CEST</w:t>
      </w:r>
    </w:p>
    <w:p w14:paraId="51C13E26" w14:textId="2F521B1B" w:rsidR="0074533D" w:rsidRPr="00D47E3C" w:rsidRDefault="0074533D" w:rsidP="008162A0">
      <w:pPr>
        <w:spacing w:after="120"/>
        <w:rPr>
          <w:rFonts w:ascii="Calibri" w:hAnsi="Calibri" w:cs="Calibri"/>
          <w:szCs w:val="22"/>
        </w:rPr>
      </w:pPr>
      <w:r w:rsidRPr="00D47E3C">
        <w:rPr>
          <w:rFonts w:ascii="Calibri" w:hAnsi="Calibri" w:cs="Calibri"/>
          <w:szCs w:val="22"/>
        </w:rPr>
        <w:t>The objectives</w:t>
      </w:r>
      <w:r w:rsidR="008162A0">
        <w:rPr>
          <w:rFonts w:ascii="Calibri" w:hAnsi="Calibri" w:cs="Calibri"/>
          <w:szCs w:val="22"/>
        </w:rPr>
        <w:t xml:space="preserve"> of the panel</w:t>
      </w:r>
      <w:r w:rsidRPr="00D47E3C">
        <w:rPr>
          <w:rFonts w:ascii="Calibri" w:hAnsi="Calibri" w:cs="Calibri"/>
          <w:szCs w:val="22"/>
        </w:rPr>
        <w:t xml:space="preserve"> are to:</w:t>
      </w:r>
    </w:p>
    <w:p w14:paraId="7D7A23D9" w14:textId="395C389E" w:rsidR="0074533D" w:rsidRPr="00D47E3C" w:rsidRDefault="0074533D" w:rsidP="00BD0774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>Formulate advice for the IALA Council and Secretariat</w:t>
      </w:r>
      <w:r w:rsidR="00B96C61">
        <w:rPr>
          <w:rFonts w:ascii="Calibri" w:eastAsia="Calibri" w:hAnsi="Calibri" w:cs="Calibri"/>
          <w:szCs w:val="22"/>
          <w:lang w:eastAsia="en-GB"/>
        </w:rPr>
        <w:t>;</w:t>
      </w:r>
    </w:p>
    <w:p w14:paraId="51BE3930" w14:textId="49A943A4" w:rsidR="0074533D" w:rsidRPr="00D47E3C" w:rsidRDefault="0074533D" w:rsidP="00BD0774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 xml:space="preserve">Coordinate the work of the IALA </w:t>
      </w:r>
      <w:r w:rsidR="00B77B26">
        <w:rPr>
          <w:rFonts w:ascii="Calibri" w:eastAsia="Calibri" w:hAnsi="Calibri" w:cs="Calibri"/>
          <w:szCs w:val="22"/>
          <w:lang w:eastAsia="en-GB"/>
        </w:rPr>
        <w:t>c</w:t>
      </w:r>
      <w:r w:rsidRPr="00D47E3C">
        <w:rPr>
          <w:rFonts w:ascii="Calibri" w:eastAsia="Calibri" w:hAnsi="Calibri" w:cs="Calibri"/>
          <w:szCs w:val="22"/>
          <w:lang w:eastAsia="en-GB"/>
        </w:rPr>
        <w:t>ommittees to achieve the goals of the Strategic Vision</w:t>
      </w:r>
      <w:r w:rsidR="00B96C61">
        <w:rPr>
          <w:rFonts w:ascii="Calibri" w:eastAsia="Calibri" w:hAnsi="Calibri" w:cs="Calibri"/>
          <w:szCs w:val="22"/>
          <w:lang w:eastAsia="en-GB"/>
        </w:rPr>
        <w:t>; and</w:t>
      </w:r>
    </w:p>
    <w:p w14:paraId="78E08424" w14:textId="7A78B5C5" w:rsidR="00141BC3" w:rsidRPr="008162A0" w:rsidRDefault="0074533D" w:rsidP="008162A0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 xml:space="preserve">Monitor </w:t>
      </w:r>
      <w:r w:rsidR="00D06541">
        <w:rPr>
          <w:rFonts w:ascii="Calibri" w:eastAsia="Calibri" w:hAnsi="Calibri" w:cs="Calibri"/>
          <w:szCs w:val="22"/>
          <w:lang w:eastAsia="en-GB"/>
        </w:rPr>
        <w:t xml:space="preserve">and develop </w:t>
      </w:r>
      <w:r w:rsidRPr="00D47E3C">
        <w:rPr>
          <w:rFonts w:ascii="Calibri" w:eastAsia="Calibri" w:hAnsi="Calibri" w:cs="Calibri"/>
          <w:szCs w:val="22"/>
          <w:lang w:eastAsia="en-GB"/>
        </w:rPr>
        <w:t xml:space="preserve">work programmes for the </w:t>
      </w:r>
      <w:r w:rsidR="00B77B26">
        <w:rPr>
          <w:rFonts w:ascii="Calibri" w:eastAsia="Calibri" w:hAnsi="Calibri" w:cs="Calibri"/>
          <w:szCs w:val="22"/>
          <w:lang w:eastAsia="en-GB"/>
        </w:rPr>
        <w:t>c</w:t>
      </w:r>
      <w:r w:rsidRPr="00D47E3C">
        <w:rPr>
          <w:rFonts w:ascii="Calibri" w:eastAsia="Calibri" w:hAnsi="Calibri" w:cs="Calibri"/>
          <w:szCs w:val="22"/>
          <w:lang w:eastAsia="en-GB"/>
        </w:rPr>
        <w:t>ommittees</w:t>
      </w:r>
      <w:r w:rsidR="00B96C61">
        <w:rPr>
          <w:rFonts w:ascii="Calibri" w:eastAsia="Calibri" w:hAnsi="Calibri" w:cs="Calibri"/>
          <w:szCs w:val="22"/>
          <w:lang w:eastAsia="en-GB"/>
        </w:rPr>
        <w:t>.</w:t>
      </w:r>
    </w:p>
    <w:p w14:paraId="6E52C808" w14:textId="63C527BB" w:rsidR="00815CFF" w:rsidRDefault="008162A0" w:rsidP="008162A0">
      <w:pPr>
        <w:spacing w:before="240" w:after="240"/>
        <w:jc w:val="center"/>
        <w:rPr>
          <w:rFonts w:ascii="Calibri" w:eastAsia="MS Mincho" w:hAnsi="Calibri"/>
          <w:b/>
          <w:color w:val="4F81BD"/>
          <w:sz w:val="36"/>
          <w:szCs w:val="36"/>
          <w:lang w:eastAsia="ja-JP"/>
        </w:rPr>
      </w:pPr>
      <w:r w:rsidRPr="008162A0">
        <w:rPr>
          <w:rFonts w:ascii="Calibri" w:eastAsia="MS Mincho" w:hAnsi="Calibri"/>
          <w:b/>
          <w:color w:val="4F81BD"/>
          <w:sz w:val="36"/>
          <w:szCs w:val="36"/>
          <w:lang w:eastAsia="ja-JP"/>
        </w:rPr>
        <w:t>Provisional</w:t>
      </w:r>
      <w:r w:rsidR="005A1F2B" w:rsidRPr="008162A0">
        <w:rPr>
          <w:rFonts w:ascii="Calibri" w:eastAsia="MS Mincho" w:hAnsi="Calibri"/>
          <w:b/>
          <w:color w:val="4F81BD"/>
          <w:sz w:val="36"/>
          <w:szCs w:val="36"/>
          <w:lang w:eastAsia="ja-JP"/>
        </w:rPr>
        <w:t xml:space="preserve"> </w:t>
      </w:r>
      <w:r w:rsidR="008A5C1F" w:rsidRPr="008162A0">
        <w:rPr>
          <w:rFonts w:ascii="Calibri" w:eastAsia="MS Mincho" w:hAnsi="Calibri"/>
          <w:b/>
          <w:color w:val="4F81BD"/>
          <w:sz w:val="36"/>
          <w:szCs w:val="36"/>
          <w:lang w:eastAsia="ja-JP"/>
        </w:rPr>
        <w:t>Agenda</w:t>
      </w:r>
    </w:p>
    <w:p w14:paraId="4978984D" w14:textId="73AF0D47" w:rsidR="00BD0774" w:rsidRPr="008162A0" w:rsidRDefault="00BD0774" w:rsidP="008162A0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/>
          <w:szCs w:val="20"/>
        </w:rPr>
      </w:pPr>
      <w:r w:rsidRPr="008162A0">
        <w:rPr>
          <w:rFonts w:ascii="Calibri" w:hAnsi="Calibri" w:cs="Times New Roman"/>
          <w:szCs w:val="20"/>
        </w:rPr>
        <w:t xml:space="preserve">Introduction </w:t>
      </w:r>
    </w:p>
    <w:p w14:paraId="1E1BC7FC" w14:textId="7AB13A8D" w:rsidR="00CF5FB7" w:rsidRPr="003720A9" w:rsidRDefault="007A01BE" w:rsidP="003720A9">
      <w:pPr>
        <w:pStyle w:val="Agenda2"/>
        <w:rPr>
          <w:b/>
          <w:bCs/>
          <w:szCs w:val="22"/>
        </w:rPr>
      </w:pPr>
      <w:r>
        <w:rPr>
          <w:bCs/>
          <w:szCs w:val="22"/>
        </w:rPr>
        <w:t>Welcome</w:t>
      </w:r>
      <w:r w:rsidRPr="008162A0">
        <w:rPr>
          <w:bCs/>
          <w:szCs w:val="22"/>
        </w:rPr>
        <w:t xml:space="preserve"> by Secretary-General</w:t>
      </w:r>
      <w:r w:rsidRPr="00CF5FB7">
        <w:rPr>
          <w:bCs/>
          <w:szCs w:val="22"/>
        </w:rPr>
        <w:t xml:space="preserve"> </w:t>
      </w:r>
      <w:r>
        <w:rPr>
          <w:bCs/>
          <w:szCs w:val="22"/>
        </w:rPr>
        <w:t>and</w:t>
      </w:r>
      <w:r w:rsidRPr="008162A0">
        <w:rPr>
          <w:bCs/>
          <w:szCs w:val="22"/>
        </w:rPr>
        <w:t xml:space="preserve"> Deputy Secretary-General</w:t>
      </w:r>
      <w:r w:rsidR="00F03366">
        <w:rPr>
          <w:bCs/>
          <w:szCs w:val="22"/>
        </w:rPr>
        <w:tab/>
        <w:t>FZ,OFE</w:t>
      </w:r>
      <w:r w:rsidR="005B6DBF" w:rsidRPr="003720A9">
        <w:rPr>
          <w:bCs/>
          <w:szCs w:val="22"/>
        </w:rPr>
        <w:tab/>
      </w:r>
    </w:p>
    <w:p w14:paraId="32778FD3" w14:textId="4BFD6978" w:rsidR="00BD0774" w:rsidRPr="008162A0" w:rsidRDefault="00BD0774" w:rsidP="005B6DBF">
      <w:pPr>
        <w:pStyle w:val="Agenda2"/>
        <w:rPr>
          <w:b/>
          <w:bCs/>
          <w:szCs w:val="22"/>
        </w:rPr>
      </w:pPr>
      <w:r w:rsidRPr="008162A0">
        <w:rPr>
          <w:bCs/>
          <w:szCs w:val="22"/>
        </w:rPr>
        <w:t xml:space="preserve">Approval of </w:t>
      </w:r>
      <w:r w:rsidR="006D7D83">
        <w:rPr>
          <w:bCs/>
          <w:szCs w:val="22"/>
        </w:rPr>
        <w:t>a</w:t>
      </w:r>
      <w:r w:rsidRPr="008162A0">
        <w:rPr>
          <w:bCs/>
          <w:szCs w:val="22"/>
        </w:rPr>
        <w:t>genda</w:t>
      </w:r>
      <w:r w:rsidR="00346C7D" w:rsidRPr="008162A0">
        <w:rPr>
          <w:bCs/>
          <w:szCs w:val="22"/>
        </w:rPr>
        <w:tab/>
        <w:t>OFE</w:t>
      </w:r>
      <w:r w:rsidR="00346C7D" w:rsidRPr="008162A0">
        <w:rPr>
          <w:bCs/>
          <w:szCs w:val="22"/>
        </w:rPr>
        <w:tab/>
      </w:r>
      <w:r w:rsidR="007A01BE">
        <w:rPr>
          <w:bCs/>
          <w:szCs w:val="22"/>
        </w:rPr>
        <w:t>Approve</w:t>
      </w:r>
    </w:p>
    <w:p w14:paraId="508907CC" w14:textId="3B35D05F" w:rsidR="00CF5FB7" w:rsidRPr="00580462" w:rsidRDefault="00CF5FB7" w:rsidP="00580462">
      <w:pPr>
        <w:pStyle w:val="Agenda2"/>
        <w:tabs>
          <w:tab w:val="clear" w:pos="1702"/>
        </w:tabs>
        <w:rPr>
          <w:b/>
          <w:bCs/>
          <w:szCs w:val="22"/>
        </w:rPr>
      </w:pPr>
      <w:r w:rsidRPr="008162A0">
        <w:rPr>
          <w:bCs/>
          <w:szCs w:val="22"/>
        </w:rPr>
        <w:t xml:space="preserve">Apologies and </w:t>
      </w:r>
      <w:r w:rsidR="006D7D83">
        <w:rPr>
          <w:bCs/>
          <w:szCs w:val="22"/>
        </w:rPr>
        <w:t>i</w:t>
      </w:r>
      <w:r w:rsidR="00BD0774" w:rsidRPr="008162A0">
        <w:rPr>
          <w:bCs/>
          <w:szCs w:val="22"/>
        </w:rPr>
        <w:t>ntroductions</w:t>
      </w:r>
      <w:r w:rsidRPr="00CF5FB7">
        <w:rPr>
          <w:bCs/>
          <w:szCs w:val="22"/>
        </w:rPr>
        <w:t xml:space="preserve"> </w:t>
      </w:r>
      <w:r>
        <w:rPr>
          <w:bCs/>
          <w:szCs w:val="22"/>
        </w:rPr>
        <w:tab/>
      </w:r>
      <w:r w:rsidRPr="00CF5FB7">
        <w:rPr>
          <w:bCs/>
          <w:szCs w:val="22"/>
        </w:rPr>
        <w:t>OFE</w:t>
      </w:r>
      <w:r w:rsidRPr="00CF5FB7">
        <w:rPr>
          <w:bCs/>
          <w:szCs w:val="22"/>
        </w:rPr>
        <w:tab/>
        <w:t>No</w:t>
      </w:r>
      <w:r w:rsidR="00580462">
        <w:rPr>
          <w:bCs/>
          <w:szCs w:val="22"/>
        </w:rPr>
        <w:t>te</w:t>
      </w:r>
    </w:p>
    <w:p w14:paraId="5CA08D78" w14:textId="12B8E22A" w:rsidR="00CF5FB7" w:rsidRPr="00CF5FB7" w:rsidRDefault="00BD0774" w:rsidP="00CF5FB7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/>
          <w:szCs w:val="20"/>
        </w:rPr>
      </w:pPr>
      <w:r w:rsidRPr="00CF5FB7">
        <w:rPr>
          <w:rFonts w:ascii="Calibri" w:hAnsi="Calibri" w:cs="Times New Roman"/>
          <w:szCs w:val="20"/>
        </w:rPr>
        <w:t>Review of action items</w:t>
      </w:r>
    </w:p>
    <w:p w14:paraId="09662730" w14:textId="59C92159" w:rsidR="00CE6D7C" w:rsidRPr="00B36742" w:rsidRDefault="00CF5FB7" w:rsidP="00CF5FB7">
      <w:pPr>
        <w:pStyle w:val="Agenda2"/>
        <w:rPr>
          <w:bCs/>
        </w:rPr>
      </w:pPr>
      <w:r>
        <w:rPr>
          <w:bCs/>
        </w:rPr>
        <w:t>Review of action items</w:t>
      </w:r>
      <w:r w:rsidRPr="00B36742">
        <w:rPr>
          <w:bCs/>
        </w:rPr>
        <w:tab/>
      </w:r>
      <w:r w:rsidR="00D419EB" w:rsidRPr="00B36742">
        <w:rPr>
          <w:bCs/>
        </w:rPr>
        <w:t>TS</w:t>
      </w:r>
      <w:r w:rsidR="004966E1" w:rsidRPr="00B36742">
        <w:rPr>
          <w:bCs/>
        </w:rPr>
        <w:tab/>
      </w:r>
      <w:r w:rsidR="00346C7D" w:rsidRPr="00B36742">
        <w:rPr>
          <w:bCs/>
        </w:rPr>
        <w:t>Note</w:t>
      </w:r>
    </w:p>
    <w:p w14:paraId="1E434991" w14:textId="77777777" w:rsidR="00580462" w:rsidRPr="00B3674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Cs/>
          <w:szCs w:val="20"/>
        </w:rPr>
      </w:pPr>
      <w:r w:rsidRPr="00B36742">
        <w:rPr>
          <w:rFonts w:ascii="Calibri" w:hAnsi="Calibri" w:cs="Times New Roman"/>
          <w:bCs/>
          <w:szCs w:val="20"/>
        </w:rPr>
        <w:t>Review of input papers</w:t>
      </w:r>
    </w:p>
    <w:p w14:paraId="05A636EC" w14:textId="26301F04" w:rsidR="00CF5FB7" w:rsidRPr="00580462" w:rsidRDefault="00CF5FB7" w:rsidP="00580462">
      <w:pPr>
        <w:pStyle w:val="Agenda2"/>
      </w:pPr>
      <w:r w:rsidRPr="00B36742">
        <w:rPr>
          <w:bCs/>
        </w:rPr>
        <w:t>Review of input papers</w:t>
      </w:r>
      <w:r w:rsidR="00580462">
        <w:rPr>
          <w:bCs/>
        </w:rPr>
        <w:tab/>
      </w:r>
      <w:r w:rsidR="00550825">
        <w:rPr>
          <w:bCs/>
        </w:rPr>
        <w:t>TS</w:t>
      </w:r>
      <w:r w:rsidR="00580462" w:rsidRPr="00CF5FB7">
        <w:rPr>
          <w:bCs/>
        </w:rPr>
        <w:tab/>
        <w:t>Note</w:t>
      </w:r>
    </w:p>
    <w:p w14:paraId="4B27394C" w14:textId="27CDD279" w:rsidR="003C0E86" w:rsidRPr="008162A0" w:rsidRDefault="00BD0774" w:rsidP="0044679A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b/>
        </w:rPr>
      </w:pPr>
      <w:r w:rsidRPr="008162A0">
        <w:t>Progress reports</w:t>
      </w:r>
      <w:r w:rsidR="00873A02" w:rsidRPr="008162A0">
        <w:tab/>
      </w:r>
    </w:p>
    <w:p w14:paraId="1C0CC154" w14:textId="0D8E7F01" w:rsidR="005D3638" w:rsidRDefault="005D3638" w:rsidP="00B97F63">
      <w:pPr>
        <w:pStyle w:val="Agenda2"/>
      </w:pPr>
      <w:r w:rsidRPr="008162A0">
        <w:t>ENAV</w:t>
      </w:r>
      <w:r w:rsidRPr="008162A0">
        <w:tab/>
        <w:t>HN</w:t>
      </w:r>
      <w:r w:rsidRPr="008162A0">
        <w:tab/>
        <w:t>Note</w:t>
      </w:r>
    </w:p>
    <w:p w14:paraId="022C2DAD" w14:textId="0A50600A" w:rsidR="005D3638" w:rsidRPr="008162A0" w:rsidRDefault="005D3638" w:rsidP="00B97F63">
      <w:pPr>
        <w:pStyle w:val="Agenda2"/>
      </w:pPr>
      <w:r w:rsidRPr="008162A0">
        <w:t>VTS</w:t>
      </w:r>
      <w:r w:rsidRPr="008162A0">
        <w:tab/>
        <w:t>MS</w:t>
      </w:r>
      <w:r w:rsidRPr="008162A0">
        <w:tab/>
        <w:t>Note</w:t>
      </w:r>
    </w:p>
    <w:p w14:paraId="4881234B" w14:textId="42A7F029" w:rsidR="005D3638" w:rsidRPr="008162A0" w:rsidRDefault="005D3638" w:rsidP="00B97F63">
      <w:pPr>
        <w:pStyle w:val="Agenda2"/>
      </w:pPr>
      <w:r w:rsidRPr="008162A0">
        <w:t>ENG</w:t>
      </w:r>
      <w:r w:rsidRPr="008162A0">
        <w:tab/>
        <w:t>SM</w:t>
      </w:r>
      <w:r w:rsidRPr="008162A0">
        <w:tab/>
        <w:t>Note</w:t>
      </w:r>
    </w:p>
    <w:p w14:paraId="3FB53F38" w14:textId="562075D2" w:rsidR="005D3638" w:rsidRPr="008162A0" w:rsidRDefault="005D3638" w:rsidP="00B97F63">
      <w:pPr>
        <w:pStyle w:val="Agenda2"/>
      </w:pPr>
      <w:r w:rsidRPr="008162A0">
        <w:t>ARM</w:t>
      </w:r>
      <w:r w:rsidRPr="008162A0">
        <w:tab/>
        <w:t>PD</w:t>
      </w:r>
      <w:r w:rsidRPr="008162A0">
        <w:tab/>
        <w:t>Note</w:t>
      </w:r>
    </w:p>
    <w:p w14:paraId="3654E1F7" w14:textId="689B45B3" w:rsidR="005D3638" w:rsidRPr="008162A0" w:rsidRDefault="005D3638" w:rsidP="00B97F63">
      <w:pPr>
        <w:pStyle w:val="Agenda2"/>
      </w:pPr>
      <w:r w:rsidRPr="008162A0">
        <w:t>IMC</w:t>
      </w:r>
      <w:r w:rsidRPr="008162A0">
        <w:tab/>
      </w:r>
      <w:r w:rsidR="00B96C61">
        <w:t>MN</w:t>
      </w:r>
      <w:r w:rsidRPr="008162A0">
        <w:tab/>
        <w:t>Note</w:t>
      </w:r>
    </w:p>
    <w:p w14:paraId="2FC0A612" w14:textId="1BC87C22" w:rsidR="005D3638" w:rsidRPr="008162A0" w:rsidRDefault="005D3638" w:rsidP="00B97F63">
      <w:pPr>
        <w:pStyle w:val="Agenda2"/>
      </w:pPr>
      <w:r w:rsidRPr="008162A0">
        <w:t>LAP</w:t>
      </w:r>
      <w:r w:rsidRPr="008162A0">
        <w:tab/>
        <w:t>CS</w:t>
      </w:r>
      <w:r w:rsidRPr="008162A0">
        <w:tab/>
        <w:t>Note</w:t>
      </w:r>
    </w:p>
    <w:p w14:paraId="754EECBB" w14:textId="4CCA4C34" w:rsidR="005D3638" w:rsidRDefault="005D3638" w:rsidP="00B97F63">
      <w:pPr>
        <w:pStyle w:val="Agenda2"/>
      </w:pPr>
      <w:r w:rsidRPr="008162A0">
        <w:t>WWA</w:t>
      </w:r>
      <w:r w:rsidRPr="008162A0">
        <w:tab/>
        <w:t>OFE</w:t>
      </w:r>
      <w:r w:rsidRPr="008162A0">
        <w:tab/>
        <w:t>Note</w:t>
      </w:r>
    </w:p>
    <w:p w14:paraId="1CC4F5ED" w14:textId="4BCDCD33" w:rsidR="00E76491" w:rsidRPr="00580462" w:rsidRDefault="00E76491" w:rsidP="00E76491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/>
          <w:szCs w:val="20"/>
        </w:rPr>
      </w:pPr>
      <w:r w:rsidRPr="00580462">
        <w:rPr>
          <w:rFonts w:ascii="Calibri" w:hAnsi="Calibri" w:cs="Times New Roman"/>
          <w:szCs w:val="20"/>
        </w:rPr>
        <w:t xml:space="preserve">Strategy </w:t>
      </w:r>
      <w:r>
        <w:rPr>
          <w:rFonts w:ascii="Calibri" w:hAnsi="Calibri" w:cs="Times New Roman"/>
          <w:szCs w:val="20"/>
        </w:rPr>
        <w:t>and</w:t>
      </w:r>
      <w:r w:rsidRPr="00580462">
        <w:rPr>
          <w:rFonts w:ascii="Calibri" w:hAnsi="Calibri" w:cs="Times New Roman"/>
          <w:szCs w:val="20"/>
        </w:rPr>
        <w:t xml:space="preserve"> Policy</w:t>
      </w:r>
    </w:p>
    <w:p w14:paraId="11E7847C" w14:textId="66990C7F" w:rsidR="00E76491" w:rsidRDefault="00E76491" w:rsidP="00E81762">
      <w:pPr>
        <w:pStyle w:val="Agenda2"/>
      </w:pPr>
      <w:r w:rsidRPr="00E81762">
        <w:t xml:space="preserve">IALA Position on the Development of </w:t>
      </w:r>
      <w:proofErr w:type="spellStart"/>
      <w:r w:rsidRPr="00E81762">
        <w:t>AtoN</w:t>
      </w:r>
      <w:proofErr w:type="spellEnd"/>
      <w:r w:rsidRPr="00E81762">
        <w:t xml:space="preserve"> Services</w:t>
      </w:r>
      <w:r w:rsidRPr="00E81762">
        <w:tab/>
        <w:t>OFE</w:t>
      </w:r>
      <w:r w:rsidRPr="00E81762">
        <w:tab/>
        <w:t>Discuss</w:t>
      </w:r>
    </w:p>
    <w:p w14:paraId="1EA35366" w14:textId="3B529128" w:rsidR="004A62CC" w:rsidRDefault="004A62CC" w:rsidP="004A62CC">
      <w:pPr>
        <w:pStyle w:val="Agenda2"/>
      </w:pPr>
      <w:r>
        <w:t>IALA Style Guide</w:t>
      </w:r>
      <w:r>
        <w:tab/>
        <w:t>TS</w:t>
      </w:r>
      <w:r>
        <w:tab/>
        <w:t>Note</w:t>
      </w:r>
    </w:p>
    <w:p w14:paraId="7B785680" w14:textId="49954E29" w:rsidR="001650EB" w:rsidRPr="00E81762" w:rsidRDefault="001650EB" w:rsidP="004A62CC">
      <w:pPr>
        <w:pStyle w:val="Agenda2"/>
      </w:pPr>
      <w:r>
        <w:t>IALA Standards</w:t>
      </w:r>
      <w:r w:rsidR="00DF2E0F">
        <w:tab/>
        <w:t>MJ</w:t>
      </w:r>
      <w:r w:rsidR="00DF2E0F">
        <w:tab/>
        <w:t>Discuss</w:t>
      </w:r>
    </w:p>
    <w:p w14:paraId="39C9D368" w14:textId="608AC8D6" w:rsidR="00BD0774" w:rsidRPr="008162A0" w:rsidRDefault="00BD0774" w:rsidP="00CF3BB5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b/>
          <w:bCs/>
          <w:szCs w:val="22"/>
        </w:rPr>
      </w:pPr>
      <w:r w:rsidRPr="008162A0">
        <w:rPr>
          <w:bCs/>
          <w:szCs w:val="22"/>
        </w:rPr>
        <w:t xml:space="preserve">Committee work programme </w:t>
      </w:r>
      <w:r w:rsidR="007E4265" w:rsidRPr="008162A0">
        <w:rPr>
          <w:bCs/>
          <w:szCs w:val="22"/>
        </w:rPr>
        <w:t>and structure</w:t>
      </w:r>
    </w:p>
    <w:p w14:paraId="1942150D" w14:textId="5F0A634E" w:rsidR="007E4265" w:rsidRDefault="007E4265" w:rsidP="00295F3C">
      <w:pPr>
        <w:pStyle w:val="Agenda2"/>
      </w:pPr>
      <w:r w:rsidRPr="008162A0">
        <w:t>Committee Work Programme 2018</w:t>
      </w:r>
      <w:r w:rsidR="006F77A3">
        <w:t xml:space="preserve"> </w:t>
      </w:r>
      <w:r w:rsidRPr="008162A0">
        <w:t>-</w:t>
      </w:r>
      <w:r w:rsidR="006F77A3">
        <w:t xml:space="preserve"> </w:t>
      </w:r>
      <w:r w:rsidR="00EE4248">
        <w:t>20</w:t>
      </w:r>
      <w:r w:rsidRPr="008162A0">
        <w:t>2</w:t>
      </w:r>
      <w:r w:rsidR="00D35A65">
        <w:t>3</w:t>
      </w:r>
      <w:r w:rsidR="009F43AF">
        <w:t xml:space="preserve"> and 202</w:t>
      </w:r>
      <w:r w:rsidR="00D35A65">
        <w:t>3</w:t>
      </w:r>
      <w:r w:rsidR="006F77A3">
        <w:t xml:space="preserve"> </w:t>
      </w:r>
      <w:r w:rsidR="009F43AF">
        <w:t>-</w:t>
      </w:r>
      <w:r w:rsidR="006F77A3">
        <w:t xml:space="preserve"> </w:t>
      </w:r>
      <w:r w:rsidR="009F43AF">
        <w:t>202</w:t>
      </w:r>
      <w:r w:rsidR="001D21F5">
        <w:t>7</w:t>
      </w:r>
      <w:r w:rsidR="00BD2337" w:rsidRPr="008162A0">
        <w:tab/>
        <w:t>MJ</w:t>
      </w:r>
      <w:r w:rsidR="00BD2337" w:rsidRPr="008162A0">
        <w:tab/>
        <w:t>Review</w:t>
      </w:r>
    </w:p>
    <w:p w14:paraId="4FEC40B0" w14:textId="0C29A9F1" w:rsidR="00E81D72" w:rsidRPr="008162A0" w:rsidRDefault="00E81D72" w:rsidP="00295F3C">
      <w:pPr>
        <w:pStyle w:val="Agenda2"/>
      </w:pPr>
      <w:r>
        <w:t>Future committee structure</w:t>
      </w:r>
      <w:r w:rsidR="00A1015E">
        <w:rPr>
          <w:noProof/>
        </w:rPr>
        <w:tab/>
        <w:t>MJ</w:t>
      </w:r>
      <w:r w:rsidR="00A1015E">
        <w:rPr>
          <w:noProof/>
        </w:rPr>
        <w:tab/>
        <w:t>Discuss</w:t>
      </w:r>
    </w:p>
    <w:p w14:paraId="6504D8FA" w14:textId="5C7469A5" w:rsidR="00817FB3" w:rsidRDefault="00817FB3" w:rsidP="00295F3C">
      <w:pPr>
        <w:pStyle w:val="Agenda2"/>
      </w:pPr>
      <w:r>
        <w:lastRenderedPageBreak/>
        <w:t>Upcoming events</w:t>
      </w:r>
    </w:p>
    <w:p w14:paraId="30663D35" w14:textId="2B8E81E1" w:rsidR="00406999" w:rsidRDefault="00406999" w:rsidP="00295F3C">
      <w:pPr>
        <w:pStyle w:val="Agenda3"/>
      </w:pPr>
      <w:r>
        <w:t xml:space="preserve">Workshop on </w:t>
      </w:r>
      <w:proofErr w:type="spellStart"/>
      <w:r>
        <w:t>AtoN</w:t>
      </w:r>
      <w:proofErr w:type="spellEnd"/>
      <w:r>
        <w:t xml:space="preserve"> engineering</w:t>
      </w:r>
      <w:r>
        <w:tab/>
        <w:t>SM</w:t>
      </w:r>
      <w:r>
        <w:tab/>
        <w:t>Discuss</w:t>
      </w:r>
    </w:p>
    <w:p w14:paraId="334F6EA5" w14:textId="087E2743" w:rsidR="00406999" w:rsidRDefault="00406999" w:rsidP="00295F3C">
      <w:pPr>
        <w:pStyle w:val="Agenda3"/>
      </w:pPr>
      <w:r>
        <w:t>Workshop on S-100/200</w:t>
      </w:r>
      <w:r>
        <w:tab/>
        <w:t>P</w:t>
      </w:r>
      <w:r w:rsidR="009F1A59">
        <w:t>D</w:t>
      </w:r>
      <w:r w:rsidR="009F1A59">
        <w:tab/>
        <w:t>Discuss</w:t>
      </w:r>
    </w:p>
    <w:p w14:paraId="0464022C" w14:textId="2FE04295" w:rsidR="00F837EF" w:rsidRDefault="00F837EF" w:rsidP="00295F3C">
      <w:pPr>
        <w:pStyle w:val="Agenda3"/>
      </w:pPr>
      <w:r>
        <w:t>Workshop on Sustainability</w:t>
      </w:r>
      <w:r>
        <w:tab/>
        <w:t>SM</w:t>
      </w:r>
      <w:r>
        <w:tab/>
        <w:t>Discuss</w:t>
      </w:r>
    </w:p>
    <w:p w14:paraId="4AF68A9A" w14:textId="6D4A2572" w:rsidR="001E4077" w:rsidRDefault="001E4077" w:rsidP="00295F3C">
      <w:pPr>
        <w:pStyle w:val="Agenda3"/>
      </w:pPr>
      <w:r>
        <w:t xml:space="preserve">Workshop on Digital Communication </w:t>
      </w:r>
      <w:r w:rsidR="006C71C9">
        <w:t>Infrastructure</w:t>
      </w:r>
      <w:r w:rsidR="006C71C9">
        <w:tab/>
        <w:t>HN</w:t>
      </w:r>
      <w:r w:rsidR="006C71C9">
        <w:tab/>
        <w:t>Discuss</w:t>
      </w:r>
    </w:p>
    <w:p w14:paraId="63A834D7" w14:textId="09978E83" w:rsidR="005F40AF" w:rsidRDefault="005F40AF" w:rsidP="00295F3C">
      <w:pPr>
        <w:pStyle w:val="Agenda3"/>
      </w:pPr>
      <w:r>
        <w:t>Heritage Seminar</w:t>
      </w:r>
      <w:r>
        <w:tab/>
        <w:t>SM</w:t>
      </w:r>
      <w:r w:rsidR="00500790">
        <w:tab/>
        <w:t>Discuss</w:t>
      </w:r>
    </w:p>
    <w:p w14:paraId="5A855425" w14:textId="77777777" w:rsidR="00011A02" w:rsidRPr="00F47BAB" w:rsidRDefault="00011A02" w:rsidP="00011A02">
      <w:pPr>
        <w:pStyle w:val="Agenda2"/>
      </w:pPr>
      <w:r>
        <w:t>R1001 IALA Maritime Buoyage System</w:t>
      </w:r>
      <w:r>
        <w:tab/>
        <w:t>PD</w:t>
      </w:r>
      <w:r>
        <w:tab/>
        <w:t>Discuss</w:t>
      </w:r>
    </w:p>
    <w:p w14:paraId="47F9FC76" w14:textId="77777777" w:rsidR="00011A02" w:rsidRDefault="00011A02" w:rsidP="00011A02">
      <w:pPr>
        <w:pStyle w:val="Agenda2"/>
      </w:pPr>
      <w:r>
        <w:t>Maritime Resource Name (MRN)</w:t>
      </w:r>
      <w:r>
        <w:tab/>
        <w:t>MJ</w:t>
      </w:r>
      <w:r>
        <w:tab/>
        <w:t>Discuss</w:t>
      </w:r>
    </w:p>
    <w:p w14:paraId="3872268D" w14:textId="5D6C2F69" w:rsidR="00011A02" w:rsidRDefault="00011A02" w:rsidP="00011A02">
      <w:pPr>
        <w:pStyle w:val="Agenda2"/>
      </w:pPr>
      <w:r>
        <w:t>Maritime Services</w:t>
      </w:r>
      <w:r>
        <w:tab/>
        <w:t>MJ</w:t>
      </w:r>
      <w:r>
        <w:tab/>
        <w:t>Note</w:t>
      </w:r>
    </w:p>
    <w:p w14:paraId="16229CF4" w14:textId="77777777" w:rsidR="00F8279A" w:rsidRPr="008162A0" w:rsidRDefault="00F8279A" w:rsidP="00F8279A">
      <w:pPr>
        <w:pStyle w:val="Agenda2"/>
      </w:pPr>
      <w:r w:rsidRPr="008162A0">
        <w:t>IALA Questionnaire</w:t>
      </w:r>
      <w:r>
        <w:t>s</w:t>
      </w:r>
      <w:r w:rsidRPr="008162A0">
        <w:tab/>
        <w:t>MJ</w:t>
      </w:r>
      <w:r w:rsidRPr="008162A0">
        <w:tab/>
        <w:t>Discuss</w:t>
      </w:r>
    </w:p>
    <w:p w14:paraId="4B5302F2" w14:textId="2F993386" w:rsidR="00F8279A" w:rsidRDefault="00F8279A" w:rsidP="00F8279A">
      <w:pPr>
        <w:pStyle w:val="Agenda2"/>
      </w:pPr>
      <w:r w:rsidRPr="008162A0">
        <w:t>IALA NAVGUIDE</w:t>
      </w:r>
      <w:r w:rsidRPr="008162A0">
        <w:tab/>
        <w:t xml:space="preserve">MJ </w:t>
      </w:r>
      <w:r w:rsidRPr="008162A0">
        <w:tab/>
        <w:t>Note</w:t>
      </w:r>
    </w:p>
    <w:p w14:paraId="34BB1830" w14:textId="61FB161C" w:rsidR="00B45D19" w:rsidRPr="008162A0" w:rsidRDefault="00BD0774" w:rsidP="00F8279A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b/>
        </w:rPr>
      </w:pPr>
      <w:r w:rsidRPr="008162A0">
        <w:t xml:space="preserve">Operations/Administration </w:t>
      </w:r>
    </w:p>
    <w:p w14:paraId="52A86E1B" w14:textId="1474166B" w:rsidR="00B45D19" w:rsidRPr="008162A0" w:rsidRDefault="00D17844" w:rsidP="00F8279A">
      <w:pPr>
        <w:pStyle w:val="Agenda2"/>
      </w:pPr>
      <w:r w:rsidRPr="003720A9">
        <w:t>IALA Dictionary</w:t>
      </w:r>
      <w:r w:rsidR="00B45D19" w:rsidRPr="008162A0">
        <w:tab/>
      </w:r>
      <w:r w:rsidRPr="008162A0">
        <w:t>MJ</w:t>
      </w:r>
      <w:r w:rsidR="00B45D19" w:rsidRPr="008162A0">
        <w:tab/>
        <w:t>Discuss</w:t>
      </w:r>
    </w:p>
    <w:p w14:paraId="0EA081C9" w14:textId="73389527" w:rsidR="00D04E26" w:rsidRPr="008162A0" w:rsidRDefault="009E475A" w:rsidP="00F8279A">
      <w:pPr>
        <w:pStyle w:val="Agenda2"/>
      </w:pPr>
      <w:r w:rsidRPr="008162A0">
        <w:t xml:space="preserve">Communications </w:t>
      </w:r>
      <w:r w:rsidRPr="008162A0">
        <w:tab/>
        <w:t>AG</w:t>
      </w:r>
      <w:r w:rsidRPr="008162A0">
        <w:tab/>
        <w:t>Discuss</w:t>
      </w:r>
    </w:p>
    <w:p w14:paraId="600FBC7B" w14:textId="24C50B05" w:rsidR="00BD4EC2" w:rsidRDefault="00D35A65" w:rsidP="00F8279A">
      <w:pPr>
        <w:pStyle w:val="Agenda2"/>
      </w:pPr>
      <w:r>
        <w:t>C</w:t>
      </w:r>
      <w:r w:rsidR="0020684D">
        <w:t>ommittee</w:t>
      </w:r>
      <w:r>
        <w:t xml:space="preserve"> facilitation</w:t>
      </w:r>
      <w:r w:rsidR="00D04E26" w:rsidRPr="008162A0">
        <w:tab/>
      </w:r>
      <w:r w:rsidR="001262D3">
        <w:t>TS</w:t>
      </w:r>
      <w:r w:rsidR="00D04E26" w:rsidRPr="008162A0">
        <w:tab/>
        <w:t>Discuss</w:t>
      </w:r>
    </w:p>
    <w:p w14:paraId="6E9428A9" w14:textId="0C0BC685" w:rsidR="00BD0774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/>
          <w:szCs w:val="20"/>
        </w:rPr>
      </w:pPr>
      <w:r w:rsidRPr="00580462">
        <w:rPr>
          <w:rFonts w:ascii="Calibri" w:hAnsi="Calibri" w:cs="Times New Roman"/>
          <w:szCs w:val="20"/>
        </w:rPr>
        <w:t xml:space="preserve">Any </w:t>
      </w:r>
      <w:r w:rsidR="00D3252B">
        <w:rPr>
          <w:rFonts w:ascii="Calibri" w:hAnsi="Calibri" w:cs="Times New Roman"/>
          <w:szCs w:val="20"/>
        </w:rPr>
        <w:t>o</w:t>
      </w:r>
      <w:r w:rsidRPr="00580462">
        <w:rPr>
          <w:rFonts w:ascii="Calibri" w:hAnsi="Calibri" w:cs="Times New Roman"/>
          <w:szCs w:val="20"/>
        </w:rPr>
        <w:t xml:space="preserve">ther </w:t>
      </w:r>
      <w:r w:rsidR="00D3252B">
        <w:rPr>
          <w:rFonts w:ascii="Calibri" w:hAnsi="Calibri" w:cs="Times New Roman"/>
          <w:szCs w:val="20"/>
        </w:rPr>
        <w:t>b</w:t>
      </w:r>
      <w:r w:rsidRPr="00580462">
        <w:rPr>
          <w:rFonts w:ascii="Calibri" w:hAnsi="Calibri" w:cs="Times New Roman"/>
          <w:szCs w:val="20"/>
        </w:rPr>
        <w:t>usiness</w:t>
      </w:r>
    </w:p>
    <w:p w14:paraId="44E8BCA7" w14:textId="462C1822" w:rsidR="00BD0774" w:rsidRPr="0058046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/>
          <w:szCs w:val="20"/>
        </w:rPr>
      </w:pPr>
      <w:r w:rsidRPr="00580462">
        <w:rPr>
          <w:rFonts w:ascii="Calibri" w:hAnsi="Calibri" w:cs="Times New Roman"/>
          <w:szCs w:val="20"/>
        </w:rPr>
        <w:t xml:space="preserve">Report of the </w:t>
      </w:r>
      <w:r w:rsidR="006A0975">
        <w:rPr>
          <w:rFonts w:ascii="Calibri" w:hAnsi="Calibri" w:cs="Times New Roman"/>
          <w:szCs w:val="20"/>
        </w:rPr>
        <w:t>m</w:t>
      </w:r>
      <w:r w:rsidRPr="00580462">
        <w:rPr>
          <w:rFonts w:ascii="Calibri" w:hAnsi="Calibri" w:cs="Times New Roman"/>
          <w:szCs w:val="20"/>
        </w:rPr>
        <w:t xml:space="preserve">eeting </w:t>
      </w:r>
    </w:p>
    <w:p w14:paraId="2F9A23D1" w14:textId="3D193F8E" w:rsidR="00BD0774" w:rsidRPr="0058046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/>
          <w:szCs w:val="20"/>
        </w:rPr>
      </w:pPr>
      <w:r w:rsidRPr="00580462">
        <w:rPr>
          <w:rFonts w:ascii="Calibri" w:hAnsi="Calibri" w:cs="Times New Roman"/>
          <w:szCs w:val="20"/>
        </w:rPr>
        <w:t xml:space="preserve">Date and </w:t>
      </w:r>
      <w:r w:rsidR="00AB1E68">
        <w:rPr>
          <w:rFonts w:ascii="Calibri" w:hAnsi="Calibri" w:cs="Times New Roman"/>
          <w:szCs w:val="20"/>
        </w:rPr>
        <w:t>v</w:t>
      </w:r>
      <w:r w:rsidRPr="00580462">
        <w:rPr>
          <w:rFonts w:ascii="Calibri" w:hAnsi="Calibri" w:cs="Times New Roman"/>
          <w:szCs w:val="20"/>
        </w:rPr>
        <w:t xml:space="preserve">enue of </w:t>
      </w:r>
      <w:r w:rsidR="00AB1E68">
        <w:rPr>
          <w:rFonts w:ascii="Calibri" w:hAnsi="Calibri" w:cs="Times New Roman"/>
          <w:szCs w:val="20"/>
        </w:rPr>
        <w:t>n</w:t>
      </w:r>
      <w:r w:rsidRPr="00580462">
        <w:rPr>
          <w:rFonts w:ascii="Calibri" w:hAnsi="Calibri" w:cs="Times New Roman"/>
          <w:szCs w:val="20"/>
        </w:rPr>
        <w:t xml:space="preserve">ext </w:t>
      </w:r>
      <w:r w:rsidR="00AB1E68">
        <w:rPr>
          <w:rFonts w:ascii="Calibri" w:hAnsi="Calibri" w:cs="Times New Roman"/>
          <w:szCs w:val="20"/>
        </w:rPr>
        <w:t>m</w:t>
      </w:r>
      <w:r w:rsidRPr="00580462">
        <w:rPr>
          <w:rFonts w:ascii="Calibri" w:hAnsi="Calibri" w:cs="Times New Roman"/>
          <w:szCs w:val="20"/>
        </w:rPr>
        <w:t xml:space="preserve">eeting </w:t>
      </w:r>
    </w:p>
    <w:p w14:paraId="58F45C74" w14:textId="282355BC" w:rsidR="003F499B" w:rsidRPr="00275EB1" w:rsidRDefault="00BD0774" w:rsidP="00275EB1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/>
          <w:szCs w:val="20"/>
        </w:rPr>
      </w:pPr>
      <w:r w:rsidRPr="00580462">
        <w:rPr>
          <w:rFonts w:ascii="Calibri" w:hAnsi="Calibri" w:cs="Times New Roman"/>
          <w:szCs w:val="20"/>
        </w:rPr>
        <w:t xml:space="preserve">Closing of </w:t>
      </w:r>
      <w:r w:rsidR="00AB1E68">
        <w:rPr>
          <w:rFonts w:ascii="Calibri" w:hAnsi="Calibri" w:cs="Times New Roman"/>
          <w:szCs w:val="20"/>
        </w:rPr>
        <w:t>m</w:t>
      </w:r>
      <w:r w:rsidRPr="00580462">
        <w:rPr>
          <w:rFonts w:ascii="Calibri" w:hAnsi="Calibri" w:cs="Times New Roman"/>
          <w:szCs w:val="20"/>
        </w:rPr>
        <w:t>eeting</w:t>
      </w:r>
      <w:bookmarkEnd w:id="0"/>
    </w:p>
    <w:sectPr w:rsidR="003F499B" w:rsidRPr="00275EB1" w:rsidSect="003F499B">
      <w:headerReference w:type="even" r:id="rId12"/>
      <w:headerReference w:type="default" r:id="rId13"/>
      <w:footerReference w:type="default" r:id="rId14"/>
      <w:pgSz w:w="11907" w:h="16839" w:code="9"/>
      <w:pgMar w:top="877" w:right="851" w:bottom="1134" w:left="1134" w:header="284" w:footer="56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F3023" w14:textId="77777777" w:rsidR="00BC3541" w:rsidRDefault="00BC3541" w:rsidP="000C18D9">
      <w:pPr>
        <w:pStyle w:val="Heading1"/>
      </w:pPr>
      <w:r>
        <w:separator/>
      </w:r>
    </w:p>
  </w:endnote>
  <w:endnote w:type="continuationSeparator" w:id="0">
    <w:p w14:paraId="2F9A3793" w14:textId="77777777" w:rsidR="00BC3541" w:rsidRDefault="00BC3541" w:rsidP="000C18D9">
      <w:pPr>
        <w:pStyle w:val="Heading1"/>
      </w:pPr>
      <w:r>
        <w:continuationSeparator/>
      </w:r>
    </w:p>
  </w:endnote>
  <w:endnote w:type="continuationNotice" w:id="1">
    <w:p w14:paraId="687900F3" w14:textId="77777777" w:rsidR="00BC3541" w:rsidRDefault="00BC35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7938D" w14:textId="77777777" w:rsidR="00BF2E0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</w:p>
  <w:p w14:paraId="1C37CD02" w14:textId="32C34D8E" w:rsidR="00BF2E0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  <w:r w:rsidRPr="000D1D7D">
      <w:rPr>
        <w:rFonts w:asciiTheme="majorHAnsi" w:hAnsiTheme="majorHAnsi" w:cstheme="majorHAnsi"/>
        <w:sz w:val="18"/>
        <w:szCs w:val="18"/>
        <w:lang w:val="en-CA"/>
      </w:rPr>
      <w:t xml:space="preserve">Speakers: AG = Audrey Guinault; </w:t>
    </w:r>
    <w:r>
      <w:rPr>
        <w:rFonts w:asciiTheme="majorHAnsi" w:hAnsiTheme="majorHAnsi" w:cstheme="majorHAnsi"/>
        <w:sz w:val="18"/>
        <w:szCs w:val="18"/>
        <w:lang w:val="en-CA"/>
      </w:rPr>
      <w:t>CS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 = </w:t>
    </w:r>
    <w:r>
      <w:rPr>
        <w:rFonts w:asciiTheme="majorHAnsi" w:hAnsiTheme="majorHAnsi" w:cstheme="majorHAnsi"/>
        <w:sz w:val="18"/>
        <w:szCs w:val="18"/>
        <w:lang w:val="en-CA"/>
      </w:rPr>
      <w:t>Christina Schneider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FZ = Francis Zachariae; HN = Hideki Noguchi; JA = Jorge Arroyo; </w:t>
    </w:r>
    <w:r>
      <w:rPr>
        <w:rFonts w:asciiTheme="majorHAnsi" w:hAnsiTheme="majorHAnsi" w:cstheme="majorHAnsi"/>
        <w:sz w:val="18"/>
        <w:szCs w:val="18"/>
        <w:lang w:val="en-CA"/>
      </w:rPr>
      <w:t>KG = Kevin Gregory;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 </w:t>
    </w:r>
    <w:r>
      <w:rPr>
        <w:rFonts w:asciiTheme="majorHAnsi" w:hAnsiTheme="majorHAnsi" w:cstheme="majorHAnsi"/>
        <w:sz w:val="18"/>
        <w:szCs w:val="18"/>
        <w:lang w:val="en-CA"/>
      </w:rPr>
      <w:t>MJ = Minsu J</w:t>
    </w:r>
    <w:r w:rsidR="0013032E">
      <w:rPr>
        <w:rFonts w:asciiTheme="majorHAnsi" w:hAnsiTheme="majorHAnsi" w:cstheme="majorHAnsi"/>
        <w:sz w:val="18"/>
        <w:szCs w:val="18"/>
        <w:lang w:val="en-CA"/>
      </w:rPr>
      <w:t>eon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</w:t>
    </w:r>
    <w:r>
      <w:rPr>
        <w:rFonts w:asciiTheme="majorHAnsi" w:hAnsiTheme="majorHAnsi" w:cstheme="majorHAnsi"/>
        <w:sz w:val="18"/>
        <w:szCs w:val="18"/>
        <w:lang w:val="en-CA"/>
      </w:rPr>
      <w:t xml:space="preserve">MS = Monica Sundklev; </w:t>
    </w:r>
    <w:r w:rsidRPr="000D1D7D">
      <w:rPr>
        <w:rFonts w:asciiTheme="majorHAnsi" w:hAnsiTheme="majorHAnsi" w:cstheme="majorHAnsi"/>
        <w:sz w:val="18"/>
        <w:szCs w:val="18"/>
        <w:lang w:val="en-CA"/>
      </w:rPr>
      <w:t>OFE = Omar Frits Eriksson; P</w:t>
    </w:r>
    <w:r>
      <w:rPr>
        <w:rFonts w:asciiTheme="majorHAnsi" w:hAnsiTheme="majorHAnsi" w:cstheme="majorHAnsi"/>
        <w:sz w:val="18"/>
        <w:szCs w:val="18"/>
        <w:lang w:val="en-CA"/>
      </w:rPr>
      <w:t xml:space="preserve">D = Phil Day; </w:t>
    </w:r>
    <w:r w:rsidRPr="000D1D7D">
      <w:rPr>
        <w:rFonts w:asciiTheme="majorHAnsi" w:hAnsiTheme="majorHAnsi" w:cstheme="majorHAnsi"/>
        <w:sz w:val="18"/>
        <w:szCs w:val="18"/>
        <w:lang w:val="en-CA"/>
      </w:rPr>
      <w:t>SM = Sim</w:t>
    </w:r>
    <w:r>
      <w:rPr>
        <w:rFonts w:asciiTheme="majorHAnsi" w:hAnsiTheme="majorHAnsi" w:cstheme="majorHAnsi"/>
        <w:sz w:val="18"/>
        <w:szCs w:val="18"/>
        <w:lang w:val="en-CA"/>
      </w:rPr>
      <w:t>on Millyard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</w:t>
    </w:r>
    <w:r>
      <w:rPr>
        <w:rFonts w:asciiTheme="majorHAnsi" w:hAnsiTheme="majorHAnsi" w:cstheme="majorHAnsi"/>
        <w:sz w:val="18"/>
        <w:szCs w:val="18"/>
        <w:lang w:val="en-CA"/>
      </w:rPr>
      <w:t>TS = Tom Southall; VB = Virginia Butler; DL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>
      <w:rPr>
        <w:rFonts w:asciiTheme="majorHAnsi" w:hAnsiTheme="majorHAnsi" w:cstheme="majorHAnsi"/>
        <w:sz w:val="18"/>
        <w:szCs w:val="18"/>
        <w:lang w:val="en-CA"/>
      </w:rPr>
      <w:t>David Lewald</w:t>
    </w:r>
    <w:r w:rsidR="0013032E">
      <w:rPr>
        <w:rFonts w:asciiTheme="majorHAnsi" w:hAnsiTheme="majorHAnsi" w:cstheme="majorHAnsi"/>
        <w:sz w:val="18"/>
        <w:szCs w:val="18"/>
        <w:lang w:val="en-CA"/>
      </w:rPr>
      <w:t>; DE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Dirk Eckhoff; MC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Michel Cousquer</w:t>
    </w:r>
    <w:r w:rsidR="009B1EED">
      <w:rPr>
        <w:rFonts w:asciiTheme="majorHAnsi" w:hAnsiTheme="majorHAnsi" w:cstheme="majorHAnsi"/>
        <w:sz w:val="18"/>
        <w:szCs w:val="18"/>
        <w:lang w:val="en-CA"/>
      </w:rPr>
      <w:t>; MN = Malcolm Nicholson</w:t>
    </w:r>
    <w:r w:rsidR="00CE0DFF">
      <w:rPr>
        <w:rFonts w:asciiTheme="majorHAnsi" w:hAnsiTheme="majorHAnsi" w:cstheme="majorHAnsi"/>
        <w:sz w:val="18"/>
        <w:szCs w:val="18"/>
        <w:lang w:val="en-CA"/>
      </w:rPr>
      <w:t xml:space="preserve">; JA = Jaime Alvarez </w:t>
    </w:r>
  </w:p>
  <w:p w14:paraId="2A836B3A" w14:textId="77777777" w:rsidR="00BF2E0D" w:rsidRPr="000D1D7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</w:p>
  <w:p w14:paraId="771C68B5" w14:textId="2F982233" w:rsidR="00B46C43" w:rsidRPr="00D31B7A" w:rsidRDefault="00B46C43">
    <w:pPr>
      <w:pStyle w:val="Footer"/>
      <w:rPr>
        <w:sz w:val="18"/>
        <w:szCs w:val="18"/>
        <w:lang w:val="en-CA"/>
      </w:rPr>
    </w:pPr>
    <w:r w:rsidRPr="00D31B7A">
      <w:rPr>
        <w:sz w:val="18"/>
        <w:szCs w:val="18"/>
        <w:lang w:val="en-C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D57B4" w14:textId="77777777" w:rsidR="00BC3541" w:rsidRDefault="00BC3541" w:rsidP="000C18D9">
      <w:pPr>
        <w:pStyle w:val="Heading1"/>
      </w:pPr>
      <w:r>
        <w:separator/>
      </w:r>
    </w:p>
  </w:footnote>
  <w:footnote w:type="continuationSeparator" w:id="0">
    <w:p w14:paraId="07220F04" w14:textId="77777777" w:rsidR="00BC3541" w:rsidRDefault="00BC3541" w:rsidP="000C18D9">
      <w:pPr>
        <w:pStyle w:val="Heading1"/>
      </w:pPr>
      <w:r>
        <w:continuationSeparator/>
      </w:r>
    </w:p>
  </w:footnote>
  <w:footnote w:type="continuationNotice" w:id="1">
    <w:p w14:paraId="5945F1D0" w14:textId="77777777" w:rsidR="00BC3541" w:rsidRDefault="00BC35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56746" w14:textId="0B7B72A7" w:rsidR="00B46C43" w:rsidRDefault="009457EB">
    <w:pPr>
      <w:pStyle w:val="Header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05A65A2" wp14:editId="6D9BC25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664200" cy="9067165"/>
              <wp:effectExtent l="0" t="0" r="3175" b="635"/>
              <wp:wrapNone/>
              <wp:docPr id="1" name="WordPictureWatermark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5664200" cy="906716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F4CD742" id="WordPictureWatermark2" o:spid="_x0000_s1026" style="position:absolute;margin-left:0;margin-top:0;width:446pt;height:713.95pt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" filled="f" stroked="f">
              <o:lock v:ext="edit" aspectratio="t"/>
              <w10:wrap anchorx="margin" anchory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192CF" w14:textId="49EF4D53" w:rsidR="0057539E" w:rsidRDefault="00635077" w:rsidP="0057539E">
    <w:pPr>
      <w:pStyle w:val="Header"/>
      <w:jc w:val="right"/>
      <w:rPr>
        <w:rFonts w:asciiTheme="majorHAnsi" w:hAnsiTheme="majorHAnsi" w:cs="Arial"/>
        <w:szCs w:val="22"/>
        <w:lang w:val="en-CA"/>
      </w:rPr>
    </w:pPr>
    <w:r w:rsidRPr="004A1337">
      <w:rPr>
        <w:rFonts w:asciiTheme="majorHAnsi" w:hAnsiTheme="majorHAnsi" w:cs="Arial"/>
        <w:szCs w:val="22"/>
        <w:lang w:val="en-CA"/>
      </w:rPr>
      <w:t>P</w:t>
    </w:r>
    <w:r w:rsidR="004A1337" w:rsidRPr="004A1337">
      <w:rPr>
        <w:rFonts w:asciiTheme="majorHAnsi" w:hAnsiTheme="majorHAnsi" w:cs="Arial"/>
        <w:szCs w:val="22"/>
        <w:lang w:val="en-CA"/>
      </w:rPr>
      <w:t>AP</w:t>
    </w:r>
    <w:r w:rsidR="00BA0554">
      <w:rPr>
        <w:rFonts w:asciiTheme="majorHAnsi" w:hAnsiTheme="majorHAnsi" w:cs="Arial"/>
        <w:szCs w:val="22"/>
        <w:lang w:val="en-CA"/>
      </w:rPr>
      <w:t>4</w:t>
    </w:r>
    <w:r w:rsidR="00A30E87">
      <w:rPr>
        <w:rFonts w:asciiTheme="majorHAnsi" w:hAnsiTheme="majorHAnsi" w:cs="Arial"/>
        <w:szCs w:val="22"/>
        <w:lang w:val="en-CA"/>
      </w:rPr>
      <w:t>6</w:t>
    </w:r>
    <w:r w:rsidRPr="004A1337">
      <w:rPr>
        <w:rFonts w:asciiTheme="majorHAnsi" w:hAnsiTheme="majorHAnsi" w:cs="Arial"/>
        <w:szCs w:val="22"/>
        <w:lang w:val="en-CA"/>
      </w:rPr>
      <w:t>-1.</w:t>
    </w:r>
    <w:r w:rsidR="001E2FB7">
      <w:rPr>
        <w:rFonts w:asciiTheme="majorHAnsi" w:hAnsiTheme="majorHAnsi" w:cs="Arial"/>
        <w:szCs w:val="22"/>
        <w:lang w:val="en-CA"/>
      </w:rPr>
      <w:t>2</w:t>
    </w:r>
    <w:r w:rsidR="00873A02">
      <w:rPr>
        <w:rFonts w:asciiTheme="majorHAnsi" w:hAnsiTheme="majorHAnsi" w:cs="Arial"/>
        <w:szCs w:val="22"/>
        <w:lang w:val="en-CA"/>
      </w:rPr>
      <w:t>.1</w:t>
    </w:r>
  </w:p>
  <w:p w14:paraId="5F5ED8BA" w14:textId="527BB324" w:rsidR="00B26411" w:rsidRDefault="00AA097F" w:rsidP="0057539E">
    <w:pPr>
      <w:pStyle w:val="Header"/>
      <w:jc w:val="right"/>
      <w:rPr>
        <w:rFonts w:asciiTheme="majorHAnsi" w:hAnsiTheme="majorHAnsi" w:cs="Arial"/>
        <w:szCs w:val="22"/>
        <w:lang w:val="en-CA"/>
      </w:rPr>
    </w:pPr>
    <w:r>
      <w:rPr>
        <w:rFonts w:asciiTheme="majorHAnsi" w:hAnsiTheme="majorHAnsi" w:cs="Arial"/>
        <w:szCs w:val="22"/>
        <w:lang w:val="en-CA"/>
      </w:rPr>
      <w:t>21</w:t>
    </w:r>
    <w:r w:rsidR="00B26411">
      <w:rPr>
        <w:rFonts w:asciiTheme="majorHAnsi" w:hAnsiTheme="majorHAnsi" w:cs="Arial"/>
        <w:szCs w:val="22"/>
        <w:lang w:val="en-CA"/>
      </w:rPr>
      <w:t>042022</w:t>
    </w:r>
  </w:p>
  <w:p w14:paraId="6CD5121C" w14:textId="0FB637E3" w:rsidR="00B24740" w:rsidRPr="004A1337" w:rsidRDefault="00B24740" w:rsidP="0057539E">
    <w:pPr>
      <w:pStyle w:val="Header"/>
      <w:jc w:val="right"/>
      <w:rPr>
        <w:rFonts w:asciiTheme="majorHAnsi" w:hAnsiTheme="majorHAnsi" w:cs="Arial"/>
        <w:szCs w:val="22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61793"/>
    <w:multiLevelType w:val="hybridMultilevel"/>
    <w:tmpl w:val="4A9A7D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7C776D"/>
    <w:multiLevelType w:val="multilevel"/>
    <w:tmpl w:val="4DEA8B3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 w15:restartNumberingAfterBreak="0">
    <w:nsid w:val="0BBA1610"/>
    <w:multiLevelType w:val="multilevel"/>
    <w:tmpl w:val="CED4109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D6470DB"/>
    <w:multiLevelType w:val="multilevel"/>
    <w:tmpl w:val="B9D0FE46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F6849A6"/>
    <w:multiLevelType w:val="hybridMultilevel"/>
    <w:tmpl w:val="0406000F"/>
    <w:lvl w:ilvl="0" w:tplc="13B2E18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AEFCA0C8">
      <w:start w:val="1"/>
      <w:numFmt w:val="lowerLetter"/>
      <w:lvlText w:val="%2."/>
      <w:lvlJc w:val="left"/>
      <w:pPr>
        <w:ind w:left="1440" w:hanging="360"/>
      </w:pPr>
      <w:rPr>
        <w:rFonts w:hint="default"/>
        <w:sz w:val="20"/>
      </w:rPr>
    </w:lvl>
    <w:lvl w:ilvl="2" w:tplc="8D627078">
      <w:start w:val="1"/>
      <w:numFmt w:val="lowerRoman"/>
      <w:lvlText w:val="%3."/>
      <w:lvlJc w:val="right"/>
      <w:pPr>
        <w:ind w:left="2160" w:hanging="180"/>
      </w:pPr>
      <w:rPr>
        <w:rFonts w:hint="default"/>
        <w:sz w:val="20"/>
      </w:rPr>
    </w:lvl>
    <w:lvl w:ilvl="3" w:tplc="209A1E44">
      <w:start w:val="1"/>
      <w:numFmt w:val="decimal"/>
      <w:lvlText w:val="%4."/>
      <w:lvlJc w:val="left"/>
      <w:pPr>
        <w:ind w:left="2880" w:hanging="360"/>
      </w:pPr>
      <w:rPr>
        <w:rFonts w:hint="default"/>
        <w:sz w:val="20"/>
      </w:rPr>
    </w:lvl>
    <w:lvl w:ilvl="4" w:tplc="A11ACB78">
      <w:start w:val="1"/>
      <w:numFmt w:val="lowerLetter"/>
      <w:lvlText w:val="%5."/>
      <w:lvlJc w:val="left"/>
      <w:pPr>
        <w:ind w:left="3600" w:hanging="360"/>
      </w:pPr>
      <w:rPr>
        <w:rFonts w:hint="default"/>
        <w:sz w:val="20"/>
      </w:rPr>
    </w:lvl>
    <w:lvl w:ilvl="5" w:tplc="454CF174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sz w:val="20"/>
      </w:rPr>
    </w:lvl>
    <w:lvl w:ilvl="6" w:tplc="791A50E4" w:tentative="1">
      <w:start w:val="1"/>
      <w:numFmt w:val="decimal"/>
      <w:lvlText w:val="%7."/>
      <w:lvlJc w:val="left"/>
      <w:pPr>
        <w:ind w:left="5040" w:hanging="360"/>
      </w:pPr>
      <w:rPr>
        <w:rFonts w:hint="default"/>
        <w:sz w:val="20"/>
      </w:rPr>
    </w:lvl>
    <w:lvl w:ilvl="7" w:tplc="BA5CEAC8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sz w:val="20"/>
      </w:rPr>
    </w:lvl>
    <w:lvl w:ilvl="8" w:tplc="8522101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sz w:val="20"/>
      </w:rPr>
    </w:lvl>
  </w:abstractNum>
  <w:abstractNum w:abstractNumId="5" w15:restartNumberingAfterBreak="0">
    <w:nsid w:val="1ABC52AD"/>
    <w:multiLevelType w:val="hybridMultilevel"/>
    <w:tmpl w:val="EA0EB532"/>
    <w:lvl w:ilvl="0" w:tplc="040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367E356E"/>
    <w:multiLevelType w:val="multilevel"/>
    <w:tmpl w:val="51DCBFD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"/>
      <w:lvlJc w:val="left"/>
      <w:pPr>
        <w:tabs>
          <w:tab w:val="num" w:pos="1702"/>
        </w:tabs>
        <w:ind w:left="1702" w:hanging="851"/>
      </w:pPr>
      <w:rPr>
        <w:rFonts w:hint="default"/>
        <w:b w:val="0"/>
        <w:bCs w:val="0"/>
        <w:color w:val="auto"/>
      </w:rPr>
    </w:lvl>
    <w:lvl w:ilvl="2">
      <w:start w:val="1"/>
      <w:numFmt w:val="decimal"/>
      <w:pStyle w:val="Agenda3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b w:val="0"/>
        <w:bCs/>
        <w:color w:val="auto"/>
      </w:rPr>
    </w:lvl>
    <w:lvl w:ilvl="3">
      <w:start w:val="1"/>
      <w:numFmt w:val="decimal"/>
      <w:pStyle w:val="Agenda4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372419D4"/>
    <w:multiLevelType w:val="hybridMultilevel"/>
    <w:tmpl w:val="07B288A8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C47358C"/>
    <w:multiLevelType w:val="multilevel"/>
    <w:tmpl w:val="C8061DD8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1.%2"/>
      <w:lvlJc w:val="left"/>
      <w:pPr>
        <w:ind w:left="284" w:hanging="284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134" w:firstLine="284"/>
      </w:pPr>
      <w:rPr>
        <w:rFonts w:ascii="Arial" w:hAnsi="Arial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3AC55F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8A7606B"/>
    <w:multiLevelType w:val="hybridMultilevel"/>
    <w:tmpl w:val="878CA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0944F6"/>
    <w:multiLevelType w:val="hybridMultilevel"/>
    <w:tmpl w:val="EF344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79190A"/>
    <w:multiLevelType w:val="multilevel"/>
    <w:tmpl w:val="D186BB7C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622E3D2A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6D134B32"/>
    <w:multiLevelType w:val="hybridMultilevel"/>
    <w:tmpl w:val="F04E6FF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F6BF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AE14E9"/>
    <w:multiLevelType w:val="hybridMultilevel"/>
    <w:tmpl w:val="DB84E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3170372">
    <w:abstractNumId w:val="2"/>
  </w:num>
  <w:num w:numId="2" w16cid:durableId="823741552">
    <w:abstractNumId w:val="6"/>
  </w:num>
  <w:num w:numId="3" w16cid:durableId="1049379353">
    <w:abstractNumId w:val="8"/>
  </w:num>
  <w:num w:numId="4" w16cid:durableId="128784487">
    <w:abstractNumId w:val="6"/>
  </w:num>
  <w:num w:numId="5" w16cid:durableId="1639647446">
    <w:abstractNumId w:val="6"/>
  </w:num>
  <w:num w:numId="6" w16cid:durableId="1477144016">
    <w:abstractNumId w:val="6"/>
  </w:num>
  <w:num w:numId="7" w16cid:durableId="69235091">
    <w:abstractNumId w:val="6"/>
  </w:num>
  <w:num w:numId="8" w16cid:durableId="261109188">
    <w:abstractNumId w:val="1"/>
  </w:num>
  <w:num w:numId="9" w16cid:durableId="19595542">
    <w:abstractNumId w:val="1"/>
  </w:num>
  <w:num w:numId="10" w16cid:durableId="844247498">
    <w:abstractNumId w:val="12"/>
  </w:num>
  <w:num w:numId="11" w16cid:durableId="770975179">
    <w:abstractNumId w:val="3"/>
  </w:num>
  <w:num w:numId="12" w16cid:durableId="2014919662">
    <w:abstractNumId w:val="12"/>
  </w:num>
  <w:num w:numId="13" w16cid:durableId="180779372">
    <w:abstractNumId w:val="18"/>
  </w:num>
  <w:num w:numId="14" w16cid:durableId="73938401">
    <w:abstractNumId w:val="13"/>
  </w:num>
  <w:num w:numId="15" w16cid:durableId="2141996772">
    <w:abstractNumId w:val="0"/>
  </w:num>
  <w:num w:numId="16" w16cid:durableId="326321279">
    <w:abstractNumId w:val="9"/>
  </w:num>
  <w:num w:numId="17" w16cid:durableId="360321578">
    <w:abstractNumId w:val="11"/>
  </w:num>
  <w:num w:numId="18" w16cid:durableId="1047724581">
    <w:abstractNumId w:val="3"/>
  </w:num>
  <w:num w:numId="19" w16cid:durableId="16149465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10654295">
    <w:abstractNumId w:val="3"/>
  </w:num>
  <w:num w:numId="21" w16cid:durableId="1192257084">
    <w:abstractNumId w:val="3"/>
  </w:num>
  <w:num w:numId="22" w16cid:durableId="1589535675">
    <w:abstractNumId w:val="15"/>
  </w:num>
  <w:num w:numId="23" w16cid:durableId="1974409157">
    <w:abstractNumId w:val="10"/>
  </w:num>
  <w:num w:numId="24" w16cid:durableId="21012883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94281361">
    <w:abstractNumId w:val="17"/>
  </w:num>
  <w:num w:numId="26" w16cid:durableId="521284133">
    <w:abstractNumId w:val="3"/>
  </w:num>
  <w:num w:numId="27" w16cid:durableId="1103652180">
    <w:abstractNumId w:val="4"/>
  </w:num>
  <w:num w:numId="28" w16cid:durableId="1481077412">
    <w:abstractNumId w:val="16"/>
  </w:num>
  <w:num w:numId="29" w16cid:durableId="424159179">
    <w:abstractNumId w:val="5"/>
  </w:num>
  <w:num w:numId="30" w16cid:durableId="800420543">
    <w:abstractNumId w:val="14"/>
  </w:num>
  <w:num w:numId="31" w16cid:durableId="1666665822">
    <w:abstractNumId w:val="7"/>
  </w:num>
  <w:num w:numId="32" w16cid:durableId="800658335">
    <w:abstractNumId w:val="7"/>
  </w:num>
  <w:num w:numId="33" w16cid:durableId="753085617">
    <w:abstractNumId w:val="7"/>
  </w:num>
  <w:num w:numId="34" w16cid:durableId="1845438383">
    <w:abstractNumId w:val="7"/>
  </w:num>
  <w:num w:numId="35" w16cid:durableId="1394742850">
    <w:abstractNumId w:val="7"/>
  </w:num>
  <w:num w:numId="36" w16cid:durableId="704791783">
    <w:abstractNumId w:val="7"/>
  </w:num>
  <w:num w:numId="37" w16cid:durableId="1970741469">
    <w:abstractNumId w:val="7"/>
  </w:num>
  <w:num w:numId="38" w16cid:durableId="609362744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MwNDM0tLAwNTI1NDRU0lEKTi0uzszPAykwNKwFAElC+0UtAAAA"/>
  </w:docVars>
  <w:rsids>
    <w:rsidRoot w:val="00CE12C4"/>
    <w:rsid w:val="000008E0"/>
    <w:rsid w:val="00001A10"/>
    <w:rsid w:val="00003A61"/>
    <w:rsid w:val="00005426"/>
    <w:rsid w:val="0001023E"/>
    <w:rsid w:val="00011A02"/>
    <w:rsid w:val="00012DC9"/>
    <w:rsid w:val="00020D48"/>
    <w:rsid w:val="000245E4"/>
    <w:rsid w:val="0002475E"/>
    <w:rsid w:val="00032719"/>
    <w:rsid w:val="000363A8"/>
    <w:rsid w:val="000402CC"/>
    <w:rsid w:val="00040D9A"/>
    <w:rsid w:val="000434A1"/>
    <w:rsid w:val="0004363E"/>
    <w:rsid w:val="000524FA"/>
    <w:rsid w:val="000532BA"/>
    <w:rsid w:val="0005638F"/>
    <w:rsid w:val="000649DC"/>
    <w:rsid w:val="00071265"/>
    <w:rsid w:val="000716A9"/>
    <w:rsid w:val="00071AAE"/>
    <w:rsid w:val="00073905"/>
    <w:rsid w:val="0007755D"/>
    <w:rsid w:val="00081475"/>
    <w:rsid w:val="000852E7"/>
    <w:rsid w:val="00085B82"/>
    <w:rsid w:val="00090211"/>
    <w:rsid w:val="00091ED1"/>
    <w:rsid w:val="00093066"/>
    <w:rsid w:val="000931BB"/>
    <w:rsid w:val="00097BCB"/>
    <w:rsid w:val="000A30ED"/>
    <w:rsid w:val="000A340B"/>
    <w:rsid w:val="000A37B5"/>
    <w:rsid w:val="000A39DA"/>
    <w:rsid w:val="000A4A24"/>
    <w:rsid w:val="000A6799"/>
    <w:rsid w:val="000A69E4"/>
    <w:rsid w:val="000B0693"/>
    <w:rsid w:val="000B2BEC"/>
    <w:rsid w:val="000B4730"/>
    <w:rsid w:val="000B70C0"/>
    <w:rsid w:val="000B76C1"/>
    <w:rsid w:val="000C1052"/>
    <w:rsid w:val="000C18D9"/>
    <w:rsid w:val="000C755C"/>
    <w:rsid w:val="000D0597"/>
    <w:rsid w:val="000D0771"/>
    <w:rsid w:val="000D4DA6"/>
    <w:rsid w:val="000D7FB5"/>
    <w:rsid w:val="000E37EF"/>
    <w:rsid w:val="000E3AF8"/>
    <w:rsid w:val="000E5CFB"/>
    <w:rsid w:val="000E733C"/>
    <w:rsid w:val="000F49B6"/>
    <w:rsid w:val="000F6B35"/>
    <w:rsid w:val="0010169C"/>
    <w:rsid w:val="001045AA"/>
    <w:rsid w:val="001046D7"/>
    <w:rsid w:val="0010701D"/>
    <w:rsid w:val="00111037"/>
    <w:rsid w:val="00112820"/>
    <w:rsid w:val="00116C8B"/>
    <w:rsid w:val="00117D3B"/>
    <w:rsid w:val="001206AA"/>
    <w:rsid w:val="0012112F"/>
    <w:rsid w:val="00121722"/>
    <w:rsid w:val="001262D3"/>
    <w:rsid w:val="0013032E"/>
    <w:rsid w:val="001318B7"/>
    <w:rsid w:val="00140D50"/>
    <w:rsid w:val="001419C5"/>
    <w:rsid w:val="00141BC3"/>
    <w:rsid w:val="0014478C"/>
    <w:rsid w:val="00146A7B"/>
    <w:rsid w:val="00146EBB"/>
    <w:rsid w:val="0015107C"/>
    <w:rsid w:val="00151C16"/>
    <w:rsid w:val="00152C09"/>
    <w:rsid w:val="00153C51"/>
    <w:rsid w:val="001544CC"/>
    <w:rsid w:val="001559CD"/>
    <w:rsid w:val="00161216"/>
    <w:rsid w:val="00162D02"/>
    <w:rsid w:val="001638F2"/>
    <w:rsid w:val="00164BE9"/>
    <w:rsid w:val="001650EB"/>
    <w:rsid w:val="001664A9"/>
    <w:rsid w:val="0016659B"/>
    <w:rsid w:val="001665D7"/>
    <w:rsid w:val="0017138C"/>
    <w:rsid w:val="001741C5"/>
    <w:rsid w:val="00174391"/>
    <w:rsid w:val="001811F3"/>
    <w:rsid w:val="001848D0"/>
    <w:rsid w:val="00186003"/>
    <w:rsid w:val="00187ADA"/>
    <w:rsid w:val="00190168"/>
    <w:rsid w:val="00190F3D"/>
    <w:rsid w:val="00190F62"/>
    <w:rsid w:val="0019445C"/>
    <w:rsid w:val="001957BB"/>
    <w:rsid w:val="00196659"/>
    <w:rsid w:val="001968E9"/>
    <w:rsid w:val="001A0086"/>
    <w:rsid w:val="001A1059"/>
    <w:rsid w:val="001A1423"/>
    <w:rsid w:val="001A1DD3"/>
    <w:rsid w:val="001A2A76"/>
    <w:rsid w:val="001A55C7"/>
    <w:rsid w:val="001A68D3"/>
    <w:rsid w:val="001B4094"/>
    <w:rsid w:val="001B4CA3"/>
    <w:rsid w:val="001B509C"/>
    <w:rsid w:val="001C1419"/>
    <w:rsid w:val="001C1D25"/>
    <w:rsid w:val="001C6F4F"/>
    <w:rsid w:val="001D21F5"/>
    <w:rsid w:val="001D2EE9"/>
    <w:rsid w:val="001D3385"/>
    <w:rsid w:val="001D5D94"/>
    <w:rsid w:val="001D6351"/>
    <w:rsid w:val="001E2FB7"/>
    <w:rsid w:val="001E4077"/>
    <w:rsid w:val="001E58D1"/>
    <w:rsid w:val="001E5D16"/>
    <w:rsid w:val="001E6822"/>
    <w:rsid w:val="001E6CD4"/>
    <w:rsid w:val="001E7930"/>
    <w:rsid w:val="001F0A60"/>
    <w:rsid w:val="001F23C0"/>
    <w:rsid w:val="001F3BE8"/>
    <w:rsid w:val="001F7A78"/>
    <w:rsid w:val="00201873"/>
    <w:rsid w:val="00201EFE"/>
    <w:rsid w:val="002047B1"/>
    <w:rsid w:val="002049F6"/>
    <w:rsid w:val="0020684D"/>
    <w:rsid w:val="00206AF4"/>
    <w:rsid w:val="00206E62"/>
    <w:rsid w:val="002130E5"/>
    <w:rsid w:val="00213FDC"/>
    <w:rsid w:val="00215FD1"/>
    <w:rsid w:val="002173F7"/>
    <w:rsid w:val="0022446C"/>
    <w:rsid w:val="002245C8"/>
    <w:rsid w:val="002259C3"/>
    <w:rsid w:val="00227B6C"/>
    <w:rsid w:val="00232005"/>
    <w:rsid w:val="00236A7E"/>
    <w:rsid w:val="00241AF2"/>
    <w:rsid w:val="0024281A"/>
    <w:rsid w:val="00244B9E"/>
    <w:rsid w:val="00245038"/>
    <w:rsid w:val="00246FC9"/>
    <w:rsid w:val="002503CC"/>
    <w:rsid w:val="00250860"/>
    <w:rsid w:val="002627F1"/>
    <w:rsid w:val="002645F1"/>
    <w:rsid w:val="002705A4"/>
    <w:rsid w:val="002732CF"/>
    <w:rsid w:val="00275EB1"/>
    <w:rsid w:val="00277306"/>
    <w:rsid w:val="002808FD"/>
    <w:rsid w:val="002813F9"/>
    <w:rsid w:val="0028287F"/>
    <w:rsid w:val="00285976"/>
    <w:rsid w:val="00291C05"/>
    <w:rsid w:val="00295F3C"/>
    <w:rsid w:val="002A3452"/>
    <w:rsid w:val="002B22CC"/>
    <w:rsid w:val="002B43BC"/>
    <w:rsid w:val="002B78F2"/>
    <w:rsid w:val="002D072C"/>
    <w:rsid w:val="002D2FC2"/>
    <w:rsid w:val="002D53A7"/>
    <w:rsid w:val="002D741B"/>
    <w:rsid w:val="002D793D"/>
    <w:rsid w:val="002E5077"/>
    <w:rsid w:val="002E6D59"/>
    <w:rsid w:val="003029E8"/>
    <w:rsid w:val="00303036"/>
    <w:rsid w:val="003048B0"/>
    <w:rsid w:val="00304A41"/>
    <w:rsid w:val="0030569B"/>
    <w:rsid w:val="0030646E"/>
    <w:rsid w:val="003066F6"/>
    <w:rsid w:val="00310B3E"/>
    <w:rsid w:val="00315FF8"/>
    <w:rsid w:val="0031643B"/>
    <w:rsid w:val="00320E7B"/>
    <w:rsid w:val="00322316"/>
    <w:rsid w:val="00327363"/>
    <w:rsid w:val="00331FEB"/>
    <w:rsid w:val="003363DF"/>
    <w:rsid w:val="00343600"/>
    <w:rsid w:val="00346C7D"/>
    <w:rsid w:val="003472F1"/>
    <w:rsid w:val="003546D9"/>
    <w:rsid w:val="00356B56"/>
    <w:rsid w:val="00360E47"/>
    <w:rsid w:val="00362033"/>
    <w:rsid w:val="0036732B"/>
    <w:rsid w:val="00370198"/>
    <w:rsid w:val="003720A9"/>
    <w:rsid w:val="0037429D"/>
    <w:rsid w:val="003857F3"/>
    <w:rsid w:val="00385853"/>
    <w:rsid w:val="0038668A"/>
    <w:rsid w:val="003866C6"/>
    <w:rsid w:val="003911BF"/>
    <w:rsid w:val="00391841"/>
    <w:rsid w:val="0039225B"/>
    <w:rsid w:val="00394F28"/>
    <w:rsid w:val="003A0067"/>
    <w:rsid w:val="003A0EF0"/>
    <w:rsid w:val="003A6546"/>
    <w:rsid w:val="003B2301"/>
    <w:rsid w:val="003B3DBE"/>
    <w:rsid w:val="003B4463"/>
    <w:rsid w:val="003B677F"/>
    <w:rsid w:val="003B6F23"/>
    <w:rsid w:val="003C0E86"/>
    <w:rsid w:val="003C2FAB"/>
    <w:rsid w:val="003C6126"/>
    <w:rsid w:val="003D2797"/>
    <w:rsid w:val="003D3BAA"/>
    <w:rsid w:val="003D3D38"/>
    <w:rsid w:val="003D47C8"/>
    <w:rsid w:val="003D614F"/>
    <w:rsid w:val="003D62CB"/>
    <w:rsid w:val="003D72DA"/>
    <w:rsid w:val="003E1695"/>
    <w:rsid w:val="003E1B54"/>
    <w:rsid w:val="003E29DB"/>
    <w:rsid w:val="003E5532"/>
    <w:rsid w:val="003E767D"/>
    <w:rsid w:val="003E776F"/>
    <w:rsid w:val="003F0174"/>
    <w:rsid w:val="003F0563"/>
    <w:rsid w:val="003F0D3B"/>
    <w:rsid w:val="003F499B"/>
    <w:rsid w:val="003F6BBD"/>
    <w:rsid w:val="003F6E15"/>
    <w:rsid w:val="003F6E5F"/>
    <w:rsid w:val="0040366D"/>
    <w:rsid w:val="00404089"/>
    <w:rsid w:val="0040457D"/>
    <w:rsid w:val="00406999"/>
    <w:rsid w:val="0041043A"/>
    <w:rsid w:val="00411415"/>
    <w:rsid w:val="00420EAD"/>
    <w:rsid w:val="0042211C"/>
    <w:rsid w:val="00424AC5"/>
    <w:rsid w:val="00425661"/>
    <w:rsid w:val="00427334"/>
    <w:rsid w:val="004316E4"/>
    <w:rsid w:val="00444DBB"/>
    <w:rsid w:val="00444F9A"/>
    <w:rsid w:val="0044679A"/>
    <w:rsid w:val="00450053"/>
    <w:rsid w:val="004500FE"/>
    <w:rsid w:val="0045349A"/>
    <w:rsid w:val="004549EE"/>
    <w:rsid w:val="00456C25"/>
    <w:rsid w:val="00457E0B"/>
    <w:rsid w:val="00461DE7"/>
    <w:rsid w:val="004700E0"/>
    <w:rsid w:val="00485DC1"/>
    <w:rsid w:val="00486D0B"/>
    <w:rsid w:val="00494EFE"/>
    <w:rsid w:val="0049520F"/>
    <w:rsid w:val="00496202"/>
    <w:rsid w:val="004966E1"/>
    <w:rsid w:val="004A1337"/>
    <w:rsid w:val="004A1B52"/>
    <w:rsid w:val="004A2349"/>
    <w:rsid w:val="004A4195"/>
    <w:rsid w:val="004A62CC"/>
    <w:rsid w:val="004A772D"/>
    <w:rsid w:val="004A7CF7"/>
    <w:rsid w:val="004B08DA"/>
    <w:rsid w:val="004B394D"/>
    <w:rsid w:val="004B644B"/>
    <w:rsid w:val="004C42E4"/>
    <w:rsid w:val="004C48F5"/>
    <w:rsid w:val="004C4B81"/>
    <w:rsid w:val="004D44BB"/>
    <w:rsid w:val="004D7A95"/>
    <w:rsid w:val="004E11F7"/>
    <w:rsid w:val="004E190F"/>
    <w:rsid w:val="004E2F4F"/>
    <w:rsid w:val="004E3C02"/>
    <w:rsid w:val="004E753F"/>
    <w:rsid w:val="004F085C"/>
    <w:rsid w:val="004F08EC"/>
    <w:rsid w:val="004F43D5"/>
    <w:rsid w:val="004F5E99"/>
    <w:rsid w:val="004F6494"/>
    <w:rsid w:val="0050073B"/>
    <w:rsid w:val="00500790"/>
    <w:rsid w:val="00501654"/>
    <w:rsid w:val="00502158"/>
    <w:rsid w:val="00504C2A"/>
    <w:rsid w:val="00504C44"/>
    <w:rsid w:val="00504F17"/>
    <w:rsid w:val="00517E63"/>
    <w:rsid w:val="0052363E"/>
    <w:rsid w:val="005239FC"/>
    <w:rsid w:val="00531A2E"/>
    <w:rsid w:val="00534505"/>
    <w:rsid w:val="0053466B"/>
    <w:rsid w:val="00535B52"/>
    <w:rsid w:val="00535F24"/>
    <w:rsid w:val="0054125F"/>
    <w:rsid w:val="00543FBA"/>
    <w:rsid w:val="00545577"/>
    <w:rsid w:val="00545A05"/>
    <w:rsid w:val="00547E8F"/>
    <w:rsid w:val="00550825"/>
    <w:rsid w:val="00550BF4"/>
    <w:rsid w:val="0055139D"/>
    <w:rsid w:val="00551ED8"/>
    <w:rsid w:val="00560079"/>
    <w:rsid w:val="00561AA2"/>
    <w:rsid w:val="00567D24"/>
    <w:rsid w:val="00573391"/>
    <w:rsid w:val="0057539E"/>
    <w:rsid w:val="00576759"/>
    <w:rsid w:val="00580462"/>
    <w:rsid w:val="00580549"/>
    <w:rsid w:val="00581DB2"/>
    <w:rsid w:val="00582EA3"/>
    <w:rsid w:val="0059372D"/>
    <w:rsid w:val="00596877"/>
    <w:rsid w:val="005A1E35"/>
    <w:rsid w:val="005A1F2B"/>
    <w:rsid w:val="005A3072"/>
    <w:rsid w:val="005A3302"/>
    <w:rsid w:val="005A4471"/>
    <w:rsid w:val="005A55CA"/>
    <w:rsid w:val="005A76B6"/>
    <w:rsid w:val="005A7F9F"/>
    <w:rsid w:val="005B090B"/>
    <w:rsid w:val="005B2480"/>
    <w:rsid w:val="005B45F3"/>
    <w:rsid w:val="005B55EB"/>
    <w:rsid w:val="005B6DBF"/>
    <w:rsid w:val="005B7AD3"/>
    <w:rsid w:val="005C009B"/>
    <w:rsid w:val="005C7FCE"/>
    <w:rsid w:val="005D3638"/>
    <w:rsid w:val="005D3942"/>
    <w:rsid w:val="005D3962"/>
    <w:rsid w:val="005D49D1"/>
    <w:rsid w:val="005D6B1F"/>
    <w:rsid w:val="005D6F57"/>
    <w:rsid w:val="005E0E47"/>
    <w:rsid w:val="005E0FB4"/>
    <w:rsid w:val="005E1FE4"/>
    <w:rsid w:val="005E2DC7"/>
    <w:rsid w:val="005E47A3"/>
    <w:rsid w:val="005F0095"/>
    <w:rsid w:val="005F059F"/>
    <w:rsid w:val="005F148A"/>
    <w:rsid w:val="005F3386"/>
    <w:rsid w:val="005F40AF"/>
    <w:rsid w:val="005F4531"/>
    <w:rsid w:val="005F5DE7"/>
    <w:rsid w:val="005F638A"/>
    <w:rsid w:val="00602445"/>
    <w:rsid w:val="00606E90"/>
    <w:rsid w:val="00606FF3"/>
    <w:rsid w:val="00610DD8"/>
    <w:rsid w:val="00630B36"/>
    <w:rsid w:val="006325C8"/>
    <w:rsid w:val="00635077"/>
    <w:rsid w:val="006365CE"/>
    <w:rsid w:val="006366EE"/>
    <w:rsid w:val="00636CBF"/>
    <w:rsid w:val="00636EC7"/>
    <w:rsid w:val="006377D3"/>
    <w:rsid w:val="006445B1"/>
    <w:rsid w:val="006452DB"/>
    <w:rsid w:val="0064567E"/>
    <w:rsid w:val="006662C3"/>
    <w:rsid w:val="00675254"/>
    <w:rsid w:val="00675BF3"/>
    <w:rsid w:val="0067664D"/>
    <w:rsid w:val="00677324"/>
    <w:rsid w:val="0068170B"/>
    <w:rsid w:val="00684FDC"/>
    <w:rsid w:val="00685F74"/>
    <w:rsid w:val="00690650"/>
    <w:rsid w:val="006958DE"/>
    <w:rsid w:val="006A0975"/>
    <w:rsid w:val="006A449D"/>
    <w:rsid w:val="006A5D3E"/>
    <w:rsid w:val="006A77A2"/>
    <w:rsid w:val="006B531A"/>
    <w:rsid w:val="006C0920"/>
    <w:rsid w:val="006C1E94"/>
    <w:rsid w:val="006C3710"/>
    <w:rsid w:val="006C4F5B"/>
    <w:rsid w:val="006C71C9"/>
    <w:rsid w:val="006C7FA4"/>
    <w:rsid w:val="006D0767"/>
    <w:rsid w:val="006D1E07"/>
    <w:rsid w:val="006D25AC"/>
    <w:rsid w:val="006D2B82"/>
    <w:rsid w:val="006D7D83"/>
    <w:rsid w:val="006E0F3B"/>
    <w:rsid w:val="006E32B8"/>
    <w:rsid w:val="006E6C5F"/>
    <w:rsid w:val="006F1A07"/>
    <w:rsid w:val="006F77A3"/>
    <w:rsid w:val="006F7B1C"/>
    <w:rsid w:val="00703743"/>
    <w:rsid w:val="00707796"/>
    <w:rsid w:val="00710A45"/>
    <w:rsid w:val="00714110"/>
    <w:rsid w:val="0071532F"/>
    <w:rsid w:val="0071685C"/>
    <w:rsid w:val="00722F0A"/>
    <w:rsid w:val="007265BD"/>
    <w:rsid w:val="00730835"/>
    <w:rsid w:val="00732220"/>
    <w:rsid w:val="00734E9F"/>
    <w:rsid w:val="007356D2"/>
    <w:rsid w:val="00737105"/>
    <w:rsid w:val="00737CB6"/>
    <w:rsid w:val="00737DC2"/>
    <w:rsid w:val="007400A6"/>
    <w:rsid w:val="00741798"/>
    <w:rsid w:val="007452F4"/>
    <w:rsid w:val="0074533D"/>
    <w:rsid w:val="00761E74"/>
    <w:rsid w:val="00761F24"/>
    <w:rsid w:val="007644B9"/>
    <w:rsid w:val="00765DB3"/>
    <w:rsid w:val="00766E7C"/>
    <w:rsid w:val="00772B17"/>
    <w:rsid w:val="00781AE3"/>
    <w:rsid w:val="00781E08"/>
    <w:rsid w:val="007824DC"/>
    <w:rsid w:val="00790271"/>
    <w:rsid w:val="007928CC"/>
    <w:rsid w:val="00795F3A"/>
    <w:rsid w:val="007972BC"/>
    <w:rsid w:val="00797616"/>
    <w:rsid w:val="007A01BE"/>
    <w:rsid w:val="007A0492"/>
    <w:rsid w:val="007A07F0"/>
    <w:rsid w:val="007A6586"/>
    <w:rsid w:val="007B1AD6"/>
    <w:rsid w:val="007B382D"/>
    <w:rsid w:val="007B414F"/>
    <w:rsid w:val="007C43F6"/>
    <w:rsid w:val="007C608F"/>
    <w:rsid w:val="007D4055"/>
    <w:rsid w:val="007D53DA"/>
    <w:rsid w:val="007E0EFE"/>
    <w:rsid w:val="007E2E38"/>
    <w:rsid w:val="007E4265"/>
    <w:rsid w:val="007E5521"/>
    <w:rsid w:val="007E65F4"/>
    <w:rsid w:val="007F46BD"/>
    <w:rsid w:val="007F5998"/>
    <w:rsid w:val="007F7488"/>
    <w:rsid w:val="00804717"/>
    <w:rsid w:val="0080495D"/>
    <w:rsid w:val="0081009F"/>
    <w:rsid w:val="008108FF"/>
    <w:rsid w:val="00810EE4"/>
    <w:rsid w:val="00812A4F"/>
    <w:rsid w:val="00815CFF"/>
    <w:rsid w:val="008162A0"/>
    <w:rsid w:val="00817EEA"/>
    <w:rsid w:val="00817FB3"/>
    <w:rsid w:val="00820B8C"/>
    <w:rsid w:val="008219C0"/>
    <w:rsid w:val="0082412C"/>
    <w:rsid w:val="00826FDA"/>
    <w:rsid w:val="008309EC"/>
    <w:rsid w:val="00833BF9"/>
    <w:rsid w:val="00835CE6"/>
    <w:rsid w:val="00841B5E"/>
    <w:rsid w:val="008441E4"/>
    <w:rsid w:val="00851155"/>
    <w:rsid w:val="0085375B"/>
    <w:rsid w:val="00854A23"/>
    <w:rsid w:val="00856257"/>
    <w:rsid w:val="0085679A"/>
    <w:rsid w:val="008568FA"/>
    <w:rsid w:val="00857BC6"/>
    <w:rsid w:val="00857EC5"/>
    <w:rsid w:val="00866B4C"/>
    <w:rsid w:val="008706E8"/>
    <w:rsid w:val="008717F2"/>
    <w:rsid w:val="00871D80"/>
    <w:rsid w:val="00873A02"/>
    <w:rsid w:val="00874323"/>
    <w:rsid w:val="008815DF"/>
    <w:rsid w:val="00892E3C"/>
    <w:rsid w:val="00893178"/>
    <w:rsid w:val="008A01D2"/>
    <w:rsid w:val="008A31CC"/>
    <w:rsid w:val="008A3696"/>
    <w:rsid w:val="008A3FB7"/>
    <w:rsid w:val="008A5C1F"/>
    <w:rsid w:val="008A6F56"/>
    <w:rsid w:val="008B2EC6"/>
    <w:rsid w:val="008C1F9A"/>
    <w:rsid w:val="008C360A"/>
    <w:rsid w:val="008C5416"/>
    <w:rsid w:val="008C54D8"/>
    <w:rsid w:val="008C69BC"/>
    <w:rsid w:val="008C69DE"/>
    <w:rsid w:val="008C6C0D"/>
    <w:rsid w:val="008D01E6"/>
    <w:rsid w:val="008D0B9C"/>
    <w:rsid w:val="008D5186"/>
    <w:rsid w:val="008E0BB1"/>
    <w:rsid w:val="008E1E50"/>
    <w:rsid w:val="008E4CC0"/>
    <w:rsid w:val="008E730C"/>
    <w:rsid w:val="008F0AE9"/>
    <w:rsid w:val="008F2EA8"/>
    <w:rsid w:val="008F3467"/>
    <w:rsid w:val="008F4D87"/>
    <w:rsid w:val="008F58AC"/>
    <w:rsid w:val="00900AAD"/>
    <w:rsid w:val="00904FC0"/>
    <w:rsid w:val="00911089"/>
    <w:rsid w:val="009118CD"/>
    <w:rsid w:val="009118CE"/>
    <w:rsid w:val="00913D0A"/>
    <w:rsid w:val="00913F9D"/>
    <w:rsid w:val="00914FD9"/>
    <w:rsid w:val="00916416"/>
    <w:rsid w:val="009175E8"/>
    <w:rsid w:val="0092184E"/>
    <w:rsid w:val="00922062"/>
    <w:rsid w:val="0092436A"/>
    <w:rsid w:val="00926E0D"/>
    <w:rsid w:val="00931EBC"/>
    <w:rsid w:val="00940840"/>
    <w:rsid w:val="00940868"/>
    <w:rsid w:val="009433FD"/>
    <w:rsid w:val="009457EB"/>
    <w:rsid w:val="009474E1"/>
    <w:rsid w:val="00947D4B"/>
    <w:rsid w:val="00954E44"/>
    <w:rsid w:val="0097008F"/>
    <w:rsid w:val="0097511C"/>
    <w:rsid w:val="00984F49"/>
    <w:rsid w:val="0098739F"/>
    <w:rsid w:val="0099133E"/>
    <w:rsid w:val="009914AC"/>
    <w:rsid w:val="00992AB8"/>
    <w:rsid w:val="0099572E"/>
    <w:rsid w:val="0099587E"/>
    <w:rsid w:val="00995984"/>
    <w:rsid w:val="009A27EA"/>
    <w:rsid w:val="009A2A70"/>
    <w:rsid w:val="009B1EED"/>
    <w:rsid w:val="009B2103"/>
    <w:rsid w:val="009B26EE"/>
    <w:rsid w:val="009C2017"/>
    <w:rsid w:val="009C78E2"/>
    <w:rsid w:val="009D0EF0"/>
    <w:rsid w:val="009D292C"/>
    <w:rsid w:val="009D5976"/>
    <w:rsid w:val="009D7ABC"/>
    <w:rsid w:val="009D7D46"/>
    <w:rsid w:val="009E187F"/>
    <w:rsid w:val="009E29CC"/>
    <w:rsid w:val="009E475A"/>
    <w:rsid w:val="009E513C"/>
    <w:rsid w:val="009E5271"/>
    <w:rsid w:val="009E7AEF"/>
    <w:rsid w:val="009F1A59"/>
    <w:rsid w:val="009F3F60"/>
    <w:rsid w:val="009F43AF"/>
    <w:rsid w:val="009F7567"/>
    <w:rsid w:val="00A1015E"/>
    <w:rsid w:val="00A15C1C"/>
    <w:rsid w:val="00A17FC0"/>
    <w:rsid w:val="00A21CAD"/>
    <w:rsid w:val="00A2417C"/>
    <w:rsid w:val="00A24874"/>
    <w:rsid w:val="00A25170"/>
    <w:rsid w:val="00A259A0"/>
    <w:rsid w:val="00A30B3F"/>
    <w:rsid w:val="00A30BDC"/>
    <w:rsid w:val="00A30D8A"/>
    <w:rsid w:val="00A30E87"/>
    <w:rsid w:val="00A3175B"/>
    <w:rsid w:val="00A31D99"/>
    <w:rsid w:val="00A3204C"/>
    <w:rsid w:val="00A32277"/>
    <w:rsid w:val="00A325F8"/>
    <w:rsid w:val="00A34C25"/>
    <w:rsid w:val="00A353C7"/>
    <w:rsid w:val="00A37FD7"/>
    <w:rsid w:val="00A4087F"/>
    <w:rsid w:val="00A42326"/>
    <w:rsid w:val="00A4494D"/>
    <w:rsid w:val="00A50A8D"/>
    <w:rsid w:val="00A54C53"/>
    <w:rsid w:val="00A55A60"/>
    <w:rsid w:val="00A55CDC"/>
    <w:rsid w:val="00A572B4"/>
    <w:rsid w:val="00A61086"/>
    <w:rsid w:val="00A61CA4"/>
    <w:rsid w:val="00A735AB"/>
    <w:rsid w:val="00A7394A"/>
    <w:rsid w:val="00A746DF"/>
    <w:rsid w:val="00A80622"/>
    <w:rsid w:val="00A80F11"/>
    <w:rsid w:val="00A80FE7"/>
    <w:rsid w:val="00A826FA"/>
    <w:rsid w:val="00A8371E"/>
    <w:rsid w:val="00A851E9"/>
    <w:rsid w:val="00A85386"/>
    <w:rsid w:val="00A97007"/>
    <w:rsid w:val="00AA097F"/>
    <w:rsid w:val="00AA21CD"/>
    <w:rsid w:val="00AA75E8"/>
    <w:rsid w:val="00AA7A91"/>
    <w:rsid w:val="00AB1E68"/>
    <w:rsid w:val="00AC3E5F"/>
    <w:rsid w:val="00AC4804"/>
    <w:rsid w:val="00AD2426"/>
    <w:rsid w:val="00AD31F3"/>
    <w:rsid w:val="00AD39A1"/>
    <w:rsid w:val="00AD46DB"/>
    <w:rsid w:val="00AE021E"/>
    <w:rsid w:val="00AE05E2"/>
    <w:rsid w:val="00AE0BC0"/>
    <w:rsid w:val="00AE3BCC"/>
    <w:rsid w:val="00AF2423"/>
    <w:rsid w:val="00B0053C"/>
    <w:rsid w:val="00B01D85"/>
    <w:rsid w:val="00B036AA"/>
    <w:rsid w:val="00B13BC3"/>
    <w:rsid w:val="00B20900"/>
    <w:rsid w:val="00B23586"/>
    <w:rsid w:val="00B24740"/>
    <w:rsid w:val="00B254ED"/>
    <w:rsid w:val="00B259D9"/>
    <w:rsid w:val="00B26411"/>
    <w:rsid w:val="00B27193"/>
    <w:rsid w:val="00B277BF"/>
    <w:rsid w:val="00B32DE6"/>
    <w:rsid w:val="00B3657F"/>
    <w:rsid w:val="00B36742"/>
    <w:rsid w:val="00B4026A"/>
    <w:rsid w:val="00B40F07"/>
    <w:rsid w:val="00B43599"/>
    <w:rsid w:val="00B45313"/>
    <w:rsid w:val="00B45D19"/>
    <w:rsid w:val="00B46C43"/>
    <w:rsid w:val="00B47E80"/>
    <w:rsid w:val="00B53C9A"/>
    <w:rsid w:val="00B55F04"/>
    <w:rsid w:val="00B55FB2"/>
    <w:rsid w:val="00B56658"/>
    <w:rsid w:val="00B612C1"/>
    <w:rsid w:val="00B6212B"/>
    <w:rsid w:val="00B627F4"/>
    <w:rsid w:val="00B638D2"/>
    <w:rsid w:val="00B63BBA"/>
    <w:rsid w:val="00B63C7B"/>
    <w:rsid w:val="00B660CB"/>
    <w:rsid w:val="00B666EC"/>
    <w:rsid w:val="00B66CB9"/>
    <w:rsid w:val="00B70A12"/>
    <w:rsid w:val="00B77B26"/>
    <w:rsid w:val="00B80AEF"/>
    <w:rsid w:val="00B835FD"/>
    <w:rsid w:val="00B86DF7"/>
    <w:rsid w:val="00B874A6"/>
    <w:rsid w:val="00B9278F"/>
    <w:rsid w:val="00B92E18"/>
    <w:rsid w:val="00B9594E"/>
    <w:rsid w:val="00B95D77"/>
    <w:rsid w:val="00B96C61"/>
    <w:rsid w:val="00B9726B"/>
    <w:rsid w:val="00B977ED"/>
    <w:rsid w:val="00B97F63"/>
    <w:rsid w:val="00BA0554"/>
    <w:rsid w:val="00BA1C56"/>
    <w:rsid w:val="00BA6194"/>
    <w:rsid w:val="00BA6877"/>
    <w:rsid w:val="00BA6B83"/>
    <w:rsid w:val="00BA7A86"/>
    <w:rsid w:val="00BB051D"/>
    <w:rsid w:val="00BB2802"/>
    <w:rsid w:val="00BB37E0"/>
    <w:rsid w:val="00BC3541"/>
    <w:rsid w:val="00BC3951"/>
    <w:rsid w:val="00BC4BA8"/>
    <w:rsid w:val="00BC52F6"/>
    <w:rsid w:val="00BC7A75"/>
    <w:rsid w:val="00BD02E6"/>
    <w:rsid w:val="00BD0774"/>
    <w:rsid w:val="00BD0A8C"/>
    <w:rsid w:val="00BD2337"/>
    <w:rsid w:val="00BD4EC2"/>
    <w:rsid w:val="00BD7795"/>
    <w:rsid w:val="00BE6CCC"/>
    <w:rsid w:val="00BF2E0D"/>
    <w:rsid w:val="00BF6334"/>
    <w:rsid w:val="00C02535"/>
    <w:rsid w:val="00C11604"/>
    <w:rsid w:val="00C1259C"/>
    <w:rsid w:val="00C12B90"/>
    <w:rsid w:val="00C12CD8"/>
    <w:rsid w:val="00C134E4"/>
    <w:rsid w:val="00C147E3"/>
    <w:rsid w:val="00C2031D"/>
    <w:rsid w:val="00C210DB"/>
    <w:rsid w:val="00C22C8A"/>
    <w:rsid w:val="00C24DE0"/>
    <w:rsid w:val="00C3280E"/>
    <w:rsid w:val="00C33154"/>
    <w:rsid w:val="00C36D23"/>
    <w:rsid w:val="00C402B8"/>
    <w:rsid w:val="00C440B0"/>
    <w:rsid w:val="00C44E5B"/>
    <w:rsid w:val="00C51183"/>
    <w:rsid w:val="00C55812"/>
    <w:rsid w:val="00C64F9B"/>
    <w:rsid w:val="00C72CEF"/>
    <w:rsid w:val="00C82E0E"/>
    <w:rsid w:val="00C86A9C"/>
    <w:rsid w:val="00C94774"/>
    <w:rsid w:val="00CA14B7"/>
    <w:rsid w:val="00CA4BDD"/>
    <w:rsid w:val="00CB124C"/>
    <w:rsid w:val="00CB2EB3"/>
    <w:rsid w:val="00CB5FFA"/>
    <w:rsid w:val="00CC30E8"/>
    <w:rsid w:val="00CC31E1"/>
    <w:rsid w:val="00CC5F50"/>
    <w:rsid w:val="00CC775D"/>
    <w:rsid w:val="00CD27A6"/>
    <w:rsid w:val="00CD551A"/>
    <w:rsid w:val="00CD5FD1"/>
    <w:rsid w:val="00CD6354"/>
    <w:rsid w:val="00CD65E7"/>
    <w:rsid w:val="00CE0DFF"/>
    <w:rsid w:val="00CE12C4"/>
    <w:rsid w:val="00CE2F63"/>
    <w:rsid w:val="00CE6D7C"/>
    <w:rsid w:val="00CF12C5"/>
    <w:rsid w:val="00CF1DE7"/>
    <w:rsid w:val="00CF1FC8"/>
    <w:rsid w:val="00CF20DE"/>
    <w:rsid w:val="00CF224D"/>
    <w:rsid w:val="00CF3BB5"/>
    <w:rsid w:val="00CF4C88"/>
    <w:rsid w:val="00CF5FB7"/>
    <w:rsid w:val="00D04515"/>
    <w:rsid w:val="00D04E26"/>
    <w:rsid w:val="00D06541"/>
    <w:rsid w:val="00D1074C"/>
    <w:rsid w:val="00D16002"/>
    <w:rsid w:val="00D160EB"/>
    <w:rsid w:val="00D1642D"/>
    <w:rsid w:val="00D17844"/>
    <w:rsid w:val="00D218ED"/>
    <w:rsid w:val="00D2318C"/>
    <w:rsid w:val="00D259B9"/>
    <w:rsid w:val="00D263E9"/>
    <w:rsid w:val="00D264AD"/>
    <w:rsid w:val="00D30548"/>
    <w:rsid w:val="00D30616"/>
    <w:rsid w:val="00D31B7A"/>
    <w:rsid w:val="00D3252B"/>
    <w:rsid w:val="00D335A1"/>
    <w:rsid w:val="00D33917"/>
    <w:rsid w:val="00D351D8"/>
    <w:rsid w:val="00D3570A"/>
    <w:rsid w:val="00D35A65"/>
    <w:rsid w:val="00D37DF5"/>
    <w:rsid w:val="00D40F0B"/>
    <w:rsid w:val="00D419EB"/>
    <w:rsid w:val="00D42E23"/>
    <w:rsid w:val="00D43F9C"/>
    <w:rsid w:val="00D47E3C"/>
    <w:rsid w:val="00D54515"/>
    <w:rsid w:val="00D63240"/>
    <w:rsid w:val="00D634BB"/>
    <w:rsid w:val="00D6584F"/>
    <w:rsid w:val="00D65864"/>
    <w:rsid w:val="00D673D6"/>
    <w:rsid w:val="00D67AED"/>
    <w:rsid w:val="00D70278"/>
    <w:rsid w:val="00D70C8E"/>
    <w:rsid w:val="00D71E6A"/>
    <w:rsid w:val="00D726FA"/>
    <w:rsid w:val="00D77541"/>
    <w:rsid w:val="00D77821"/>
    <w:rsid w:val="00D8160D"/>
    <w:rsid w:val="00D83EB2"/>
    <w:rsid w:val="00D86734"/>
    <w:rsid w:val="00D92325"/>
    <w:rsid w:val="00D92982"/>
    <w:rsid w:val="00D93363"/>
    <w:rsid w:val="00D93D18"/>
    <w:rsid w:val="00DA2A08"/>
    <w:rsid w:val="00DA3C94"/>
    <w:rsid w:val="00DA57A3"/>
    <w:rsid w:val="00DA5942"/>
    <w:rsid w:val="00DA6EEC"/>
    <w:rsid w:val="00DB2F8B"/>
    <w:rsid w:val="00DB5374"/>
    <w:rsid w:val="00DB67B7"/>
    <w:rsid w:val="00DB72EA"/>
    <w:rsid w:val="00DB7AC4"/>
    <w:rsid w:val="00DC3E08"/>
    <w:rsid w:val="00DC4B84"/>
    <w:rsid w:val="00DE1BAA"/>
    <w:rsid w:val="00DE2CD4"/>
    <w:rsid w:val="00DE4180"/>
    <w:rsid w:val="00DF12C2"/>
    <w:rsid w:val="00DF14E5"/>
    <w:rsid w:val="00DF22EF"/>
    <w:rsid w:val="00DF2E0F"/>
    <w:rsid w:val="00DF552B"/>
    <w:rsid w:val="00DF61F2"/>
    <w:rsid w:val="00E00402"/>
    <w:rsid w:val="00E01334"/>
    <w:rsid w:val="00E1311C"/>
    <w:rsid w:val="00E13377"/>
    <w:rsid w:val="00E144D9"/>
    <w:rsid w:val="00E2077B"/>
    <w:rsid w:val="00E23817"/>
    <w:rsid w:val="00E40A73"/>
    <w:rsid w:val="00E41B88"/>
    <w:rsid w:val="00E43B45"/>
    <w:rsid w:val="00E471E7"/>
    <w:rsid w:val="00E52F9E"/>
    <w:rsid w:val="00E6078D"/>
    <w:rsid w:val="00E67B1F"/>
    <w:rsid w:val="00E72577"/>
    <w:rsid w:val="00E7363A"/>
    <w:rsid w:val="00E749AD"/>
    <w:rsid w:val="00E75781"/>
    <w:rsid w:val="00E762D7"/>
    <w:rsid w:val="00E76491"/>
    <w:rsid w:val="00E77081"/>
    <w:rsid w:val="00E81762"/>
    <w:rsid w:val="00E818FF"/>
    <w:rsid w:val="00E81C51"/>
    <w:rsid w:val="00E81D72"/>
    <w:rsid w:val="00E84B7B"/>
    <w:rsid w:val="00E87627"/>
    <w:rsid w:val="00E8769D"/>
    <w:rsid w:val="00E87981"/>
    <w:rsid w:val="00E94350"/>
    <w:rsid w:val="00E96E16"/>
    <w:rsid w:val="00EA027B"/>
    <w:rsid w:val="00EA1D4C"/>
    <w:rsid w:val="00EA2935"/>
    <w:rsid w:val="00EB047A"/>
    <w:rsid w:val="00EB0E9B"/>
    <w:rsid w:val="00EB11FE"/>
    <w:rsid w:val="00EB43ED"/>
    <w:rsid w:val="00EB5927"/>
    <w:rsid w:val="00EC2FCB"/>
    <w:rsid w:val="00EC3646"/>
    <w:rsid w:val="00ED12A0"/>
    <w:rsid w:val="00ED33C1"/>
    <w:rsid w:val="00EE0552"/>
    <w:rsid w:val="00EE4248"/>
    <w:rsid w:val="00EE4CB8"/>
    <w:rsid w:val="00EE563A"/>
    <w:rsid w:val="00EE7BC5"/>
    <w:rsid w:val="00EE7FB9"/>
    <w:rsid w:val="00EF44AE"/>
    <w:rsid w:val="00EF5C94"/>
    <w:rsid w:val="00EF7FB3"/>
    <w:rsid w:val="00F03366"/>
    <w:rsid w:val="00F03B5A"/>
    <w:rsid w:val="00F040D1"/>
    <w:rsid w:val="00F04CA9"/>
    <w:rsid w:val="00F075D8"/>
    <w:rsid w:val="00F117ED"/>
    <w:rsid w:val="00F118C4"/>
    <w:rsid w:val="00F1298C"/>
    <w:rsid w:val="00F12FB6"/>
    <w:rsid w:val="00F15492"/>
    <w:rsid w:val="00F15C82"/>
    <w:rsid w:val="00F32F75"/>
    <w:rsid w:val="00F35B55"/>
    <w:rsid w:val="00F36C80"/>
    <w:rsid w:val="00F40979"/>
    <w:rsid w:val="00F41DA6"/>
    <w:rsid w:val="00F424C8"/>
    <w:rsid w:val="00F42E6D"/>
    <w:rsid w:val="00F45FAD"/>
    <w:rsid w:val="00F4743B"/>
    <w:rsid w:val="00F47BAB"/>
    <w:rsid w:val="00F47E52"/>
    <w:rsid w:val="00F542C7"/>
    <w:rsid w:val="00F569CB"/>
    <w:rsid w:val="00F64640"/>
    <w:rsid w:val="00F70169"/>
    <w:rsid w:val="00F81CE9"/>
    <w:rsid w:val="00F81D10"/>
    <w:rsid w:val="00F81D39"/>
    <w:rsid w:val="00F8279A"/>
    <w:rsid w:val="00F837EF"/>
    <w:rsid w:val="00F85877"/>
    <w:rsid w:val="00F94162"/>
    <w:rsid w:val="00F948D3"/>
    <w:rsid w:val="00FA1759"/>
    <w:rsid w:val="00FA2CBA"/>
    <w:rsid w:val="00FB22D8"/>
    <w:rsid w:val="00FB27CD"/>
    <w:rsid w:val="00FB3A47"/>
    <w:rsid w:val="00FB6B78"/>
    <w:rsid w:val="00FC70A3"/>
    <w:rsid w:val="00FC7B90"/>
    <w:rsid w:val="00FC7B96"/>
    <w:rsid w:val="00FD3514"/>
    <w:rsid w:val="00FD4C7C"/>
    <w:rsid w:val="00FE09A0"/>
    <w:rsid w:val="00FE1A1D"/>
    <w:rsid w:val="00FE1C0E"/>
    <w:rsid w:val="00FE22D4"/>
    <w:rsid w:val="00FE50AD"/>
    <w:rsid w:val="00FE6877"/>
    <w:rsid w:val="00FF72BA"/>
    <w:rsid w:val="4F09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B5FF4CD"/>
  <w15:docId w15:val="{E9D9ADCF-4BBE-492D-AB38-E2CC60A29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03B5A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rsid w:val="008E4CC0"/>
    <w:pPr>
      <w:keepNext/>
      <w:numPr>
        <w:numId w:val="1"/>
      </w:numPr>
      <w:spacing w:before="360" w:after="120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rsid w:val="008E4CC0"/>
    <w:pPr>
      <w:keepNext/>
      <w:numPr>
        <w:ilvl w:val="1"/>
        <w:numId w:val="1"/>
      </w:numPr>
      <w:spacing w:before="240" w:after="120"/>
      <w:outlineLvl w:val="1"/>
    </w:pPr>
    <w:rPr>
      <w:rFonts w:cs="Arial"/>
      <w:szCs w:val="28"/>
    </w:rPr>
  </w:style>
  <w:style w:type="paragraph" w:styleId="Heading3">
    <w:name w:val="heading 3"/>
    <w:basedOn w:val="Normal"/>
    <w:next w:val="Normal"/>
    <w:rsid w:val="008E4CC0"/>
    <w:pPr>
      <w:keepNext/>
      <w:numPr>
        <w:ilvl w:val="2"/>
        <w:numId w:val="1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8E4CC0"/>
    <w:pPr>
      <w:keepNext/>
      <w:numPr>
        <w:ilvl w:val="3"/>
        <w:numId w:val="1"/>
      </w:numPr>
      <w:outlineLvl w:val="3"/>
    </w:pPr>
    <w:rPr>
      <w:rFonts w:cs="Arial"/>
      <w:bCs/>
    </w:rPr>
  </w:style>
  <w:style w:type="paragraph" w:styleId="Heading5">
    <w:name w:val="heading 5"/>
    <w:basedOn w:val="Normal"/>
    <w:next w:val="Normal"/>
    <w:rsid w:val="008E4CC0"/>
    <w:pPr>
      <w:keepNext/>
      <w:numPr>
        <w:ilvl w:val="4"/>
        <w:numId w:val="1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8E4CC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8E4CC0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rsid w:val="008E4CC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rsid w:val="008E4CC0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ED12A0"/>
    <w:pPr>
      <w:spacing w:after="120"/>
      <w:jc w:val="both"/>
    </w:pPr>
  </w:style>
  <w:style w:type="paragraph" w:styleId="Header">
    <w:name w:val="header"/>
    <w:basedOn w:val="Normal"/>
    <w:rsid w:val="008E4CC0"/>
    <w:pPr>
      <w:tabs>
        <w:tab w:val="center" w:pos="4820"/>
        <w:tab w:val="right" w:pos="9639"/>
      </w:tabs>
    </w:pPr>
  </w:style>
  <w:style w:type="paragraph" w:styleId="Footer">
    <w:name w:val="footer"/>
    <w:basedOn w:val="Normal"/>
    <w:link w:val="FooterChar"/>
    <w:rsid w:val="001D2EE9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8E4CC0"/>
  </w:style>
  <w:style w:type="paragraph" w:styleId="ListBullet">
    <w:name w:val="List Bullet"/>
    <w:basedOn w:val="Normal"/>
    <w:autoRedefine/>
    <w:rsid w:val="008E4CC0"/>
    <w:pPr>
      <w:spacing w:before="60" w:after="60"/>
    </w:pPr>
  </w:style>
  <w:style w:type="character" w:styleId="Hyperlink">
    <w:name w:val="Hyperlink"/>
    <w:rPr>
      <w:color w:val="0000FF"/>
      <w:u w:val="single"/>
    </w:rPr>
  </w:style>
  <w:style w:type="paragraph" w:customStyle="1" w:styleId="Bullet1">
    <w:name w:val="Bullet 1"/>
    <w:basedOn w:val="Normal"/>
    <w:qFormat/>
    <w:rsid w:val="003B3DBE"/>
    <w:pPr>
      <w:numPr>
        <w:numId w:val="12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styleId="Title">
    <w:name w:val="Title"/>
    <w:basedOn w:val="Normal"/>
    <w:rsid w:val="008E4CC0"/>
    <w:pPr>
      <w:spacing w:before="24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Bullet1text">
    <w:name w:val="Bullet 1 text"/>
    <w:basedOn w:val="Normal"/>
    <w:rsid w:val="008E4CC0"/>
    <w:pPr>
      <w:suppressAutoHyphens/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Normal"/>
    <w:rsid w:val="008E4CC0"/>
    <w:pPr>
      <w:numPr>
        <w:ilvl w:val="1"/>
        <w:numId w:val="12"/>
      </w:numPr>
      <w:spacing w:after="120"/>
      <w:jc w:val="both"/>
    </w:pPr>
    <w:rPr>
      <w:lang w:eastAsia="en-GB"/>
    </w:rPr>
  </w:style>
  <w:style w:type="paragraph" w:customStyle="1" w:styleId="Bullet2text">
    <w:name w:val="Bullet 2 text"/>
    <w:basedOn w:val="Normal"/>
    <w:rsid w:val="008E4CC0"/>
    <w:pPr>
      <w:tabs>
        <w:tab w:val="left" w:pos="2268"/>
      </w:tabs>
      <w:suppressAutoHyphens/>
      <w:spacing w:after="120"/>
      <w:ind w:left="2268" w:hanging="567"/>
      <w:jc w:val="both"/>
    </w:pPr>
    <w:rPr>
      <w:lang w:eastAsia="en-GB"/>
    </w:rPr>
  </w:style>
  <w:style w:type="paragraph" w:customStyle="1" w:styleId="Bullet3">
    <w:name w:val="Bullet 3"/>
    <w:basedOn w:val="Normal"/>
    <w:rsid w:val="008E4CC0"/>
    <w:pPr>
      <w:numPr>
        <w:ilvl w:val="2"/>
        <w:numId w:val="12"/>
      </w:numPr>
      <w:spacing w:after="120"/>
      <w:jc w:val="both"/>
    </w:pPr>
    <w:rPr>
      <w:sz w:val="20"/>
      <w:lang w:eastAsia="en-GB"/>
    </w:rPr>
  </w:style>
  <w:style w:type="paragraph" w:customStyle="1" w:styleId="Bullet3text">
    <w:name w:val="Bullet 3 text"/>
    <w:basedOn w:val="Normal"/>
    <w:rsid w:val="008E4CC0"/>
    <w:pPr>
      <w:suppressAutoHyphens/>
      <w:spacing w:after="120"/>
      <w:ind w:left="2268"/>
      <w:jc w:val="both"/>
    </w:pPr>
    <w:rPr>
      <w:sz w:val="20"/>
      <w:lang w:eastAsia="en-GB"/>
    </w:rPr>
  </w:style>
  <w:style w:type="character" w:customStyle="1" w:styleId="Heading8Char">
    <w:name w:val="Heading 8 Char"/>
    <w:link w:val="Heading8"/>
    <w:rsid w:val="008E4CC0"/>
    <w:rPr>
      <w:rFonts w:ascii="Arial" w:hAnsi="Arial"/>
      <w:i/>
      <w:iCs/>
      <w:sz w:val="22"/>
      <w:szCs w:val="24"/>
      <w:lang w:eastAsia="en-US"/>
    </w:rPr>
  </w:style>
  <w:style w:type="character" w:customStyle="1" w:styleId="Heading9Char">
    <w:name w:val="Heading 9 Char"/>
    <w:link w:val="Heading9"/>
    <w:rsid w:val="008E4CC0"/>
    <w:rPr>
      <w:rFonts w:ascii="Arial" w:hAnsi="Arial" w:cs="Arial"/>
      <w:sz w:val="22"/>
      <w:szCs w:val="22"/>
      <w:lang w:eastAsia="en-US"/>
    </w:rPr>
  </w:style>
  <w:style w:type="paragraph" w:customStyle="1" w:styleId="List1indent">
    <w:name w:val="List 1 indent"/>
    <w:basedOn w:val="Normal"/>
    <w:rsid w:val="008E4CC0"/>
    <w:pPr>
      <w:spacing w:after="120"/>
      <w:jc w:val="both"/>
    </w:pPr>
    <w:rPr>
      <w:lang w:eastAsia="en-GB"/>
    </w:rPr>
  </w:style>
  <w:style w:type="paragraph" w:customStyle="1" w:styleId="List1indent1">
    <w:name w:val="List 1 indent 1"/>
    <w:basedOn w:val="Normal"/>
    <w:autoRedefine/>
    <w:rsid w:val="008E4CC0"/>
    <w:pPr>
      <w:tabs>
        <w:tab w:val="left" w:pos="1985"/>
      </w:tabs>
      <w:spacing w:after="120"/>
      <w:jc w:val="both"/>
    </w:pPr>
    <w:rPr>
      <w:lang w:eastAsia="en-GB"/>
    </w:rPr>
  </w:style>
  <w:style w:type="paragraph" w:customStyle="1" w:styleId="List1indent2">
    <w:name w:val="List 1 indent 2"/>
    <w:basedOn w:val="Normal"/>
    <w:rsid w:val="008E4CC0"/>
    <w:pPr>
      <w:tabs>
        <w:tab w:val="left" w:pos="1701"/>
      </w:tabs>
      <w:spacing w:after="120"/>
      <w:jc w:val="both"/>
    </w:pPr>
    <w:rPr>
      <w:sz w:val="20"/>
    </w:rPr>
  </w:style>
  <w:style w:type="paragraph" w:customStyle="1" w:styleId="List1indent2text">
    <w:name w:val="List 1 indent 2 text"/>
    <w:basedOn w:val="Normal"/>
    <w:rsid w:val="008E4CC0"/>
    <w:pPr>
      <w:tabs>
        <w:tab w:val="left" w:pos="1701"/>
      </w:tabs>
      <w:spacing w:after="120"/>
      <w:ind w:left="1701"/>
      <w:jc w:val="both"/>
    </w:pPr>
    <w:rPr>
      <w:sz w:val="20"/>
      <w:lang w:eastAsia="en-GB"/>
    </w:rPr>
  </w:style>
  <w:style w:type="paragraph" w:customStyle="1" w:styleId="List1indenttext">
    <w:name w:val="List 1 indent text"/>
    <w:basedOn w:val="Normal"/>
    <w:rsid w:val="008E4CC0"/>
    <w:pPr>
      <w:spacing w:after="120"/>
      <w:ind w:left="1134"/>
      <w:jc w:val="both"/>
    </w:pPr>
  </w:style>
  <w:style w:type="paragraph" w:customStyle="1" w:styleId="List1text">
    <w:name w:val="List 1 text"/>
    <w:basedOn w:val="Normal"/>
    <w:rsid w:val="008E4CC0"/>
    <w:pPr>
      <w:spacing w:after="120"/>
      <w:ind w:left="567"/>
      <w:jc w:val="both"/>
    </w:pPr>
    <w:rPr>
      <w:lang w:eastAsia="en-GB"/>
    </w:rPr>
  </w:style>
  <w:style w:type="paragraph" w:customStyle="1" w:styleId="Agenda1">
    <w:name w:val="Agenda 1"/>
    <w:basedOn w:val="ListParagraph"/>
    <w:uiPriority w:val="99"/>
    <w:qFormat/>
    <w:rsid w:val="00245038"/>
    <w:pPr>
      <w:spacing w:before="360" w:after="120"/>
      <w:ind w:left="0"/>
    </w:pPr>
    <w:rPr>
      <w:rFonts w:asciiTheme="majorHAnsi" w:hAnsiTheme="majorHAnsi" w:cstheme="majorHAnsi"/>
    </w:rPr>
  </w:style>
  <w:style w:type="paragraph" w:styleId="BalloonText">
    <w:name w:val="Balloon Text"/>
    <w:basedOn w:val="Normal"/>
    <w:link w:val="BalloonTextChar"/>
    <w:rsid w:val="002245C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D12A0"/>
    <w:rPr>
      <w:rFonts w:ascii="Arial" w:hAnsi="Arial"/>
      <w:sz w:val="22"/>
      <w:szCs w:val="24"/>
      <w:lang w:eastAsia="en-US"/>
    </w:rPr>
  </w:style>
  <w:style w:type="paragraph" w:customStyle="1" w:styleId="Agenda2">
    <w:name w:val="Agenda 2"/>
    <w:basedOn w:val="ListParagraph"/>
    <w:qFormat/>
    <w:rsid w:val="00213FDC"/>
    <w:pPr>
      <w:numPr>
        <w:ilvl w:val="1"/>
        <w:numId w:val="31"/>
      </w:numPr>
      <w:tabs>
        <w:tab w:val="right" w:pos="8789"/>
        <w:tab w:val="right" w:pos="9922"/>
      </w:tabs>
      <w:spacing w:before="120" w:after="120"/>
    </w:pPr>
    <w:rPr>
      <w:rFonts w:asciiTheme="majorHAnsi" w:hAnsiTheme="majorHAnsi" w:cstheme="majorHAnsi"/>
    </w:rPr>
  </w:style>
  <w:style w:type="paragraph" w:customStyle="1" w:styleId="Agenda3">
    <w:name w:val="Agenda 3"/>
    <w:basedOn w:val="ListParagraph"/>
    <w:link w:val="Agenda3Char"/>
    <w:autoRedefine/>
    <w:qFormat/>
    <w:rsid w:val="00190168"/>
    <w:pPr>
      <w:numPr>
        <w:ilvl w:val="2"/>
        <w:numId w:val="31"/>
      </w:numPr>
      <w:tabs>
        <w:tab w:val="right" w:pos="8789"/>
        <w:tab w:val="right" w:pos="9922"/>
      </w:tabs>
    </w:pPr>
    <w:rPr>
      <w:rFonts w:asciiTheme="majorHAnsi" w:hAnsiTheme="majorHAnsi" w:cstheme="majorHAnsi"/>
    </w:rPr>
  </w:style>
  <w:style w:type="character" w:customStyle="1" w:styleId="BalloonTextChar">
    <w:name w:val="Balloon Text Char"/>
    <w:link w:val="BalloonText"/>
    <w:rsid w:val="002245C8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link w:val="ListParagraphChar"/>
    <w:uiPriority w:val="72"/>
    <w:rsid w:val="00C1160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CF4C8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F4C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F4C8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4C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F4C88"/>
    <w:rPr>
      <w:rFonts w:ascii="Arial" w:hAnsi="Arial"/>
      <w:b/>
      <w:bCs/>
    </w:rPr>
  </w:style>
  <w:style w:type="paragraph" w:styleId="FootnoteText">
    <w:name w:val="footnote text"/>
    <w:basedOn w:val="Normal"/>
    <w:link w:val="FootnoteTextChar"/>
    <w:semiHidden/>
    <w:unhideWhenUsed/>
    <w:rsid w:val="00B66CB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6CB9"/>
    <w:rPr>
      <w:rFonts w:ascii="Arial" w:hAnsi="Arial"/>
    </w:rPr>
  </w:style>
  <w:style w:type="character" w:styleId="FootnoteReference">
    <w:name w:val="footnote reference"/>
    <w:basedOn w:val="DefaultParagraphFont"/>
    <w:semiHidden/>
    <w:unhideWhenUsed/>
    <w:rsid w:val="00B66CB9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BD0774"/>
    <w:rPr>
      <w:rFonts w:ascii="Times New Roman" w:hAnsi="Times New Roman"/>
      <w:sz w:val="24"/>
      <w:lang w:val="da-DK" w:eastAsia="da-DK"/>
    </w:rPr>
  </w:style>
  <w:style w:type="character" w:customStyle="1" w:styleId="foldclosed">
    <w:name w:val="foldclosed"/>
    <w:basedOn w:val="DefaultParagraphFont"/>
    <w:rsid w:val="00BD0774"/>
  </w:style>
  <w:style w:type="character" w:customStyle="1" w:styleId="foldopened">
    <w:name w:val="foldopened"/>
    <w:basedOn w:val="DefaultParagraphFont"/>
    <w:rsid w:val="00BD0774"/>
  </w:style>
  <w:style w:type="paragraph" w:customStyle="1" w:styleId="Agenda4">
    <w:name w:val="Agenda 4"/>
    <w:basedOn w:val="Agenda3"/>
    <w:link w:val="Agenda4Char"/>
    <w:qFormat/>
    <w:rsid w:val="000A69E4"/>
    <w:pPr>
      <w:numPr>
        <w:ilvl w:val="3"/>
      </w:numPr>
      <w:tabs>
        <w:tab w:val="clear" w:pos="3119"/>
      </w:tabs>
      <w:ind w:left="2694"/>
    </w:pPr>
  </w:style>
  <w:style w:type="character" w:customStyle="1" w:styleId="ListParagraphChar">
    <w:name w:val="List Paragraph Char"/>
    <w:basedOn w:val="DefaultParagraphFont"/>
    <w:link w:val="ListParagraph"/>
    <w:uiPriority w:val="72"/>
    <w:rsid w:val="000A69E4"/>
    <w:rPr>
      <w:rFonts w:ascii="Arial" w:hAnsi="Arial"/>
      <w:sz w:val="22"/>
      <w:szCs w:val="24"/>
    </w:rPr>
  </w:style>
  <w:style w:type="character" w:customStyle="1" w:styleId="Agenda3Char">
    <w:name w:val="Agenda 3 Char"/>
    <w:basedOn w:val="ListParagraphChar"/>
    <w:link w:val="Agenda3"/>
    <w:rsid w:val="00190168"/>
    <w:rPr>
      <w:rFonts w:asciiTheme="majorHAnsi" w:hAnsiTheme="majorHAnsi" w:cstheme="majorHAnsi"/>
      <w:sz w:val="22"/>
      <w:szCs w:val="24"/>
    </w:rPr>
  </w:style>
  <w:style w:type="character" w:customStyle="1" w:styleId="Agenda4Char">
    <w:name w:val="Agenda 4 Char"/>
    <w:basedOn w:val="Agenda3Char"/>
    <w:link w:val="Agenda4"/>
    <w:rsid w:val="000A69E4"/>
    <w:rPr>
      <w:rFonts w:asciiTheme="majorHAnsi" w:hAnsiTheme="majorHAnsi" w:cstheme="majorHAnsi"/>
      <w:sz w:val="22"/>
      <w:szCs w:val="24"/>
    </w:rPr>
  </w:style>
  <w:style w:type="character" w:customStyle="1" w:styleId="FooterChar">
    <w:name w:val="Footer Char"/>
    <w:basedOn w:val="DefaultParagraphFont"/>
    <w:link w:val="Footer"/>
    <w:rsid w:val="00BF2E0D"/>
    <w:rPr>
      <w:rFonts w:ascii="Arial" w:hAnsi="Arial"/>
      <w:sz w:val="22"/>
      <w:szCs w:val="24"/>
    </w:rPr>
  </w:style>
  <w:style w:type="paragraph" w:styleId="Revision">
    <w:name w:val="Revision"/>
    <w:hidden/>
    <w:uiPriority w:val="71"/>
    <w:semiHidden/>
    <w:rsid w:val="00C94774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11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6761A7-C894-4DAF-9306-70FEF5A7C7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AB06C0-D1D4-426D-A34B-3D8AEB4016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84446A-CE66-4CDA-9E2F-78E445A16F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684D63-AC2B-4677-87E1-29F8796EE9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MCTS Training Department</vt:lpstr>
    </vt:vector>
  </TitlesOfParts>
  <Company>Coast Guard College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MCTS Training Department</dc:title>
  <dc:subject/>
  <dc:creator>Seamus Doyle</dc:creator>
  <cp:keywords/>
  <cp:lastModifiedBy>Tom Southall</cp:lastModifiedBy>
  <cp:revision>9</cp:revision>
  <cp:lastPrinted>2021-01-29T07:56:00Z</cp:lastPrinted>
  <dcterms:created xsi:type="dcterms:W3CDTF">2022-04-21T08:40:00Z</dcterms:created>
  <dcterms:modified xsi:type="dcterms:W3CDTF">2022-04-21T08:49:00Z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8831900</vt:r8>
  </property>
</Properties>
</file>