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E3AE" w14:textId="77777777" w:rsidR="00B67DF7" w:rsidRDefault="008926C1" w:rsidP="00B67DF7">
      <w:pPr>
        <w:pStyle w:val="Heading1"/>
        <w:numPr>
          <w:ilvl w:val="0"/>
          <w:numId w:val="0"/>
        </w:numPr>
        <w:jc w:val="left"/>
        <w:rPr>
          <w:noProof/>
        </w:rPr>
      </w:pPr>
      <w:bookmarkStart w:id="0" w:name="_Toc498676434"/>
      <w:r>
        <w:rPr>
          <w:noProof/>
        </w:rPr>
        <w:drawing>
          <wp:anchor distT="0" distB="0" distL="114300" distR="114300" simplePos="0" relativeHeight="251658240" behindDoc="1" locked="0" layoutInCell="1" allowOverlap="1" wp14:anchorId="55A9B48B" wp14:editId="6299916E">
            <wp:simplePos x="0" y="0"/>
            <wp:positionH relativeFrom="column">
              <wp:posOffset>527050</wp:posOffset>
            </wp:positionH>
            <wp:positionV relativeFrom="paragraph">
              <wp:posOffset>452755</wp:posOffset>
            </wp:positionV>
            <wp:extent cx="13667105" cy="8175625"/>
            <wp:effectExtent l="95250" t="0" r="86995" b="0"/>
            <wp:wrapTopAndBottom/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Structure of </w:t>
      </w:r>
      <w:r w:rsidRPr="007866FA">
        <w:t>IALA</w:t>
      </w:r>
      <w:r w:rsidRPr="00B77BEB">
        <w:t xml:space="preserve"> </w:t>
      </w:r>
      <w:bookmarkEnd w:id="0"/>
      <w:r w:rsidR="00FC4250">
        <w:rPr>
          <w:noProof/>
        </w:rPr>
        <w:t>STANDAR</w:t>
      </w:r>
      <w:r w:rsidR="00986B00">
        <w:rPr>
          <w:noProof/>
        </w:rPr>
        <w:t>ds</w:t>
      </w:r>
    </w:p>
    <w:p w14:paraId="4D97B007" w14:textId="77777777" w:rsidR="00986B00" w:rsidRDefault="00986B00" w:rsidP="00986B00"/>
    <w:p w14:paraId="4BA009ED" w14:textId="5B3645AA" w:rsidR="001F1F6D" w:rsidRDefault="00986B00">
      <w:r>
        <w:t xml:space="preserve">Note: this </w:t>
      </w:r>
      <w:r w:rsidR="00904CDE">
        <w:t>diagram</w:t>
      </w:r>
      <w:r w:rsidR="00F6523C">
        <w:t xml:space="preserve"> is for reference purpose</w:t>
      </w:r>
    </w:p>
    <w:sectPr w:rsidR="001F1F6D" w:rsidSect="008926C1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32A69"/>
    <w:multiLevelType w:val="multilevel"/>
    <w:tmpl w:val="998AD4A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42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283" w:firstLine="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993684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yNrCwsDC0MDA2NDdX0lEKTi0uzszPAykwNKgFAKiuegYtAAAA"/>
  </w:docVars>
  <w:rsids>
    <w:rsidRoot w:val="008926C1"/>
    <w:rsid w:val="000217CE"/>
    <w:rsid w:val="000314EE"/>
    <w:rsid w:val="00067293"/>
    <w:rsid w:val="0008156E"/>
    <w:rsid w:val="000D25AF"/>
    <w:rsid w:val="00106762"/>
    <w:rsid w:val="001513EF"/>
    <w:rsid w:val="00151B3C"/>
    <w:rsid w:val="001F1F6D"/>
    <w:rsid w:val="00226F1E"/>
    <w:rsid w:val="002871C8"/>
    <w:rsid w:val="002E364E"/>
    <w:rsid w:val="0033129B"/>
    <w:rsid w:val="003359BD"/>
    <w:rsid w:val="00344481"/>
    <w:rsid w:val="00367F86"/>
    <w:rsid w:val="00380F34"/>
    <w:rsid w:val="00387AF1"/>
    <w:rsid w:val="0040745A"/>
    <w:rsid w:val="00447B8A"/>
    <w:rsid w:val="00467792"/>
    <w:rsid w:val="0047602A"/>
    <w:rsid w:val="004E3971"/>
    <w:rsid w:val="005E2BD5"/>
    <w:rsid w:val="006401F1"/>
    <w:rsid w:val="00674C0D"/>
    <w:rsid w:val="00695F48"/>
    <w:rsid w:val="006A1851"/>
    <w:rsid w:val="006D2BEA"/>
    <w:rsid w:val="006D6A86"/>
    <w:rsid w:val="00704C84"/>
    <w:rsid w:val="00741D48"/>
    <w:rsid w:val="00750CC4"/>
    <w:rsid w:val="007866FA"/>
    <w:rsid w:val="0079104C"/>
    <w:rsid w:val="007B0A5E"/>
    <w:rsid w:val="007B0F68"/>
    <w:rsid w:val="007F792C"/>
    <w:rsid w:val="008056C3"/>
    <w:rsid w:val="00826D89"/>
    <w:rsid w:val="008433C1"/>
    <w:rsid w:val="00867BF6"/>
    <w:rsid w:val="00875FCF"/>
    <w:rsid w:val="00886D37"/>
    <w:rsid w:val="008926C1"/>
    <w:rsid w:val="008A72A1"/>
    <w:rsid w:val="008C5E55"/>
    <w:rsid w:val="008D2AD2"/>
    <w:rsid w:val="008F5E74"/>
    <w:rsid w:val="00904CDE"/>
    <w:rsid w:val="0090563A"/>
    <w:rsid w:val="00986B00"/>
    <w:rsid w:val="00A14608"/>
    <w:rsid w:val="00A36C38"/>
    <w:rsid w:val="00A4366F"/>
    <w:rsid w:val="00A75A7F"/>
    <w:rsid w:val="00AD7C70"/>
    <w:rsid w:val="00B041C4"/>
    <w:rsid w:val="00B35B15"/>
    <w:rsid w:val="00B67DF7"/>
    <w:rsid w:val="00B77BEB"/>
    <w:rsid w:val="00B845A8"/>
    <w:rsid w:val="00BE1842"/>
    <w:rsid w:val="00BF1926"/>
    <w:rsid w:val="00C56EE0"/>
    <w:rsid w:val="00C72B4C"/>
    <w:rsid w:val="00D1413A"/>
    <w:rsid w:val="00D26A6B"/>
    <w:rsid w:val="00D777AE"/>
    <w:rsid w:val="00DB2A3A"/>
    <w:rsid w:val="00E024F6"/>
    <w:rsid w:val="00E90D16"/>
    <w:rsid w:val="00EB1F77"/>
    <w:rsid w:val="00EC1514"/>
    <w:rsid w:val="00ED2DD8"/>
    <w:rsid w:val="00F36C09"/>
    <w:rsid w:val="00F6523C"/>
    <w:rsid w:val="00F734B1"/>
    <w:rsid w:val="00F84049"/>
    <w:rsid w:val="00F90183"/>
    <w:rsid w:val="00F921B5"/>
    <w:rsid w:val="00F93449"/>
    <w:rsid w:val="00FB01FD"/>
    <w:rsid w:val="00FB4B46"/>
    <w:rsid w:val="00FC4250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148B"/>
  <w15:chartTrackingRefBased/>
  <w15:docId w15:val="{7CFF5BAF-35BE-4EB0-A04F-72C3AEA1C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6C1"/>
    <w:pPr>
      <w:spacing w:after="0" w:line="216" w:lineRule="atLeast"/>
    </w:pPr>
    <w:rPr>
      <w:rFonts w:eastAsiaTheme="minorHAnsi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26C1"/>
    <w:pPr>
      <w:keepNext/>
      <w:keepLines/>
      <w:numPr>
        <w:numId w:val="1"/>
      </w:numPr>
      <w:spacing w:before="360" w:line="240" w:lineRule="atLeast"/>
      <w:jc w:val="both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26C1"/>
    <w:pPr>
      <w:keepNext/>
      <w:keepLines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26C1"/>
    <w:pPr>
      <w:keepNext/>
      <w:keepLines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26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26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26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26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6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26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26C1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26C1"/>
    <w:rPr>
      <w:rFonts w:asciiTheme="majorHAnsi" w:eastAsiaTheme="majorEastAsia" w:hAnsiTheme="majorHAnsi" w:cstheme="majorBidi"/>
      <w:b/>
      <w:bCs/>
      <w:color w:val="4472C4" w:themeColor="accent1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26C1"/>
    <w:rPr>
      <w:rFonts w:asciiTheme="majorHAnsi" w:eastAsiaTheme="majorEastAsia" w:hAnsiTheme="majorHAnsi" w:cstheme="majorBidi"/>
      <w:b/>
      <w:bCs/>
      <w:i/>
      <w:iCs/>
      <w:color w:val="4472C4" w:themeColor="accent1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26C1"/>
    <w:rPr>
      <w:rFonts w:asciiTheme="majorHAnsi" w:eastAsiaTheme="majorEastAsia" w:hAnsiTheme="majorHAnsi" w:cstheme="majorBidi"/>
      <w:color w:val="1F3763" w:themeColor="accent1" w:themeShade="7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26C1"/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26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26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n-US"/>
    </w:rPr>
  </w:style>
  <w:style w:type="paragraph" w:styleId="Revision">
    <w:name w:val="Revision"/>
    <w:hidden/>
    <w:uiPriority w:val="99"/>
    <w:semiHidden/>
    <w:rsid w:val="00EC1514"/>
    <w:pPr>
      <w:spacing w:after="0" w:line="240" w:lineRule="auto"/>
    </w:pPr>
    <w:rPr>
      <w:rFonts w:eastAsiaTheme="minorHAnsi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diagramDrawing" Target="diagrams/drawing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Colors" Target="diagrams/colors1.xml"/><Relationship Id="rId5" Type="http://schemas.openxmlformats.org/officeDocument/2006/relationships/styles" Target="styles.xml"/><Relationship Id="rId10" Type="http://schemas.openxmlformats.org/officeDocument/2006/relationships/diagramQuickStyle" Target="diagrams/quickStyle1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B6B5D6-9E4D-4088-A301-1E5167B31D5A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34FCDDD8-0289-4B0C-9147-8F9DCB57F622}">
      <dgm:prSet phldrT="[Text]" custT="1"/>
      <dgm:spPr>
        <a:xfrm>
          <a:off x="550407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S1040 Vessel Traffic Services</a:t>
          </a:r>
        </a:p>
      </dgm:t>
    </dgm:pt>
    <dgm:pt modelId="{4D2EDD73-4763-4F18-AC37-BCC1E3BA8003}" type="par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148FBF58-43E5-4CC0-8B0A-9F9458BCB10B}" type="sibTrans" cxnId="{CA7E9193-B8C7-4BDF-9D3E-B2496D3882D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3712683-065A-4AA5-A6CA-1E300850B46F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4.1 VTS implementation</a:t>
          </a:r>
        </a:p>
      </dgm:t>
    </dgm:pt>
    <dgm:pt modelId="{58ED19A4-825F-4A27-869A-A97366BD4BC7}" type="parTrans" cxnId="{9F4FCA1B-4E7F-4F24-ADD5-44BCD2090850}">
      <dgm:prSet/>
      <dgm:spPr>
        <a:xfrm>
          <a:off x="5650714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47EA4A3E-4E6C-4D99-AA91-53B8B136A571}" type="sibTrans" cxnId="{9F4FCA1B-4E7F-4F24-ADD5-44BCD209085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93366AE-1D12-4628-9A58-213AE572133C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6.1 Wide and medium bandwidth systems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gm:t>
    </dgm:pt>
    <dgm:pt modelId="{02112C48-E93F-49B0-8C12-CC02CD0DA4DC}" type="parTrans" cxnId="{076F25A1-B5CF-4D3D-BED5-539F48849C6A}">
      <dgm:prSet/>
      <dgm:spPr>
        <a:xfrm>
          <a:off x="931679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931441BF-F91E-4455-BC59-435E278332AD}" type="sibTrans" cxnId="{076F25A1-B5CF-4D3D-BED5-539F48849C6A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5B67237-D813-49C3-B431-20687A9A81CC}">
      <dgm:prSet phldrT="[Text]" custT="1"/>
      <dgm:spPr>
        <a:xfrm>
          <a:off x="11003193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S1070 Information Services</a:t>
          </a:r>
        </a:p>
      </dgm:t>
    </dgm:pt>
    <dgm:pt modelId="{1B526924-3CBC-4BB1-BC84-052AB41AEDA3}" type="sib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8FC94FE-4567-49D3-B509-02F7D6E27534}" type="parTrans" cxnId="{954963D0-168D-49B3-87BF-052E99314354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913DEBE-AFCD-45AA-9F67-EC1D11D5A3F8}">
      <dgm:prSet phldrT="[Text]" custT="1"/>
      <dgm:spPr>
        <a:xfrm>
          <a:off x="494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lnSpc>
              <a:spcPct val="90000"/>
            </a:lnSpc>
          </a:pPr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S1010 AtoN Planning and Service Requirements</a:t>
          </a:r>
        </a:p>
      </dgm:t>
    </dgm:pt>
    <dgm:pt modelId="{F05D664F-31B9-4139-8555-C80BE47D15F7}" type="par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8135D45-C5E2-4AD0-84FF-53A6AA0351DB}" type="sibTrans" cxnId="{C61BFB6B-A7FA-472F-959B-5FB7B27EE1D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A0A21C0-88CF-4A3F-B617-B6A1D2C94D8E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7.2 Data exchange systems</a:t>
          </a:r>
        </a:p>
      </dgm:t>
    </dgm:pt>
    <dgm:pt modelId="{D6538B46-CB6D-4A06-A372-CCCF8A7C3EC5}" type="parTrans" cxnId="{CC121FC2-06A8-4B9A-BB36-81AEF08F82DB}">
      <dgm:prSet/>
      <dgm:spPr>
        <a:xfrm>
          <a:off x="11149836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BE28A5-D888-45BE-9D77-532AC5A2FA62}" type="sibTrans" cxnId="{CC121FC2-06A8-4B9A-BB36-81AEF08F82D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CF0E3197-0C12-4610-9039-E317BC77075A}">
      <dgm:prSet phldrT="[Text]" custT="1"/>
      <dgm:spPr>
        <a:xfrm>
          <a:off x="1837989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S1020 AtoN Design and Delivery</a:t>
          </a:r>
        </a:p>
      </dgm:t>
    </dgm:pt>
    <dgm:pt modelId="{A49CEDAD-8C86-4E5C-B8A2-D150154E660C}" type="par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A75A64F-D0F8-47EB-BAA2-436FF11C723C}" type="sibTrans" cxnId="{90EB3B0D-3F56-4B13-B150-C07477A5329E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E945851-69C9-4D88-8221-E22BF6E57D5D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2.1 AtoN signalling</a:t>
          </a:r>
        </a:p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gm:t>
    </dgm:pt>
    <dgm:pt modelId="{536F0655-802B-4BC2-AE09-7D18F8B53A82}" type="parTrans" cxnId="{C87E3F01-A030-4E39-819D-491261BCA72C}">
      <dgm:prSet/>
      <dgm:spPr>
        <a:xfrm>
          <a:off x="198463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A16463D4-509D-4327-B3BE-EB226A822EC3}" type="sibTrans" cxnId="{C87E3F01-A030-4E39-819D-491261BCA72C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FFCA7AB3-7F30-4504-80C8-52C175366BEF}">
      <dgm:prSet phldrT="[Text]" custT="1"/>
      <dgm:spPr>
        <a:xfrm>
          <a:off x="3671030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S1030 Radionavigation Services</a:t>
          </a:r>
        </a:p>
      </dgm:t>
    </dgm:pt>
    <dgm:pt modelId="{454E4802-DBC9-4D71-BFA8-8C81DC9B9EAD}" type="par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E5A9705-31BA-48CF-B961-A471C97ED19D}" type="sibTrans" cxnId="{4FFA14EF-58F1-444A-B683-E78261907265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D0B0FB75-3E9A-4ADD-84A5-2135E56BB3BE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3.1 Satellite positioning and timing</a:t>
          </a:r>
        </a:p>
      </dgm:t>
    </dgm:pt>
    <dgm:pt modelId="{1E513664-A2F2-463C-AFB6-E40AB48D07B0}" type="parTrans" cxnId="{D7692812-1897-425F-99B6-2AFE5A83B387}">
      <dgm:prSet/>
      <dgm:spPr>
        <a:xfrm>
          <a:off x="3817673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D28855B-E9E8-474B-BAA8-9BBBC0DF2A2A}" type="sibTrans" cxnId="{D7692812-1897-425F-99B6-2AFE5A83B387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6E153D99-475E-4D0D-9113-84FA984B57B6}">
      <dgm:prSet phldrT="[Text]" custT="1"/>
      <dgm:spPr>
        <a:xfrm>
          <a:off x="7337111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S1050 Training and Certification</a:t>
          </a:r>
        </a:p>
      </dgm:t>
    </dgm:pt>
    <dgm:pt modelId="{EB40E230-EE6E-4C19-91A3-50E4915D36BC}" type="par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54BAF08E-1931-41E2-9101-6B730CD92C34}" type="sibTrans" cxnId="{1002DAFE-8AF2-43F7-B41C-70F4928F3A3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861BE90E-E562-461B-B6B1-EFE88FD16BCF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5.1 Training and assessment</a:t>
          </a:r>
        </a:p>
      </dgm:t>
    </dgm:pt>
    <dgm:pt modelId="{3D4FD2A2-8AA1-49F9-917D-CE4F45B7175F}" type="parTrans" cxnId="{B717F449-F1C1-4729-8A99-08F91CD5388B}">
      <dgm:prSet/>
      <dgm:spPr>
        <a:xfrm>
          <a:off x="7483755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A2A92E1-F0CF-451C-9EBB-C47FAF9F2525}" type="sibTrans" cxnId="{B717F449-F1C1-4729-8A99-08F91CD5388B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EA5F7177-2E37-43B1-A396-50C0F3F17B6D}">
      <dgm:prSet/>
      <dgm:spPr>
        <a:xfrm>
          <a:off x="298235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1.1 Obligations and regulatory compliance</a:t>
          </a:r>
        </a:p>
      </dgm:t>
    </dgm:pt>
    <dgm:pt modelId="{4D74410B-1C1D-4843-B689-1553AB1F3B7D}" type="parTrans" cxnId="{74DC0881-9120-4969-B9A4-2F8997AAABD5}">
      <dgm:prSet/>
      <dgm:spPr>
        <a:xfrm>
          <a:off x="151592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AA49109-8032-4C2B-B81E-ACCB42677FE2}" type="sibTrans" cxnId="{74DC0881-9120-4969-B9A4-2F8997AAABD5}">
      <dgm:prSet/>
      <dgm:spPr/>
      <dgm:t>
        <a:bodyPr/>
        <a:lstStyle/>
        <a:p>
          <a:endParaRPr lang="en-IE">
            <a:solidFill>
              <a:sysClr val="windowText" lastClr="000000"/>
            </a:solidFill>
          </a:endParaRPr>
        </a:p>
      </dgm:t>
    </dgm:pt>
    <dgm:pt modelId="{820D5FC0-5C39-44DE-9BEA-D9BBCEA3FC2F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1.2 AtoN planning 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gm:t>
    </dgm:pt>
    <dgm:pt modelId="{9C6D1D3E-85AC-4D30-A9A6-6D3E21C37628}" type="sibTrans" cxnId="{FA1920BC-150E-4144-811F-03B1DC678F22}">
      <dgm:prSet/>
      <dgm:spPr/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0CCDE4EB-D3A0-4AB5-8C16-EFF4375F31F9}" type="parTrans" cxnId="{FA1920BC-150E-4144-811F-03B1DC678F22}">
      <dgm:prSet/>
      <dgm:spPr>
        <a:xfrm>
          <a:off x="151592" y="941481"/>
          <a:ext cx="146643" cy="146643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nl-NL">
            <a:solidFill>
              <a:sysClr val="windowText" lastClr="000000"/>
            </a:solidFill>
          </a:endParaRPr>
        </a:p>
      </dgm:t>
    </dgm:pt>
    <dgm:pt modelId="{E0329067-48F1-4287-B992-2917FA957FCB}">
      <dgm:prSet phldrT="[Text]" custT="1"/>
      <dgm:spPr>
        <a:xfrm>
          <a:off x="1129647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7.1 Data models and data encoding </a:t>
          </a:r>
        </a:p>
        <a:p>
          <a:pPr algn="ctr">
            <a:lnSpc>
              <a:spcPct val="70000"/>
            </a:lnSpc>
          </a:pPr>
          <a:r>
            <a:rPr lang="en-GB" sz="9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gm:t>
    </dgm:pt>
    <dgm:pt modelId="{CA27A00C-EA01-46C0-BF1B-AD9D9F852494}" type="sibTrans" cxnId="{4BE49617-5EE0-4812-9108-F600A49D431F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5FB80B5-EBE8-4A97-8B20-E308342CC433}" type="parTrans" cxnId="{4BE49617-5EE0-4812-9108-F600A49D431F}">
      <dgm:prSet/>
      <dgm:spPr>
        <a:xfrm>
          <a:off x="11149836" y="941481"/>
          <a:ext cx="146643" cy="54991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2D30C6E1-0F73-4220-827B-CC4C7E827C8C}">
      <dgm:prSet phldrT="[Text]" custT="1"/>
      <dgm:spPr>
        <a:xfrm>
          <a:off x="9170152" y="208265"/>
          <a:ext cx="1466432" cy="733216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/>
          <a:r>
            <a:rPr lang="en-GB" sz="15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S1060 Digital Communication</a:t>
          </a:r>
          <a:r>
            <a:rPr lang="en-GB" sz="1500" strike="sng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gm:t>
    </dgm:pt>
    <dgm:pt modelId="{CBDAB627-2121-4875-8AED-CDB05166400D}" type="sib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3630C496-5415-4C71-A4FD-9BCDE70377AE}" type="parTrans" cxnId="{CEAE2E80-689E-4220-861B-EC791C169C00}">
      <dgm:prSet/>
      <dgm:spPr/>
      <dgm:t>
        <a:bodyPr/>
        <a:lstStyle/>
        <a:p>
          <a:pPr algn="ctr"/>
          <a:endParaRPr lang="en-GB">
            <a:solidFill>
              <a:sysClr val="windowText" lastClr="000000"/>
            </a:solidFill>
          </a:endParaRPr>
        </a:p>
      </dgm:t>
    </dgm:pt>
    <dgm:pt modelId="{BD5064B1-7D5A-4590-9BB7-40D33EDD5F11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1.5 Quality management</a:t>
          </a:r>
        </a:p>
      </dgm:t>
    </dgm:pt>
    <dgm:pt modelId="{B0FC2696-CB6B-4489-BD97-D2F2C2AA9CA1}" type="parTrans" cxnId="{8EA29CF1-D302-46E4-AD70-FFF413BEFD8A}">
      <dgm:prSet/>
      <dgm:spPr/>
      <dgm:t>
        <a:bodyPr/>
        <a:lstStyle/>
        <a:p>
          <a:endParaRPr lang="en-GB"/>
        </a:p>
      </dgm:t>
    </dgm:pt>
    <dgm:pt modelId="{EDDB2F26-9223-4E83-B7D2-BECE37B69528}" type="sibTrans" cxnId="{8EA29CF1-D302-46E4-AD70-FFF413BEFD8A}">
      <dgm:prSet/>
      <dgm:spPr/>
      <dgm:t>
        <a:bodyPr/>
        <a:lstStyle/>
        <a:p>
          <a:endParaRPr lang="en-GB"/>
        </a:p>
      </dgm:t>
    </dgm:pt>
    <dgm:pt modelId="{36A304B2-B53E-4AC4-ADDA-8A4015F81CBD}">
      <dgm:prSet phldrT="[Text]"/>
      <dgm:spPr>
        <a:xfrm>
          <a:off x="298235" y="3874347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1.6 Virtual marking</a:t>
          </a:r>
        </a:p>
      </dgm:t>
    </dgm:pt>
    <dgm:pt modelId="{EF8ADAED-3000-45EF-BCB6-42B2F2C35C3A}" type="parTrans" cxnId="{A957EE91-4406-4E64-B0AB-C13C7BB1FF74}">
      <dgm:prSet/>
      <dgm:spPr/>
      <dgm:t>
        <a:bodyPr/>
        <a:lstStyle/>
        <a:p>
          <a:endParaRPr lang="en-GB"/>
        </a:p>
      </dgm:t>
    </dgm:pt>
    <dgm:pt modelId="{8131021E-23D9-405B-8301-9D6B04B71768}" type="sibTrans" cxnId="{A957EE91-4406-4E64-B0AB-C13C7BB1FF74}">
      <dgm:prSet/>
      <dgm:spPr/>
      <dgm:t>
        <a:bodyPr/>
        <a:lstStyle/>
        <a:p>
          <a:endParaRPr lang="en-GB"/>
        </a:p>
      </dgm:t>
    </dgm:pt>
    <dgm:pt modelId="{0913810C-3105-4F9C-A2D9-9968C877302D}">
      <dgm:prSet phldrT="[Text]"/>
      <dgm:spPr>
        <a:xfrm>
          <a:off x="298235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1.4 Risk management</a:t>
          </a:r>
        </a:p>
      </dgm:t>
    </dgm:pt>
    <dgm:pt modelId="{34743576-2B6D-4143-92FA-1F34F6E72DC0}" type="parTrans" cxnId="{BBC09119-EAEA-4CD2-9F14-D40AA2B93728}">
      <dgm:prSet/>
      <dgm:spPr/>
      <dgm:t>
        <a:bodyPr/>
        <a:lstStyle/>
        <a:p>
          <a:endParaRPr lang="en-GB"/>
        </a:p>
      </dgm:t>
    </dgm:pt>
    <dgm:pt modelId="{11AF0893-FCE1-4ACA-951F-E87786748A0E}" type="sibTrans" cxnId="{BBC09119-EAEA-4CD2-9F14-D40AA2B93728}">
      <dgm:prSet/>
      <dgm:spPr/>
      <dgm:t>
        <a:bodyPr/>
        <a:lstStyle/>
        <a:p>
          <a:endParaRPr lang="en-GB"/>
        </a:p>
      </dgm:t>
    </dgm:pt>
    <dgm:pt modelId="{617BF229-1707-47B7-80D6-698FE87CAD75}">
      <dgm:prSet phldrT="[Text]" custT="1"/>
      <dgm:spPr>
        <a:xfrm>
          <a:off x="11296479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7.3 Terminology, symbology and portrayal</a:t>
          </a:r>
        </a:p>
      </dgm:t>
    </dgm:pt>
    <dgm:pt modelId="{D7227042-31B3-42DB-B007-230F22E382DC}" type="parTrans" cxnId="{56AE5E36-BC8E-4871-B227-A131DF296750}">
      <dgm:prSet/>
      <dgm:spPr/>
      <dgm:t>
        <a:bodyPr/>
        <a:lstStyle/>
        <a:p>
          <a:endParaRPr lang="en-GB"/>
        </a:p>
      </dgm:t>
    </dgm:pt>
    <dgm:pt modelId="{EE682925-296B-4EC2-B639-F1C66F971E63}" type="sibTrans" cxnId="{56AE5E36-BC8E-4871-B227-A131DF296750}">
      <dgm:prSet/>
      <dgm:spPr/>
      <dgm:t>
        <a:bodyPr/>
        <a:lstStyle/>
        <a:p>
          <a:endParaRPr lang="en-GB"/>
        </a:p>
      </dgm:t>
    </dgm:pt>
    <dgm:pt modelId="{4E84CEB9-3253-4B95-BE01-A2C9D051339C}">
      <dgm:prSet/>
      <dgm:spPr>
        <a:xfrm>
          <a:off x="298235" y="204130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1.3 Levels of service (objectives, availability and categories)</a:t>
          </a:r>
        </a:p>
      </dgm:t>
    </dgm:pt>
    <dgm:pt modelId="{3E84364F-89F8-49A6-8813-1C8F48ABEB13}" type="parTrans" cxnId="{15255980-03E9-4617-94E0-B6F9DD331976}">
      <dgm:prSet/>
      <dgm:spPr/>
      <dgm:t>
        <a:bodyPr/>
        <a:lstStyle/>
        <a:p>
          <a:endParaRPr lang="en-GB"/>
        </a:p>
      </dgm:t>
    </dgm:pt>
    <dgm:pt modelId="{656128EE-5E02-4BB4-8B51-486110D96ED1}" type="sibTrans" cxnId="{15255980-03E9-4617-94E0-B6F9DD331976}">
      <dgm:prSet/>
      <dgm:spPr/>
      <dgm:t>
        <a:bodyPr/>
        <a:lstStyle/>
        <a:p>
          <a:endParaRPr lang="en-GB"/>
        </a:p>
      </dgm:t>
    </dgm:pt>
    <dgm:pt modelId="{956C0751-587A-4A7C-A2F6-F8794715AEBA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2.2 Design, implementation &amp; maintenance </a:t>
          </a:r>
          <a:endParaRPr lang="en-GB" strike="no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05E2D707-3832-4375-918B-FBAEB9F73AC0}" type="parTrans" cxnId="{785369F1-D3D6-44EC-A47A-1550B3436EBF}">
      <dgm:prSet/>
      <dgm:spPr/>
      <dgm:t>
        <a:bodyPr/>
        <a:lstStyle/>
        <a:p>
          <a:endParaRPr lang="en-GB"/>
        </a:p>
      </dgm:t>
    </dgm:pt>
    <dgm:pt modelId="{C1B12A3B-37AB-448F-B669-53B332180382}" type="sibTrans" cxnId="{785369F1-D3D6-44EC-A47A-1550B3436EBF}">
      <dgm:prSet/>
      <dgm:spPr/>
      <dgm:t>
        <a:bodyPr/>
        <a:lstStyle/>
        <a:p>
          <a:endParaRPr lang="en-GB"/>
        </a:p>
      </dgm:t>
    </dgm:pt>
    <dgm:pt modelId="{3E657111-14E5-4B93-8C5B-3D7B1425B532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2.3 Floating AtoN</a:t>
          </a:r>
        </a:p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gm:t>
    </dgm:pt>
    <dgm:pt modelId="{2F92589D-022D-4133-8D68-953B4729180C}" type="parTrans" cxnId="{A2F30D96-F0BE-4C75-B24B-4B3E28A55893}">
      <dgm:prSet/>
      <dgm:spPr/>
      <dgm:t>
        <a:bodyPr/>
        <a:lstStyle/>
        <a:p>
          <a:endParaRPr lang="en-GB"/>
        </a:p>
      </dgm:t>
    </dgm:pt>
    <dgm:pt modelId="{0DD1B684-5DD7-4044-A1A9-1C7B5C1C0041}" type="sibTrans" cxnId="{A2F30D96-F0BE-4C75-B24B-4B3E28A55893}">
      <dgm:prSet/>
      <dgm:spPr/>
      <dgm:t>
        <a:bodyPr/>
        <a:lstStyle/>
        <a:p>
          <a:endParaRPr lang="en-GB"/>
        </a:p>
      </dgm:t>
    </dgm:pt>
    <dgm:pt modelId="{D9D4366D-BF88-4274-9CEF-8FDF99256F44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2.4 Environment and  sustainability</a:t>
          </a:r>
          <a:endParaRPr lang="en-GB" strike="sngStrike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gm:t>
    </dgm:pt>
    <dgm:pt modelId="{23A20D8C-E4EB-4883-A0F8-D3A75282E8CD}" type="parTrans" cxnId="{E9F86783-FEA1-4BAF-9F85-2791418D1AB1}">
      <dgm:prSet/>
      <dgm:spPr/>
      <dgm:t>
        <a:bodyPr/>
        <a:lstStyle/>
        <a:p>
          <a:endParaRPr lang="en-GB"/>
        </a:p>
      </dgm:t>
    </dgm:pt>
    <dgm:pt modelId="{B75FA812-C1C9-4CCD-AED0-020CB77B5F72}" type="sibTrans" cxnId="{E9F86783-FEA1-4BAF-9F85-2791418D1AB1}">
      <dgm:prSet/>
      <dgm:spPr/>
      <dgm:t>
        <a:bodyPr/>
        <a:lstStyle/>
        <a:p>
          <a:endParaRPr lang="en-GB"/>
        </a:p>
      </dgm:t>
    </dgm:pt>
    <dgm:pt modelId="{E5EE3FD2-0B0F-4EC4-8114-582CAD46F5F5}">
      <dgm:prSet phldrT="[Text]"/>
      <dgm:spPr>
        <a:xfrm>
          <a:off x="213127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2.5 Power systems</a:t>
          </a:r>
        </a:p>
      </dgm:t>
    </dgm:pt>
    <dgm:pt modelId="{D75D9543-C4CF-4267-9D7C-19B05CA95CA1}" type="parTrans" cxnId="{29FD005D-1903-463A-8A38-88FD7CB21A09}">
      <dgm:prSet/>
      <dgm:spPr/>
      <dgm:t>
        <a:bodyPr/>
        <a:lstStyle/>
        <a:p>
          <a:endParaRPr lang="en-GB"/>
        </a:p>
      </dgm:t>
    </dgm:pt>
    <dgm:pt modelId="{676B9CEE-920B-4F8A-B74B-EC0022653C86}" type="sibTrans" cxnId="{29FD005D-1903-463A-8A38-88FD7CB21A09}">
      <dgm:prSet/>
      <dgm:spPr/>
      <dgm:t>
        <a:bodyPr/>
        <a:lstStyle/>
        <a:p>
          <a:endParaRPr lang="en-GB"/>
        </a:p>
      </dgm:t>
    </dgm:pt>
    <dgm:pt modelId="{93D504EE-198B-4CF1-9351-FDA95C3A209C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3.2 Terrestrial positioning and timing</a:t>
          </a:r>
        </a:p>
      </dgm:t>
    </dgm:pt>
    <dgm:pt modelId="{F5653D7A-636C-4A4F-A58A-90841163C62E}" type="parTrans" cxnId="{269CBDD2-283D-4E27-8133-DBCC2BB7BC80}">
      <dgm:prSet/>
      <dgm:spPr/>
      <dgm:t>
        <a:bodyPr/>
        <a:lstStyle/>
        <a:p>
          <a:endParaRPr lang="en-GB"/>
        </a:p>
      </dgm:t>
    </dgm:pt>
    <dgm:pt modelId="{7A4B0587-6CFB-4261-BAC3-91F593472BB3}" type="sibTrans" cxnId="{269CBDD2-283D-4E27-8133-DBCC2BB7BC80}">
      <dgm:prSet/>
      <dgm:spPr/>
      <dgm:t>
        <a:bodyPr/>
        <a:lstStyle/>
        <a:p>
          <a:endParaRPr lang="en-GB"/>
        </a:p>
      </dgm:t>
    </dgm:pt>
    <dgm:pt modelId="{9B3B524C-C4DF-44C6-AE07-2A43A7DE42EA}">
      <dgm:prSet phldrT="[Text]" custT="1"/>
      <dgm:spPr>
        <a:xfrm>
          <a:off x="3964316" y="2957826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3.4 Racon &amp; radar positioning</a:t>
          </a:r>
          <a:endParaRPr lang="en-GB" sz="900">
            <a:latin typeface="+mn-lt"/>
          </a:endParaRPr>
        </a:p>
      </dgm:t>
    </dgm:pt>
    <dgm:pt modelId="{543A37A8-628E-4C0E-8A49-FA43AFBCD0C9}" type="parTrans" cxnId="{EF521016-E20F-4DFF-9FFD-0BEE605E78E6}">
      <dgm:prSet/>
      <dgm:spPr/>
      <dgm:t>
        <a:bodyPr/>
        <a:lstStyle/>
        <a:p>
          <a:endParaRPr lang="en-GB"/>
        </a:p>
      </dgm:t>
    </dgm:pt>
    <dgm:pt modelId="{1786C7EC-5F38-4CD7-AF3A-502C1E28A497}" type="sibTrans" cxnId="{EF521016-E20F-4DFF-9FFD-0BEE605E78E6}">
      <dgm:prSet/>
      <dgm:spPr/>
      <dgm:t>
        <a:bodyPr/>
        <a:lstStyle/>
        <a:p>
          <a:endParaRPr lang="en-GB"/>
        </a:p>
      </dgm:t>
    </dgm:pt>
    <dgm:pt modelId="{C2B8B657-2810-4DD8-A649-605A51C40E30}">
      <dgm:prSet phldrT="[Text]" custT="1"/>
      <dgm:spPr>
        <a:xfrm>
          <a:off x="3964316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z="900" strike="noStrike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3.3 Augmentation services</a:t>
          </a:r>
        </a:p>
      </dgm:t>
    </dgm:pt>
    <dgm:pt modelId="{90F4F180-A140-4158-8E0A-9A36F09BBD6A}" type="parTrans" cxnId="{E1CFBB6A-61CB-4821-9217-21501FDB4EB5}">
      <dgm:prSet/>
      <dgm:spPr/>
      <dgm:t>
        <a:bodyPr/>
        <a:lstStyle/>
        <a:p>
          <a:endParaRPr lang="en-GB"/>
        </a:p>
      </dgm:t>
    </dgm:pt>
    <dgm:pt modelId="{39B87126-787F-4A52-8E5B-416A173FADCE}" type="sibTrans" cxnId="{E1CFBB6A-61CB-4821-9217-21501FDB4EB5}">
      <dgm:prSet/>
      <dgm:spPr/>
      <dgm:t>
        <a:bodyPr/>
        <a:lstStyle/>
        <a:p>
          <a:endParaRPr lang="en-GB"/>
        </a:p>
      </dgm:t>
    </dgm:pt>
    <dgm:pt modelId="{A5302737-400C-42B8-8721-992E05243D7E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4.2 VTS operations</a:t>
          </a:r>
        </a:p>
      </dgm:t>
    </dgm:pt>
    <dgm:pt modelId="{FBB3817C-D3EB-4756-8898-0E5C410B0741}" type="parTrans" cxnId="{944CEFA6-FEF4-4459-816D-86393F6FC485}">
      <dgm:prSet/>
      <dgm:spPr/>
      <dgm:t>
        <a:bodyPr/>
        <a:lstStyle/>
        <a:p>
          <a:endParaRPr lang="en-GB"/>
        </a:p>
      </dgm:t>
    </dgm:pt>
    <dgm:pt modelId="{D35316C5-50EB-4D69-82D2-E01428F854B1}" type="sibTrans" cxnId="{944CEFA6-FEF4-4459-816D-86393F6FC485}">
      <dgm:prSet/>
      <dgm:spPr/>
      <dgm:t>
        <a:bodyPr/>
        <a:lstStyle/>
        <a:p>
          <a:endParaRPr lang="en-GB"/>
        </a:p>
      </dgm:t>
    </dgm:pt>
    <dgm:pt modelId="{9FDE4F66-4E49-49B1-8A60-5167A4C1073C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4.3 VTS data and information management</a:t>
          </a:r>
        </a:p>
      </dgm:t>
    </dgm:pt>
    <dgm:pt modelId="{91FCF18E-F0ED-44C6-93EE-3B779B825F6D}" type="parTrans" cxnId="{BC8C3A4D-750E-4C03-B2A4-3ADFAC80CAC3}">
      <dgm:prSet/>
      <dgm:spPr/>
      <dgm:t>
        <a:bodyPr/>
        <a:lstStyle/>
        <a:p>
          <a:endParaRPr lang="en-GB"/>
        </a:p>
      </dgm:t>
    </dgm:pt>
    <dgm:pt modelId="{5A7E901B-2CB6-432E-9E8F-FC6F39DC33D1}" type="sibTrans" cxnId="{BC8C3A4D-750E-4C03-B2A4-3ADFAC80CAC3}">
      <dgm:prSet/>
      <dgm:spPr/>
      <dgm:t>
        <a:bodyPr/>
        <a:lstStyle/>
        <a:p>
          <a:endParaRPr lang="en-GB"/>
        </a:p>
      </dgm:t>
    </dgm:pt>
    <dgm:pt modelId="{11FF6A32-426E-431A-A1F4-B4FBA493FDC5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4.4 VTS communications</a:t>
          </a:r>
        </a:p>
      </dgm:t>
    </dgm:pt>
    <dgm:pt modelId="{1EF7FD67-6F6B-46B8-A2A1-51FCD2B7B9BC}" type="parTrans" cxnId="{F71CBA21-A263-4852-B047-F67C171ADB3A}">
      <dgm:prSet/>
      <dgm:spPr/>
      <dgm:t>
        <a:bodyPr/>
        <a:lstStyle/>
        <a:p>
          <a:endParaRPr lang="en-GB"/>
        </a:p>
      </dgm:t>
    </dgm:pt>
    <dgm:pt modelId="{9774E29C-70A2-412F-9E91-33AB0BA537DC}" type="sibTrans" cxnId="{F71CBA21-A263-4852-B047-F67C171ADB3A}">
      <dgm:prSet/>
      <dgm:spPr/>
      <dgm:t>
        <a:bodyPr/>
        <a:lstStyle/>
        <a:p>
          <a:endParaRPr lang="en-GB"/>
        </a:p>
      </dgm:t>
    </dgm:pt>
    <dgm:pt modelId="{C7C0BF04-626D-41B8-8B65-AB78FE83E972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4.5 VTS </a:t>
          </a:r>
          <a:r>
            <a:rPr lang="nl-NL" b="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gm:t>
    </dgm:pt>
    <dgm:pt modelId="{F578F566-75F0-49A9-A540-BA00D36DB1F8}" type="parTrans" cxnId="{28E0F00C-997A-419A-89A7-A4980EC3AA23}">
      <dgm:prSet/>
      <dgm:spPr/>
      <dgm:t>
        <a:bodyPr/>
        <a:lstStyle/>
        <a:p>
          <a:endParaRPr lang="en-GB"/>
        </a:p>
      </dgm:t>
    </dgm:pt>
    <dgm:pt modelId="{9630AD94-D396-4245-9536-BDEB11ADEA1C}" type="sibTrans" cxnId="{28E0F00C-997A-419A-89A7-A4980EC3AA23}">
      <dgm:prSet/>
      <dgm:spPr/>
      <dgm:t>
        <a:bodyPr/>
        <a:lstStyle/>
        <a:p>
          <a:endParaRPr lang="en-GB"/>
        </a:p>
      </dgm:t>
    </dgm:pt>
    <dgm:pt modelId="{BD533B4B-5125-4BAF-88B8-7905469D573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4.6 VTS auditing  and assessing</a:t>
          </a:r>
        </a:p>
      </dgm:t>
    </dgm:pt>
    <dgm:pt modelId="{BA2920D9-8B83-409A-AFFF-A5DC0EA07C1A}" type="parTrans" cxnId="{98C7E834-93AF-4F68-BFCF-A8918F5F02A7}">
      <dgm:prSet/>
      <dgm:spPr/>
      <dgm:t>
        <a:bodyPr/>
        <a:lstStyle/>
        <a:p>
          <a:endParaRPr lang="en-GB"/>
        </a:p>
      </dgm:t>
    </dgm:pt>
    <dgm:pt modelId="{CD47F681-C3C6-4DCF-8AFE-0B60052E876D}" type="sibTrans" cxnId="{98C7E834-93AF-4F68-BFCF-A8918F5F02A7}">
      <dgm:prSet/>
      <dgm:spPr/>
      <dgm:t>
        <a:bodyPr/>
        <a:lstStyle/>
        <a:p>
          <a:endParaRPr lang="en-GB"/>
        </a:p>
      </dgm:t>
    </dgm:pt>
    <dgm:pt modelId="{8959AB4F-BC74-4572-940B-361BCFA17DAA}">
      <dgm:prSet phldrT="[Text]"/>
      <dgm:spPr>
        <a:xfrm>
          <a:off x="5797357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4.7 VTS additional services</a:t>
          </a:r>
        </a:p>
      </dgm:t>
    </dgm:pt>
    <dgm:pt modelId="{82996DFE-BEBC-4BFA-81D0-3C06C21E9817}" type="parTrans" cxnId="{695A2628-4046-4C60-89F1-EA4882010232}">
      <dgm:prSet/>
      <dgm:spPr/>
      <dgm:t>
        <a:bodyPr/>
        <a:lstStyle/>
        <a:p>
          <a:endParaRPr lang="en-GB"/>
        </a:p>
      </dgm:t>
    </dgm:pt>
    <dgm:pt modelId="{8513E60F-3AF7-48A1-8D3D-49B06CE6300D}" type="sibTrans" cxnId="{695A2628-4046-4C60-89F1-EA4882010232}">
      <dgm:prSet/>
      <dgm:spPr/>
      <dgm:t>
        <a:bodyPr/>
        <a:lstStyle/>
        <a:p>
          <a:endParaRPr lang="en-GB"/>
        </a:p>
      </dgm:t>
    </dgm:pt>
    <dgm:pt modelId="{C35DE6E8-D19D-4C25-BD14-9F83F6491DA8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>
              <a:latin typeface="+mn-lt"/>
            </a:rPr>
            <a:t>5.2 Accreditation, competency, certification and revalidation</a:t>
          </a:r>
        </a:p>
      </dgm:t>
    </dgm:pt>
    <dgm:pt modelId="{DC4160BF-2ACA-4317-AF50-308F2EAB7323}" type="parTrans" cxnId="{45922CAF-D95F-4BC1-93D0-13B692085DEB}">
      <dgm:prSet/>
      <dgm:spPr/>
      <dgm:t>
        <a:bodyPr/>
        <a:lstStyle/>
        <a:p>
          <a:endParaRPr lang="en-GB"/>
        </a:p>
      </dgm:t>
    </dgm:pt>
    <dgm:pt modelId="{21C26596-5080-49B8-9FA1-C299CA5EAE31}" type="sibTrans" cxnId="{45922CAF-D95F-4BC1-93D0-13B692085DEB}">
      <dgm:prSet/>
      <dgm:spPr/>
      <dgm:t>
        <a:bodyPr/>
        <a:lstStyle/>
        <a:p>
          <a:endParaRPr lang="en-GB"/>
        </a:p>
      </dgm:t>
    </dgm:pt>
    <dgm:pt modelId="{49BD9D9A-0D54-49DD-A9C7-4CBAB855B8F5}">
      <dgm:prSet phldrT="[Text]"/>
      <dgm:spPr>
        <a:xfrm>
          <a:off x="7630398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fr-FR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5.3 Capacity building</a:t>
          </a:r>
        </a:p>
      </dgm:t>
    </dgm:pt>
    <dgm:pt modelId="{46A675AF-5C94-41CB-8547-E7C14538583F}" type="parTrans" cxnId="{470AE8C3-608D-477F-8D46-560FD8F6DC67}">
      <dgm:prSet/>
      <dgm:spPr/>
      <dgm:t>
        <a:bodyPr/>
        <a:lstStyle/>
        <a:p>
          <a:endParaRPr lang="en-GB"/>
        </a:p>
      </dgm:t>
    </dgm:pt>
    <dgm:pt modelId="{13D44E76-988E-4BC4-9067-3ED60097DA62}" type="sibTrans" cxnId="{470AE8C3-608D-477F-8D46-560FD8F6DC67}">
      <dgm:prSet/>
      <dgm:spPr/>
      <dgm:t>
        <a:bodyPr/>
        <a:lstStyle/>
        <a:p>
          <a:endParaRPr lang="en-GB"/>
        </a:p>
      </dgm:t>
    </dgm:pt>
    <dgm:pt modelId="{699BF81F-9952-4170-BCF6-726EF44BE3A1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6.2 Narrow bandwidth systems</a:t>
          </a:r>
        </a:p>
        <a:p>
          <a:pPr algn="ctr">
            <a:lnSpc>
              <a:spcPct val="6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gm:t>
    </dgm:pt>
    <dgm:pt modelId="{D641A4FC-7E99-4428-A7BA-7630F1F19133}" type="parTrans" cxnId="{2B06B66A-BC1D-46D9-9030-C108DFDE2875}">
      <dgm:prSet/>
      <dgm:spPr/>
      <dgm:t>
        <a:bodyPr/>
        <a:lstStyle/>
        <a:p>
          <a:endParaRPr lang="en-GB"/>
        </a:p>
      </dgm:t>
    </dgm:pt>
    <dgm:pt modelId="{DC34B0F5-5876-4390-9062-3C9C5A714CE5}" type="sibTrans" cxnId="{2B06B66A-BC1D-46D9-9030-C108DFDE2875}">
      <dgm:prSet/>
      <dgm:spPr/>
      <dgm:t>
        <a:bodyPr/>
        <a:lstStyle/>
        <a:p>
          <a:endParaRPr lang="en-GB"/>
        </a:p>
      </dgm:t>
    </dgm:pt>
    <dgm:pt modelId="{6718BBE5-503A-413C-93FA-1B99729D34B5}">
      <dgm:prSet phldrT="[Text]" custT="1"/>
      <dgm:spPr>
        <a:xfrm>
          <a:off x="9463439" y="1124785"/>
          <a:ext cx="1173146" cy="73321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6.3 Harmonised maritime connectivity</a:t>
          </a:r>
        </a:p>
        <a:p>
          <a:pPr algn="ctr">
            <a:lnSpc>
              <a:spcPct val="70000"/>
            </a:lnSpc>
          </a:pPr>
          <a:r>
            <a:rPr lang="en-GB" sz="900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gm:t>
    </dgm:pt>
    <dgm:pt modelId="{07405178-E9E7-4BCB-8EE9-744AAA0A31E8}" type="parTrans" cxnId="{12706E27-5884-4A60-A074-E11C936026A2}">
      <dgm:prSet/>
      <dgm:spPr/>
      <dgm:t>
        <a:bodyPr/>
        <a:lstStyle/>
        <a:p>
          <a:endParaRPr lang="en-GB"/>
        </a:p>
      </dgm:t>
    </dgm:pt>
    <dgm:pt modelId="{3A8540F6-CA9B-4E51-AFE9-2E88BBB4FAF8}" type="sibTrans" cxnId="{12706E27-5884-4A60-A074-E11C936026A2}">
      <dgm:prSet/>
      <dgm:spPr/>
      <dgm:t>
        <a:bodyPr/>
        <a:lstStyle/>
        <a:p>
          <a:endParaRPr lang="en-GB"/>
        </a:p>
      </dgm:t>
    </dgm:pt>
    <dgm:pt modelId="{EF590936-B396-48BE-9F4C-4376F6E24800}">
      <dgm:prSet phldrT="[Text]"/>
      <dgm:spPr>
        <a:xfrm>
          <a:off x="2131276" y="1124785"/>
          <a:ext cx="1173146" cy="733216"/>
        </a:xfrm>
        <a:noFill/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en-GB" strike="noStrike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2.6 Heritage and culture</a:t>
          </a:r>
        </a:p>
      </dgm:t>
    </dgm:pt>
    <dgm:pt modelId="{FBEF5915-3AEE-43FD-BBE5-F308AF6EE3BA}" type="parTrans" cxnId="{9714B59C-A489-4E00-9075-ACD0FF9C9C7F}">
      <dgm:prSet/>
      <dgm:spPr/>
      <dgm:t>
        <a:bodyPr/>
        <a:lstStyle/>
        <a:p>
          <a:endParaRPr lang="en-US"/>
        </a:p>
      </dgm:t>
    </dgm:pt>
    <dgm:pt modelId="{98560523-3CDA-4D03-BEBF-6C68A4423422}" type="sibTrans" cxnId="{9714B59C-A489-4E00-9075-ACD0FF9C9C7F}">
      <dgm:prSet/>
      <dgm:spPr/>
      <dgm:t>
        <a:bodyPr/>
        <a:lstStyle/>
        <a:p>
          <a:endParaRPr lang="en-US"/>
        </a:p>
      </dgm:t>
    </dgm:pt>
    <dgm:pt modelId="{D50A98CE-08C0-46D6-8E85-8DDE275A17A8}" type="pres">
      <dgm:prSet presAssocID="{2BB6B5D6-9E4D-4088-A301-1E5167B31D5A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5F178DCE-E602-4E03-9851-415B58ACC906}" type="pres">
      <dgm:prSet presAssocID="{B913DEBE-AFCD-45AA-9F67-EC1D11D5A3F8}" presName="root" presStyleCnt="0"/>
      <dgm:spPr/>
    </dgm:pt>
    <dgm:pt modelId="{B1DFC565-C20B-4E76-B797-AEB803564ECC}" type="pres">
      <dgm:prSet presAssocID="{B913DEBE-AFCD-45AA-9F67-EC1D11D5A3F8}" presName="rootComposite" presStyleCnt="0"/>
      <dgm:spPr/>
    </dgm:pt>
    <dgm:pt modelId="{E9AF4E8C-AFC3-4F8F-AFA6-DB428442B602}" type="pres">
      <dgm:prSet presAssocID="{B913DEBE-AFCD-45AA-9F67-EC1D11D5A3F8}" presName="rootText" presStyleLbl="node1" presStyleIdx="0" presStyleCnt="7"/>
      <dgm:spPr>
        <a:prstGeom prst="roundRect">
          <a:avLst>
            <a:gd name="adj" fmla="val 10000"/>
          </a:avLst>
        </a:prstGeom>
      </dgm:spPr>
    </dgm:pt>
    <dgm:pt modelId="{2DA29644-27DE-4224-A16E-52D4BF94C365}" type="pres">
      <dgm:prSet presAssocID="{B913DEBE-AFCD-45AA-9F67-EC1D11D5A3F8}" presName="rootConnector" presStyleLbl="node1" presStyleIdx="0" presStyleCnt="7"/>
      <dgm:spPr/>
    </dgm:pt>
    <dgm:pt modelId="{1ACA5F73-A608-4690-B2A1-C87C8264B11D}" type="pres">
      <dgm:prSet presAssocID="{B913DEBE-AFCD-45AA-9F67-EC1D11D5A3F8}" presName="childShape" presStyleCnt="0"/>
      <dgm:spPr/>
    </dgm:pt>
    <dgm:pt modelId="{6D46FC80-FE5B-4B8A-AC36-38D7E3FC02FB}" type="pres">
      <dgm:prSet presAssocID="{4D74410B-1C1D-4843-B689-1553AB1F3B7D}" presName="Name13" presStyleLbl="parChTrans1D2" presStyleIdx="0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30F29AE-79BB-4621-9D81-441CEA0220C0}" type="pres">
      <dgm:prSet presAssocID="{EA5F7177-2E37-43B1-A396-50C0F3F17B6D}" presName="childText" presStyleLbl="bgAcc1" presStyleIdx="0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6A891F3-2B29-4F4C-8D8C-753DCD476D1E}" type="pres">
      <dgm:prSet presAssocID="{0CCDE4EB-D3A0-4AB5-8C16-EFF4375F31F9}" presName="Name13" presStyleLbl="parChTrans1D2" presStyleIdx="1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E5F2FEC1-78D0-4E66-A2CA-7FC65BCE22D7}" type="pres">
      <dgm:prSet presAssocID="{820D5FC0-5C39-44DE-9BEA-D9BBCEA3FC2F}" presName="childText" presStyleLbl="bgAcc1" presStyleIdx="1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371F4B90-C9FE-498D-9925-DDE3E8ADD911}" type="pres">
      <dgm:prSet presAssocID="{3E84364F-89F8-49A6-8813-1C8F48ABEB13}" presName="Name13" presStyleLbl="parChTrans1D2" presStyleIdx="2" presStyleCnt="32"/>
      <dgm:spPr/>
    </dgm:pt>
    <dgm:pt modelId="{2154AC7A-EB23-49A6-A126-CB94E41BBB93}" type="pres">
      <dgm:prSet presAssocID="{4E84CEB9-3253-4B95-BE01-A2C9D051339C}" presName="childText" presStyleLbl="bgAcc1" presStyleIdx="2" presStyleCnt="32">
        <dgm:presLayoutVars>
          <dgm:bulletEnabled val="1"/>
        </dgm:presLayoutVars>
      </dgm:prSet>
      <dgm:spPr/>
    </dgm:pt>
    <dgm:pt modelId="{8AC9D5B3-57A8-4286-8287-7215C155F8CE}" type="pres">
      <dgm:prSet presAssocID="{34743576-2B6D-4143-92FA-1F34F6E72DC0}" presName="Name13" presStyleLbl="parChTrans1D2" presStyleIdx="3" presStyleCnt="32"/>
      <dgm:spPr/>
    </dgm:pt>
    <dgm:pt modelId="{E6DAA865-1043-4BE0-8EAE-C9FADAD71BD9}" type="pres">
      <dgm:prSet presAssocID="{0913810C-3105-4F9C-A2D9-9968C877302D}" presName="childText" presStyleLbl="bgAcc1" presStyleIdx="3" presStyleCnt="32">
        <dgm:presLayoutVars>
          <dgm:bulletEnabled val="1"/>
        </dgm:presLayoutVars>
      </dgm:prSet>
      <dgm:spPr/>
    </dgm:pt>
    <dgm:pt modelId="{26437B79-884B-423A-A867-2AA5D255E571}" type="pres">
      <dgm:prSet presAssocID="{B0FC2696-CB6B-4489-BD97-D2F2C2AA9CA1}" presName="Name13" presStyleLbl="parChTrans1D2" presStyleIdx="4" presStyleCnt="32"/>
      <dgm:spPr/>
    </dgm:pt>
    <dgm:pt modelId="{AE745600-A2A4-46D9-BB81-AD7918329569}" type="pres">
      <dgm:prSet presAssocID="{BD5064B1-7D5A-4590-9BB7-40D33EDD5F11}" presName="childText" presStyleLbl="bgAcc1" presStyleIdx="4" presStyleCnt="32">
        <dgm:presLayoutVars>
          <dgm:bulletEnabled val="1"/>
        </dgm:presLayoutVars>
      </dgm:prSet>
      <dgm:spPr/>
    </dgm:pt>
    <dgm:pt modelId="{2947A813-BFCB-43F4-AF6A-E86F07A5FE44}" type="pres">
      <dgm:prSet presAssocID="{EF8ADAED-3000-45EF-BCB6-42B2F2C35C3A}" presName="Name13" presStyleLbl="parChTrans1D2" presStyleIdx="5" presStyleCnt="32"/>
      <dgm:spPr/>
    </dgm:pt>
    <dgm:pt modelId="{B3A95C0C-4CB4-45A7-B34E-6C64651314E6}" type="pres">
      <dgm:prSet presAssocID="{36A304B2-B53E-4AC4-ADDA-8A4015F81CBD}" presName="childText" presStyleLbl="bgAcc1" presStyleIdx="5" presStyleCnt="32">
        <dgm:presLayoutVars>
          <dgm:bulletEnabled val="1"/>
        </dgm:presLayoutVars>
      </dgm:prSet>
      <dgm:spPr/>
    </dgm:pt>
    <dgm:pt modelId="{2A64CF9C-2A8F-4D75-B4F3-477C79144438}" type="pres">
      <dgm:prSet presAssocID="{CF0E3197-0C12-4610-9039-E317BC77075A}" presName="root" presStyleCnt="0"/>
      <dgm:spPr/>
    </dgm:pt>
    <dgm:pt modelId="{AE6BE6A3-F5A7-4C73-AA55-F795DBB027F7}" type="pres">
      <dgm:prSet presAssocID="{CF0E3197-0C12-4610-9039-E317BC77075A}" presName="rootComposite" presStyleCnt="0"/>
      <dgm:spPr/>
    </dgm:pt>
    <dgm:pt modelId="{1AA88E3C-1F63-4AE9-909C-8086C0803480}" type="pres">
      <dgm:prSet presAssocID="{CF0E3197-0C12-4610-9039-E317BC77075A}" presName="rootText" presStyleLbl="node1" presStyleIdx="1" presStyleCnt="7"/>
      <dgm:spPr>
        <a:prstGeom prst="roundRect">
          <a:avLst>
            <a:gd name="adj" fmla="val 10000"/>
          </a:avLst>
        </a:prstGeom>
      </dgm:spPr>
    </dgm:pt>
    <dgm:pt modelId="{B496A015-E814-47CF-A4B3-8992A6B33BAD}" type="pres">
      <dgm:prSet presAssocID="{CF0E3197-0C12-4610-9039-E317BC77075A}" presName="rootConnector" presStyleLbl="node1" presStyleIdx="1" presStyleCnt="7"/>
      <dgm:spPr/>
    </dgm:pt>
    <dgm:pt modelId="{F571E05F-3495-45EE-913B-32D697734DDF}" type="pres">
      <dgm:prSet presAssocID="{CF0E3197-0C12-4610-9039-E317BC77075A}" presName="childShape" presStyleCnt="0"/>
      <dgm:spPr/>
    </dgm:pt>
    <dgm:pt modelId="{F3E24FA0-3809-4680-9462-69788E3837A8}" type="pres">
      <dgm:prSet presAssocID="{536F0655-802B-4BC2-AE09-7D18F8B53A82}" presName="Name13" presStyleLbl="parChTrans1D2" presStyleIdx="6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86D43C16-CD7E-4B0E-BFAC-CE07AED2B929}" type="pres">
      <dgm:prSet presAssocID="{BE945851-69C9-4D88-8221-E22BF6E57D5D}" presName="childText" presStyleLbl="bgAcc1" presStyleIdx="6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1E4E7F92-39E4-4619-B722-1097A7C97326}" type="pres">
      <dgm:prSet presAssocID="{05E2D707-3832-4375-918B-FBAEB9F73AC0}" presName="Name13" presStyleLbl="parChTrans1D2" presStyleIdx="7" presStyleCnt="32"/>
      <dgm:spPr/>
    </dgm:pt>
    <dgm:pt modelId="{C5D0C5FB-F9F8-4B01-AF3C-3149F8A74CD3}" type="pres">
      <dgm:prSet presAssocID="{956C0751-587A-4A7C-A2F6-F8794715AEBA}" presName="childText" presStyleLbl="bgAcc1" presStyleIdx="7" presStyleCnt="32">
        <dgm:presLayoutVars>
          <dgm:bulletEnabled val="1"/>
        </dgm:presLayoutVars>
      </dgm:prSet>
      <dgm:spPr/>
    </dgm:pt>
    <dgm:pt modelId="{304EF431-E1DD-4785-9010-80B649CE6CEC}" type="pres">
      <dgm:prSet presAssocID="{2F92589D-022D-4133-8D68-953B4729180C}" presName="Name13" presStyleLbl="parChTrans1D2" presStyleIdx="8" presStyleCnt="32"/>
      <dgm:spPr/>
    </dgm:pt>
    <dgm:pt modelId="{CEECE3A6-D479-45CD-ADFD-26D31C4B820F}" type="pres">
      <dgm:prSet presAssocID="{3E657111-14E5-4B93-8C5B-3D7B1425B532}" presName="childText" presStyleLbl="bgAcc1" presStyleIdx="8" presStyleCnt="32">
        <dgm:presLayoutVars>
          <dgm:bulletEnabled val="1"/>
        </dgm:presLayoutVars>
      </dgm:prSet>
      <dgm:spPr/>
    </dgm:pt>
    <dgm:pt modelId="{B028CF45-803B-4A8C-893C-D0DD12C610B9}" type="pres">
      <dgm:prSet presAssocID="{23A20D8C-E4EB-4883-A0F8-D3A75282E8CD}" presName="Name13" presStyleLbl="parChTrans1D2" presStyleIdx="9" presStyleCnt="32"/>
      <dgm:spPr/>
    </dgm:pt>
    <dgm:pt modelId="{ABAEF2C5-B33F-42BC-AE61-6C2E0036F91A}" type="pres">
      <dgm:prSet presAssocID="{D9D4366D-BF88-4274-9CEF-8FDF99256F44}" presName="childText" presStyleLbl="bgAcc1" presStyleIdx="9" presStyleCnt="32">
        <dgm:presLayoutVars>
          <dgm:bulletEnabled val="1"/>
        </dgm:presLayoutVars>
      </dgm:prSet>
      <dgm:spPr/>
    </dgm:pt>
    <dgm:pt modelId="{91FFF821-70E8-4C71-980E-3C14191B2204}" type="pres">
      <dgm:prSet presAssocID="{D75D9543-C4CF-4267-9D7C-19B05CA95CA1}" presName="Name13" presStyleLbl="parChTrans1D2" presStyleIdx="10" presStyleCnt="32"/>
      <dgm:spPr/>
    </dgm:pt>
    <dgm:pt modelId="{CEBBDC86-EA5B-4723-954B-1FCDF3A19A20}" type="pres">
      <dgm:prSet presAssocID="{E5EE3FD2-0B0F-4EC4-8114-582CAD46F5F5}" presName="childText" presStyleLbl="bgAcc1" presStyleIdx="10" presStyleCnt="32">
        <dgm:presLayoutVars>
          <dgm:bulletEnabled val="1"/>
        </dgm:presLayoutVars>
      </dgm:prSet>
      <dgm:spPr/>
    </dgm:pt>
    <dgm:pt modelId="{D88AB6E6-0834-4A0C-B77D-332B80BB822B}" type="pres">
      <dgm:prSet presAssocID="{FBEF5915-3AEE-43FD-BBE5-F308AF6EE3BA}" presName="Name13" presStyleLbl="parChTrans1D2" presStyleIdx="11" presStyleCnt="32"/>
      <dgm:spPr/>
    </dgm:pt>
    <dgm:pt modelId="{CF81D856-2016-4723-862C-BE8D0F24BE7A}" type="pres">
      <dgm:prSet presAssocID="{EF590936-B396-48BE-9F4C-4376F6E24800}" presName="childText" presStyleLbl="bgAcc1" presStyleIdx="11" presStyleCnt="32">
        <dgm:presLayoutVars>
          <dgm:bulletEnabled val="1"/>
        </dgm:presLayoutVars>
      </dgm:prSet>
      <dgm:spPr/>
    </dgm:pt>
    <dgm:pt modelId="{1E0E02A9-ED83-4444-86DD-B420EFD24198}" type="pres">
      <dgm:prSet presAssocID="{FFCA7AB3-7F30-4504-80C8-52C175366BEF}" presName="root" presStyleCnt="0"/>
      <dgm:spPr/>
    </dgm:pt>
    <dgm:pt modelId="{0DAC93C5-1FA3-47FA-92A9-B4DBAECB4BDA}" type="pres">
      <dgm:prSet presAssocID="{FFCA7AB3-7F30-4504-80C8-52C175366BEF}" presName="rootComposite" presStyleCnt="0"/>
      <dgm:spPr/>
    </dgm:pt>
    <dgm:pt modelId="{A39AF8C1-8CBE-4F9E-A2FC-4E8C3E6E289C}" type="pres">
      <dgm:prSet presAssocID="{FFCA7AB3-7F30-4504-80C8-52C175366BEF}" presName="rootText" presStyleLbl="node1" presStyleIdx="2" presStyleCnt="7"/>
      <dgm:spPr>
        <a:prstGeom prst="roundRect">
          <a:avLst>
            <a:gd name="adj" fmla="val 10000"/>
          </a:avLst>
        </a:prstGeom>
      </dgm:spPr>
    </dgm:pt>
    <dgm:pt modelId="{E50CFBEB-E9A4-47B5-820F-F03B21B8414D}" type="pres">
      <dgm:prSet presAssocID="{FFCA7AB3-7F30-4504-80C8-52C175366BEF}" presName="rootConnector" presStyleLbl="node1" presStyleIdx="2" presStyleCnt="7"/>
      <dgm:spPr/>
    </dgm:pt>
    <dgm:pt modelId="{EDA5ACF2-3757-4702-B5CE-473635AE9D38}" type="pres">
      <dgm:prSet presAssocID="{FFCA7AB3-7F30-4504-80C8-52C175366BEF}" presName="childShape" presStyleCnt="0"/>
      <dgm:spPr/>
    </dgm:pt>
    <dgm:pt modelId="{72E5305C-D043-4A1E-9835-BBE71692CCAA}" type="pres">
      <dgm:prSet presAssocID="{1E513664-A2F2-463C-AFB6-E40AB48D07B0}" presName="Name13" presStyleLbl="parChTrans1D2" presStyleIdx="12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E1CF3170-2B91-43C1-8AB5-BF28939770CB}" type="pres">
      <dgm:prSet presAssocID="{D0B0FB75-3E9A-4ADD-84A5-2135E56BB3BE}" presName="childText" presStyleLbl="bgAcc1" presStyleIdx="12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459F397D-4EDA-45B2-96E9-6B165C418354}" type="pres">
      <dgm:prSet presAssocID="{F5653D7A-636C-4A4F-A58A-90841163C62E}" presName="Name13" presStyleLbl="parChTrans1D2" presStyleIdx="13" presStyleCnt="32"/>
      <dgm:spPr/>
    </dgm:pt>
    <dgm:pt modelId="{CDA47CA6-3513-469A-9991-83CCBCEA4485}" type="pres">
      <dgm:prSet presAssocID="{93D504EE-198B-4CF1-9351-FDA95C3A209C}" presName="childText" presStyleLbl="bgAcc1" presStyleIdx="13" presStyleCnt="32">
        <dgm:presLayoutVars>
          <dgm:bulletEnabled val="1"/>
        </dgm:presLayoutVars>
      </dgm:prSet>
      <dgm:spPr/>
    </dgm:pt>
    <dgm:pt modelId="{6213E92A-029D-45CA-8A8C-D5A37E92613A}" type="pres">
      <dgm:prSet presAssocID="{90F4F180-A140-4158-8E0A-9A36F09BBD6A}" presName="Name13" presStyleLbl="parChTrans1D2" presStyleIdx="14" presStyleCnt="32"/>
      <dgm:spPr/>
    </dgm:pt>
    <dgm:pt modelId="{15265589-B49D-44F3-89EC-4BC57082949D}" type="pres">
      <dgm:prSet presAssocID="{C2B8B657-2810-4DD8-A649-605A51C40E30}" presName="childText" presStyleLbl="bgAcc1" presStyleIdx="14" presStyleCnt="32">
        <dgm:presLayoutVars>
          <dgm:bulletEnabled val="1"/>
        </dgm:presLayoutVars>
      </dgm:prSet>
      <dgm:spPr/>
    </dgm:pt>
    <dgm:pt modelId="{F0043049-1418-41D3-AED4-4E88E469E84E}" type="pres">
      <dgm:prSet presAssocID="{543A37A8-628E-4C0E-8A49-FA43AFBCD0C9}" presName="Name13" presStyleLbl="parChTrans1D2" presStyleIdx="15" presStyleCnt="32"/>
      <dgm:spPr/>
    </dgm:pt>
    <dgm:pt modelId="{10DC47F6-071A-448D-AC6A-E499003A242E}" type="pres">
      <dgm:prSet presAssocID="{9B3B524C-C4DF-44C6-AE07-2A43A7DE42EA}" presName="childText" presStyleLbl="bgAcc1" presStyleIdx="15" presStyleCnt="32">
        <dgm:presLayoutVars>
          <dgm:bulletEnabled val="1"/>
        </dgm:presLayoutVars>
      </dgm:prSet>
      <dgm:spPr/>
    </dgm:pt>
    <dgm:pt modelId="{24D119C5-8B25-40B0-9657-4D1C92F064A3}" type="pres">
      <dgm:prSet presAssocID="{34FCDDD8-0289-4B0C-9147-8F9DCB57F622}" presName="root" presStyleCnt="0"/>
      <dgm:spPr/>
    </dgm:pt>
    <dgm:pt modelId="{66FF4BDB-25C5-4555-8D18-2CA8C4CCC89A}" type="pres">
      <dgm:prSet presAssocID="{34FCDDD8-0289-4B0C-9147-8F9DCB57F622}" presName="rootComposite" presStyleCnt="0"/>
      <dgm:spPr/>
    </dgm:pt>
    <dgm:pt modelId="{1B49CAE7-B4B7-4FE1-B3D8-BEC276FBCAF7}" type="pres">
      <dgm:prSet presAssocID="{34FCDDD8-0289-4B0C-9147-8F9DCB57F622}" presName="rootText" presStyleLbl="node1" presStyleIdx="3" presStyleCnt="7"/>
      <dgm:spPr>
        <a:prstGeom prst="roundRect">
          <a:avLst>
            <a:gd name="adj" fmla="val 10000"/>
          </a:avLst>
        </a:prstGeom>
      </dgm:spPr>
    </dgm:pt>
    <dgm:pt modelId="{787D510A-5A7E-4749-93D3-23586CA08B01}" type="pres">
      <dgm:prSet presAssocID="{34FCDDD8-0289-4B0C-9147-8F9DCB57F622}" presName="rootConnector" presStyleLbl="node1" presStyleIdx="3" presStyleCnt="7"/>
      <dgm:spPr/>
    </dgm:pt>
    <dgm:pt modelId="{67354570-9FC0-4FC4-862A-29EDE1ED72F6}" type="pres">
      <dgm:prSet presAssocID="{34FCDDD8-0289-4B0C-9147-8F9DCB57F622}" presName="childShape" presStyleCnt="0"/>
      <dgm:spPr/>
    </dgm:pt>
    <dgm:pt modelId="{E2B75F0D-099E-41E7-9414-636F85987D89}" type="pres">
      <dgm:prSet presAssocID="{58ED19A4-825F-4A27-869A-A97366BD4BC7}" presName="Name13" presStyleLbl="parChTrans1D2" presStyleIdx="16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F4AF38F4-8E5C-431E-ADAE-3EC093DD9B22}" type="pres">
      <dgm:prSet presAssocID="{43712683-065A-4AA5-A6CA-1E300850B46F}" presName="childText" presStyleLbl="bgAcc1" presStyleIdx="16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A7879E01-FEB5-46DC-86A2-0A49643AABAD}" type="pres">
      <dgm:prSet presAssocID="{FBB3817C-D3EB-4756-8898-0E5C410B0741}" presName="Name13" presStyleLbl="parChTrans1D2" presStyleIdx="17" presStyleCnt="32"/>
      <dgm:spPr/>
    </dgm:pt>
    <dgm:pt modelId="{7B351F5D-D8E7-449B-BD84-1ED17046D2E6}" type="pres">
      <dgm:prSet presAssocID="{A5302737-400C-42B8-8721-992E05243D7E}" presName="childText" presStyleLbl="bgAcc1" presStyleIdx="17" presStyleCnt="32">
        <dgm:presLayoutVars>
          <dgm:bulletEnabled val="1"/>
        </dgm:presLayoutVars>
      </dgm:prSet>
      <dgm:spPr/>
    </dgm:pt>
    <dgm:pt modelId="{7CD69076-54D4-47B5-BEAF-00C07C068528}" type="pres">
      <dgm:prSet presAssocID="{91FCF18E-F0ED-44C6-93EE-3B779B825F6D}" presName="Name13" presStyleLbl="parChTrans1D2" presStyleIdx="18" presStyleCnt="32"/>
      <dgm:spPr/>
    </dgm:pt>
    <dgm:pt modelId="{6A91803B-02F8-466A-983A-81D9D1535DC3}" type="pres">
      <dgm:prSet presAssocID="{9FDE4F66-4E49-49B1-8A60-5167A4C1073C}" presName="childText" presStyleLbl="bgAcc1" presStyleIdx="18" presStyleCnt="32">
        <dgm:presLayoutVars>
          <dgm:bulletEnabled val="1"/>
        </dgm:presLayoutVars>
      </dgm:prSet>
      <dgm:spPr/>
    </dgm:pt>
    <dgm:pt modelId="{E4A9CC92-C5A3-409D-8486-1DB42686EF4C}" type="pres">
      <dgm:prSet presAssocID="{1EF7FD67-6F6B-46B8-A2A1-51FCD2B7B9BC}" presName="Name13" presStyleLbl="parChTrans1D2" presStyleIdx="19" presStyleCnt="32"/>
      <dgm:spPr/>
    </dgm:pt>
    <dgm:pt modelId="{46C01CE4-74B5-43D7-961C-52CC8D044FDF}" type="pres">
      <dgm:prSet presAssocID="{11FF6A32-426E-431A-A1F4-B4FBA493FDC5}" presName="childText" presStyleLbl="bgAcc1" presStyleIdx="19" presStyleCnt="32">
        <dgm:presLayoutVars>
          <dgm:bulletEnabled val="1"/>
        </dgm:presLayoutVars>
      </dgm:prSet>
      <dgm:spPr/>
    </dgm:pt>
    <dgm:pt modelId="{596B938D-E3C8-4748-92D8-4CE1C2C4ACAA}" type="pres">
      <dgm:prSet presAssocID="{F578F566-75F0-49A9-A540-BA00D36DB1F8}" presName="Name13" presStyleLbl="parChTrans1D2" presStyleIdx="20" presStyleCnt="32"/>
      <dgm:spPr/>
    </dgm:pt>
    <dgm:pt modelId="{BEE9E308-92E1-426C-9089-BAB7DF7BEE13}" type="pres">
      <dgm:prSet presAssocID="{C7C0BF04-626D-41B8-8B65-AB78FE83E972}" presName="childText" presStyleLbl="bgAcc1" presStyleIdx="20" presStyleCnt="32">
        <dgm:presLayoutVars>
          <dgm:bulletEnabled val="1"/>
        </dgm:presLayoutVars>
      </dgm:prSet>
      <dgm:spPr/>
    </dgm:pt>
    <dgm:pt modelId="{41B424CD-663C-49A6-A6EB-F82640419CBF}" type="pres">
      <dgm:prSet presAssocID="{BA2920D9-8B83-409A-AFFF-A5DC0EA07C1A}" presName="Name13" presStyleLbl="parChTrans1D2" presStyleIdx="21" presStyleCnt="32"/>
      <dgm:spPr/>
    </dgm:pt>
    <dgm:pt modelId="{BFFA6172-922D-46C8-ABAC-B03FD6A163DB}" type="pres">
      <dgm:prSet presAssocID="{BD533B4B-5125-4BAF-88B8-7905469D573A}" presName="childText" presStyleLbl="bgAcc1" presStyleIdx="21" presStyleCnt="32">
        <dgm:presLayoutVars>
          <dgm:bulletEnabled val="1"/>
        </dgm:presLayoutVars>
      </dgm:prSet>
      <dgm:spPr/>
    </dgm:pt>
    <dgm:pt modelId="{F7EF1040-5A97-4196-B23F-A3FEA5C7D805}" type="pres">
      <dgm:prSet presAssocID="{82996DFE-BEBC-4BFA-81D0-3C06C21E9817}" presName="Name13" presStyleLbl="parChTrans1D2" presStyleIdx="22" presStyleCnt="32"/>
      <dgm:spPr/>
    </dgm:pt>
    <dgm:pt modelId="{2F05DB5A-E52D-4DD6-949F-26C543833B74}" type="pres">
      <dgm:prSet presAssocID="{8959AB4F-BC74-4572-940B-361BCFA17DAA}" presName="childText" presStyleLbl="bgAcc1" presStyleIdx="22" presStyleCnt="32">
        <dgm:presLayoutVars>
          <dgm:bulletEnabled val="1"/>
        </dgm:presLayoutVars>
      </dgm:prSet>
      <dgm:spPr/>
    </dgm:pt>
    <dgm:pt modelId="{7FB97362-0221-413C-AB25-EA575DA52974}" type="pres">
      <dgm:prSet presAssocID="{6E153D99-475E-4D0D-9113-84FA984B57B6}" presName="root" presStyleCnt="0"/>
      <dgm:spPr/>
    </dgm:pt>
    <dgm:pt modelId="{AEFE90BE-6F1F-4C18-B3F3-513E2F8BDD5E}" type="pres">
      <dgm:prSet presAssocID="{6E153D99-475E-4D0D-9113-84FA984B57B6}" presName="rootComposite" presStyleCnt="0"/>
      <dgm:spPr/>
    </dgm:pt>
    <dgm:pt modelId="{895CD797-4F09-465D-AD8A-6AD1FF237111}" type="pres">
      <dgm:prSet presAssocID="{6E153D99-475E-4D0D-9113-84FA984B57B6}" presName="rootText" presStyleLbl="node1" presStyleIdx="4" presStyleCnt="7"/>
      <dgm:spPr>
        <a:prstGeom prst="roundRect">
          <a:avLst>
            <a:gd name="adj" fmla="val 10000"/>
          </a:avLst>
        </a:prstGeom>
      </dgm:spPr>
    </dgm:pt>
    <dgm:pt modelId="{CF4D92A9-FD3C-4463-B4A8-0A0E0640CAEB}" type="pres">
      <dgm:prSet presAssocID="{6E153D99-475E-4D0D-9113-84FA984B57B6}" presName="rootConnector" presStyleLbl="node1" presStyleIdx="4" presStyleCnt="7"/>
      <dgm:spPr/>
    </dgm:pt>
    <dgm:pt modelId="{CDCD46C5-1AA4-4C5B-B577-880F3DECAFEA}" type="pres">
      <dgm:prSet presAssocID="{6E153D99-475E-4D0D-9113-84FA984B57B6}" presName="childShape" presStyleCnt="0"/>
      <dgm:spPr/>
    </dgm:pt>
    <dgm:pt modelId="{16BABB8F-DABD-4EC9-B1A1-2B839047C9EB}" type="pres">
      <dgm:prSet presAssocID="{3D4FD2A2-8AA1-49F9-917D-CE4F45B7175F}" presName="Name13" presStyleLbl="parChTrans1D2" presStyleIdx="23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7F31F39A-90E1-4E63-9B93-C7DAD4CF1741}" type="pres">
      <dgm:prSet presAssocID="{861BE90E-E562-461B-B6B1-EFE88FD16BCF}" presName="childText" presStyleLbl="bgAcc1" presStyleIdx="23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70482367-4C0C-42E4-8464-3309E90058C6}" type="pres">
      <dgm:prSet presAssocID="{DC4160BF-2ACA-4317-AF50-308F2EAB7323}" presName="Name13" presStyleLbl="parChTrans1D2" presStyleIdx="24" presStyleCnt="32"/>
      <dgm:spPr/>
    </dgm:pt>
    <dgm:pt modelId="{C4921DBE-E6D1-4A95-A27B-2C4B40FEB593}" type="pres">
      <dgm:prSet presAssocID="{C35DE6E8-D19D-4C25-BD14-9F83F6491DA8}" presName="childText" presStyleLbl="bgAcc1" presStyleIdx="24" presStyleCnt="32">
        <dgm:presLayoutVars>
          <dgm:bulletEnabled val="1"/>
        </dgm:presLayoutVars>
      </dgm:prSet>
      <dgm:spPr/>
    </dgm:pt>
    <dgm:pt modelId="{5180DD89-8855-4ECF-A486-4402F871C53B}" type="pres">
      <dgm:prSet presAssocID="{46A675AF-5C94-41CB-8547-E7C14538583F}" presName="Name13" presStyleLbl="parChTrans1D2" presStyleIdx="25" presStyleCnt="32"/>
      <dgm:spPr/>
    </dgm:pt>
    <dgm:pt modelId="{3799F287-37BC-48E7-AE10-2E0F0D77503E}" type="pres">
      <dgm:prSet presAssocID="{49BD9D9A-0D54-49DD-A9C7-4CBAB855B8F5}" presName="childText" presStyleLbl="bgAcc1" presStyleIdx="25" presStyleCnt="32">
        <dgm:presLayoutVars>
          <dgm:bulletEnabled val="1"/>
        </dgm:presLayoutVars>
      </dgm:prSet>
      <dgm:spPr/>
    </dgm:pt>
    <dgm:pt modelId="{B9A75DD5-F452-4780-93F4-C65407CC5F04}" type="pres">
      <dgm:prSet presAssocID="{2D30C6E1-0F73-4220-827B-CC4C7E827C8C}" presName="root" presStyleCnt="0"/>
      <dgm:spPr/>
    </dgm:pt>
    <dgm:pt modelId="{B2E847B1-B07D-49F1-84CE-D80354B029EC}" type="pres">
      <dgm:prSet presAssocID="{2D30C6E1-0F73-4220-827B-CC4C7E827C8C}" presName="rootComposite" presStyleCnt="0"/>
      <dgm:spPr/>
    </dgm:pt>
    <dgm:pt modelId="{A40353D8-F88D-4EC5-A45E-F620AC61E292}" type="pres">
      <dgm:prSet presAssocID="{2D30C6E1-0F73-4220-827B-CC4C7E827C8C}" presName="rootText" presStyleLbl="node1" presStyleIdx="5" presStyleCnt="7"/>
      <dgm:spPr>
        <a:prstGeom prst="roundRect">
          <a:avLst>
            <a:gd name="adj" fmla="val 10000"/>
          </a:avLst>
        </a:prstGeom>
      </dgm:spPr>
    </dgm:pt>
    <dgm:pt modelId="{1F91258D-6467-4B91-BE92-6D8A1543FD64}" type="pres">
      <dgm:prSet presAssocID="{2D30C6E1-0F73-4220-827B-CC4C7E827C8C}" presName="rootConnector" presStyleLbl="node1" presStyleIdx="5" presStyleCnt="7"/>
      <dgm:spPr/>
    </dgm:pt>
    <dgm:pt modelId="{FF69DA99-EA95-4367-8B1C-396DEC5EC46B}" type="pres">
      <dgm:prSet presAssocID="{2D30C6E1-0F73-4220-827B-CC4C7E827C8C}" presName="childShape" presStyleCnt="0"/>
      <dgm:spPr/>
    </dgm:pt>
    <dgm:pt modelId="{C0AAB278-DBCC-4BF6-9F05-F9021F540CDA}" type="pres">
      <dgm:prSet presAssocID="{02112C48-E93F-49B0-8C12-CC02CD0DA4DC}" presName="Name13" presStyleLbl="parChTrans1D2" presStyleIdx="26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D3C8E485-657A-47D5-8601-B64AD5553069}" type="pres">
      <dgm:prSet presAssocID="{293366AE-1D12-4628-9A58-213AE572133C}" presName="childText" presStyleLbl="bgAcc1" presStyleIdx="26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E9E1EE8E-0579-4C92-BB79-01973569E350}" type="pres">
      <dgm:prSet presAssocID="{D641A4FC-7E99-4428-A7BA-7630F1F19133}" presName="Name13" presStyleLbl="parChTrans1D2" presStyleIdx="27" presStyleCnt="32"/>
      <dgm:spPr/>
    </dgm:pt>
    <dgm:pt modelId="{0A5074BC-DB48-44E4-B2A6-8F0B1120E04E}" type="pres">
      <dgm:prSet presAssocID="{699BF81F-9952-4170-BCF6-726EF44BE3A1}" presName="childText" presStyleLbl="bgAcc1" presStyleIdx="27" presStyleCnt="32">
        <dgm:presLayoutVars>
          <dgm:bulletEnabled val="1"/>
        </dgm:presLayoutVars>
      </dgm:prSet>
      <dgm:spPr/>
    </dgm:pt>
    <dgm:pt modelId="{A7291E1B-470A-467A-9923-354248394A66}" type="pres">
      <dgm:prSet presAssocID="{07405178-E9E7-4BCB-8EE9-744AAA0A31E8}" presName="Name13" presStyleLbl="parChTrans1D2" presStyleIdx="28" presStyleCnt="32"/>
      <dgm:spPr/>
    </dgm:pt>
    <dgm:pt modelId="{480CF81A-BB4F-4F9F-89C6-26B13BBCF374}" type="pres">
      <dgm:prSet presAssocID="{6718BBE5-503A-413C-93FA-1B99729D34B5}" presName="childText" presStyleLbl="bgAcc1" presStyleIdx="28" presStyleCnt="32">
        <dgm:presLayoutVars>
          <dgm:bulletEnabled val="1"/>
        </dgm:presLayoutVars>
      </dgm:prSet>
      <dgm:spPr/>
    </dgm:pt>
    <dgm:pt modelId="{6170DD6B-39A5-421E-A239-E9AE0CFABE45}" type="pres">
      <dgm:prSet presAssocID="{85B67237-D813-49C3-B431-20687A9A81CC}" presName="root" presStyleCnt="0"/>
      <dgm:spPr/>
    </dgm:pt>
    <dgm:pt modelId="{E90ABA5B-26BD-41DE-B274-ABCD6F78BC09}" type="pres">
      <dgm:prSet presAssocID="{85B67237-D813-49C3-B431-20687A9A81CC}" presName="rootComposite" presStyleCnt="0"/>
      <dgm:spPr/>
    </dgm:pt>
    <dgm:pt modelId="{4F82A894-FE56-4208-8194-B5C968DD79B1}" type="pres">
      <dgm:prSet presAssocID="{85B67237-D813-49C3-B431-20687A9A81CC}" presName="rootText" presStyleLbl="node1" presStyleIdx="6" presStyleCnt="7"/>
      <dgm:spPr>
        <a:prstGeom prst="roundRect">
          <a:avLst>
            <a:gd name="adj" fmla="val 10000"/>
          </a:avLst>
        </a:prstGeom>
      </dgm:spPr>
    </dgm:pt>
    <dgm:pt modelId="{D0D8390E-1EA7-44CD-8658-F9C9D580166A}" type="pres">
      <dgm:prSet presAssocID="{85B67237-D813-49C3-B431-20687A9A81CC}" presName="rootConnector" presStyleLbl="node1" presStyleIdx="6" presStyleCnt="7"/>
      <dgm:spPr/>
    </dgm:pt>
    <dgm:pt modelId="{E426208E-C420-4BAD-ADCA-037D5DF52F94}" type="pres">
      <dgm:prSet presAssocID="{85B67237-D813-49C3-B431-20687A9A81CC}" presName="childShape" presStyleCnt="0"/>
      <dgm:spPr/>
    </dgm:pt>
    <dgm:pt modelId="{BC649CC7-4419-4D69-B739-4295D2661D80}" type="pres">
      <dgm:prSet presAssocID="{B5FB80B5-EBE8-4A97-8B20-E308342CC433}" presName="Name13" presStyleLbl="parChTrans1D2" presStyleIdx="29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</dgm:spPr>
    </dgm:pt>
    <dgm:pt modelId="{4ABE4F12-DFC2-4388-A4CB-1CAA2AE978A7}" type="pres">
      <dgm:prSet presAssocID="{E0329067-48F1-4287-B992-2917FA957FCB}" presName="childText" presStyleLbl="bgAcc1" presStyleIdx="29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2ABC8896-DCDC-4BAE-9E66-7411DA18A505}" type="pres">
      <dgm:prSet presAssocID="{D6538B46-CB6D-4A06-A372-CCCF8A7C3EC5}" presName="Name13" presStyleLbl="parChTrans1D2" presStyleIdx="30" presStyleCnt="3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</dgm:spPr>
    </dgm:pt>
    <dgm:pt modelId="{C6C82107-96B8-4674-ABDF-19C96421D6AA}" type="pres">
      <dgm:prSet presAssocID="{8A0A21C0-88CF-4A3F-B617-B6A1D2C94D8E}" presName="childText" presStyleLbl="bgAcc1" presStyleIdx="30" presStyleCnt="3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</dgm:pt>
    <dgm:pt modelId="{D1E68277-C98F-45BB-BCE7-BC94F1256177}" type="pres">
      <dgm:prSet presAssocID="{D7227042-31B3-42DB-B007-230F22E382DC}" presName="Name13" presStyleLbl="parChTrans1D2" presStyleIdx="31" presStyleCnt="32"/>
      <dgm:spPr/>
    </dgm:pt>
    <dgm:pt modelId="{74073FD0-B47B-41FC-B402-CCE9D7EE1F55}" type="pres">
      <dgm:prSet presAssocID="{617BF229-1707-47B7-80D6-698FE87CAD75}" presName="childText" presStyleLbl="bgAcc1" presStyleIdx="31" presStyleCnt="32">
        <dgm:presLayoutVars>
          <dgm:bulletEnabled val="1"/>
        </dgm:presLayoutVars>
      </dgm:prSet>
      <dgm:spPr/>
    </dgm:pt>
  </dgm:ptLst>
  <dgm:cxnLst>
    <dgm:cxn modelId="{C87E3F01-A030-4E39-819D-491261BCA72C}" srcId="{CF0E3197-0C12-4610-9039-E317BC77075A}" destId="{BE945851-69C9-4D88-8221-E22BF6E57D5D}" srcOrd="0" destOrd="0" parTransId="{536F0655-802B-4BC2-AE09-7D18F8B53A82}" sibTransId="{A16463D4-509D-4327-B3BE-EB226A822EC3}"/>
    <dgm:cxn modelId="{9908DF03-8477-421A-B0A0-8A8642F33895}" type="presOf" srcId="{07405178-E9E7-4BCB-8EE9-744AAA0A31E8}" destId="{A7291E1B-470A-467A-9923-354248394A66}" srcOrd="0" destOrd="0" presId="urn:microsoft.com/office/officeart/2005/8/layout/hierarchy3"/>
    <dgm:cxn modelId="{EACFD909-2BE9-471B-8E2D-231DF50F5191}" type="presOf" srcId="{820D5FC0-5C39-44DE-9BEA-D9BBCEA3FC2F}" destId="{E5F2FEC1-78D0-4E66-A2CA-7FC65BCE22D7}" srcOrd="0" destOrd="0" presId="urn:microsoft.com/office/officeart/2005/8/layout/hierarchy3"/>
    <dgm:cxn modelId="{58763B0A-C40D-42DA-A439-16BEA84EF111}" type="presOf" srcId="{617BF229-1707-47B7-80D6-698FE87CAD75}" destId="{74073FD0-B47B-41FC-B402-CCE9D7EE1F55}" srcOrd="0" destOrd="0" presId="urn:microsoft.com/office/officeart/2005/8/layout/hierarchy3"/>
    <dgm:cxn modelId="{7BA5FF0A-DD7D-48FB-859D-DC89B795D9F1}" type="presOf" srcId="{91FCF18E-F0ED-44C6-93EE-3B779B825F6D}" destId="{7CD69076-54D4-47B5-BEAF-00C07C068528}" srcOrd="0" destOrd="0" presId="urn:microsoft.com/office/officeart/2005/8/layout/hierarchy3"/>
    <dgm:cxn modelId="{13FB600B-5BF8-4495-83EC-87D3DD4E6619}" type="presOf" srcId="{CF0E3197-0C12-4610-9039-E317BC77075A}" destId="{B496A015-E814-47CF-A4B3-8992A6B33BAD}" srcOrd="1" destOrd="0" presId="urn:microsoft.com/office/officeart/2005/8/layout/hierarchy3"/>
    <dgm:cxn modelId="{28E0F00C-997A-419A-89A7-A4980EC3AA23}" srcId="{34FCDDD8-0289-4B0C-9147-8F9DCB57F622}" destId="{C7C0BF04-626D-41B8-8B65-AB78FE83E972}" srcOrd="4" destOrd="0" parTransId="{F578F566-75F0-49A9-A540-BA00D36DB1F8}" sibTransId="{9630AD94-D396-4245-9536-BDEB11ADEA1C}"/>
    <dgm:cxn modelId="{90EB3B0D-3F56-4B13-B150-C07477A5329E}" srcId="{2BB6B5D6-9E4D-4088-A301-1E5167B31D5A}" destId="{CF0E3197-0C12-4610-9039-E317BC77075A}" srcOrd="1" destOrd="0" parTransId="{A49CEDAD-8C86-4E5C-B8A2-D150154E660C}" sibTransId="{BA75A64F-D0F8-47EB-BAA2-436FF11C723C}"/>
    <dgm:cxn modelId="{AFC4580F-0E7B-456B-9363-7E7EDDBA0B05}" type="presOf" srcId="{85B67237-D813-49C3-B431-20687A9A81CC}" destId="{D0D8390E-1EA7-44CD-8658-F9C9D580166A}" srcOrd="1" destOrd="0" presId="urn:microsoft.com/office/officeart/2005/8/layout/hierarchy3"/>
    <dgm:cxn modelId="{D7692812-1897-425F-99B6-2AFE5A83B387}" srcId="{FFCA7AB3-7F30-4504-80C8-52C175366BEF}" destId="{D0B0FB75-3E9A-4ADD-84A5-2135E56BB3BE}" srcOrd="0" destOrd="0" parTransId="{1E513664-A2F2-463C-AFB6-E40AB48D07B0}" sibTransId="{ED28855B-E9E8-474B-BAA8-9BBBC0DF2A2A}"/>
    <dgm:cxn modelId="{EF521016-E20F-4DFF-9FFD-0BEE605E78E6}" srcId="{FFCA7AB3-7F30-4504-80C8-52C175366BEF}" destId="{9B3B524C-C4DF-44C6-AE07-2A43A7DE42EA}" srcOrd="3" destOrd="0" parTransId="{543A37A8-628E-4C0E-8A49-FA43AFBCD0C9}" sibTransId="{1786C7EC-5F38-4CD7-AF3A-502C1E28A497}"/>
    <dgm:cxn modelId="{4BE49617-5EE0-4812-9108-F600A49D431F}" srcId="{85B67237-D813-49C3-B431-20687A9A81CC}" destId="{E0329067-48F1-4287-B992-2917FA957FCB}" srcOrd="0" destOrd="0" parTransId="{B5FB80B5-EBE8-4A97-8B20-E308342CC433}" sibTransId="{CA27A00C-EA01-46C0-BF1B-AD9D9F852494}"/>
    <dgm:cxn modelId="{2E1DF117-7EA6-4E8F-896B-63A6E5EB580F}" type="presOf" srcId="{C2B8B657-2810-4DD8-A649-605A51C40E30}" destId="{15265589-B49D-44F3-89EC-4BC57082949D}" srcOrd="0" destOrd="0" presId="urn:microsoft.com/office/officeart/2005/8/layout/hierarchy3"/>
    <dgm:cxn modelId="{BBC09119-EAEA-4CD2-9F14-D40AA2B93728}" srcId="{B913DEBE-AFCD-45AA-9F67-EC1D11D5A3F8}" destId="{0913810C-3105-4F9C-A2D9-9968C877302D}" srcOrd="3" destOrd="0" parTransId="{34743576-2B6D-4143-92FA-1F34F6E72DC0}" sibTransId="{11AF0893-FCE1-4ACA-951F-E87786748A0E}"/>
    <dgm:cxn modelId="{CCCF211A-CF32-4383-B71C-F65FB5B33B66}" type="presOf" srcId="{E5EE3FD2-0B0F-4EC4-8114-582CAD46F5F5}" destId="{CEBBDC86-EA5B-4723-954B-1FCDF3A19A20}" srcOrd="0" destOrd="0" presId="urn:microsoft.com/office/officeart/2005/8/layout/hierarchy3"/>
    <dgm:cxn modelId="{9F4FCA1B-4E7F-4F24-ADD5-44BCD2090850}" srcId="{34FCDDD8-0289-4B0C-9147-8F9DCB57F622}" destId="{43712683-065A-4AA5-A6CA-1E300850B46F}" srcOrd="0" destOrd="0" parTransId="{58ED19A4-825F-4A27-869A-A97366BD4BC7}" sibTransId="{47EA4A3E-4E6C-4D99-AA91-53B8B136A571}"/>
    <dgm:cxn modelId="{F44E7A1C-4129-4EA8-84D2-43C0513B0E67}" type="presOf" srcId="{699BF81F-9952-4170-BCF6-726EF44BE3A1}" destId="{0A5074BC-DB48-44E4-B2A6-8F0B1120E04E}" srcOrd="0" destOrd="0" presId="urn:microsoft.com/office/officeart/2005/8/layout/hierarchy3"/>
    <dgm:cxn modelId="{7A6C981D-EA0B-480C-BF33-DD9064C17898}" type="presOf" srcId="{6718BBE5-503A-413C-93FA-1B99729D34B5}" destId="{480CF81A-BB4F-4F9F-89C6-26B13BBCF374}" srcOrd="0" destOrd="0" presId="urn:microsoft.com/office/officeart/2005/8/layout/hierarchy3"/>
    <dgm:cxn modelId="{F0BA3A1F-DAD0-4521-B75E-CB20E8C722C6}" type="presOf" srcId="{FFCA7AB3-7F30-4504-80C8-52C175366BEF}" destId="{E50CFBEB-E9A4-47B5-820F-F03B21B8414D}" srcOrd="1" destOrd="0" presId="urn:microsoft.com/office/officeart/2005/8/layout/hierarchy3"/>
    <dgm:cxn modelId="{F71CBA21-A263-4852-B047-F67C171ADB3A}" srcId="{34FCDDD8-0289-4B0C-9147-8F9DCB57F622}" destId="{11FF6A32-426E-431A-A1F4-B4FBA493FDC5}" srcOrd="3" destOrd="0" parTransId="{1EF7FD67-6F6B-46B8-A2A1-51FCD2B7B9BC}" sibTransId="{9774E29C-70A2-412F-9E91-33AB0BA537DC}"/>
    <dgm:cxn modelId="{12706E27-5884-4A60-A074-E11C936026A2}" srcId="{2D30C6E1-0F73-4220-827B-CC4C7E827C8C}" destId="{6718BBE5-503A-413C-93FA-1B99729D34B5}" srcOrd="2" destOrd="0" parTransId="{07405178-E9E7-4BCB-8EE9-744AAA0A31E8}" sibTransId="{3A8540F6-CA9B-4E51-AFE9-2E88BBB4FAF8}"/>
    <dgm:cxn modelId="{695A2628-4046-4C60-89F1-EA4882010232}" srcId="{34FCDDD8-0289-4B0C-9147-8F9DCB57F622}" destId="{8959AB4F-BC74-4572-940B-361BCFA17DAA}" srcOrd="6" destOrd="0" parTransId="{82996DFE-BEBC-4BFA-81D0-3C06C21E9817}" sibTransId="{8513E60F-3AF7-48A1-8D3D-49B06CE6300D}"/>
    <dgm:cxn modelId="{F9287029-0290-47D3-A304-68A45D697285}" type="presOf" srcId="{D6538B46-CB6D-4A06-A372-CCCF8A7C3EC5}" destId="{2ABC8896-DCDC-4BAE-9E66-7411DA18A505}" srcOrd="0" destOrd="0" presId="urn:microsoft.com/office/officeart/2005/8/layout/hierarchy3"/>
    <dgm:cxn modelId="{F95A9E2C-A25E-4D36-B9AA-BB6A49C870D3}" type="presOf" srcId="{6E153D99-475E-4D0D-9113-84FA984B57B6}" destId="{895CD797-4F09-465D-AD8A-6AD1FF237111}" srcOrd="0" destOrd="0" presId="urn:microsoft.com/office/officeart/2005/8/layout/hierarchy3"/>
    <dgm:cxn modelId="{9D929034-4F18-4DDC-9988-20CECFF0F305}" type="presOf" srcId="{B913DEBE-AFCD-45AA-9F67-EC1D11D5A3F8}" destId="{2DA29644-27DE-4224-A16E-52D4BF94C365}" srcOrd="1" destOrd="0" presId="urn:microsoft.com/office/officeart/2005/8/layout/hierarchy3"/>
    <dgm:cxn modelId="{98C7E834-93AF-4F68-BFCF-A8918F5F02A7}" srcId="{34FCDDD8-0289-4B0C-9147-8F9DCB57F622}" destId="{BD533B4B-5125-4BAF-88B8-7905469D573A}" srcOrd="5" destOrd="0" parTransId="{BA2920D9-8B83-409A-AFFF-A5DC0EA07C1A}" sibTransId="{CD47F681-C3C6-4DCF-8AFE-0B60052E876D}"/>
    <dgm:cxn modelId="{56AE5E36-BC8E-4871-B227-A131DF296750}" srcId="{85B67237-D813-49C3-B431-20687A9A81CC}" destId="{617BF229-1707-47B7-80D6-698FE87CAD75}" srcOrd="2" destOrd="0" parTransId="{D7227042-31B3-42DB-B007-230F22E382DC}" sibTransId="{EE682925-296B-4EC2-B639-F1C66F971E63}"/>
    <dgm:cxn modelId="{D649C539-984C-4438-B1BB-6348D3BA0F17}" type="presOf" srcId="{536F0655-802B-4BC2-AE09-7D18F8B53A82}" destId="{F3E24FA0-3809-4680-9462-69788E3837A8}" srcOrd="0" destOrd="0" presId="urn:microsoft.com/office/officeart/2005/8/layout/hierarchy3"/>
    <dgm:cxn modelId="{E9B3553B-3C16-42D5-A07B-967BA46C94AB}" type="presOf" srcId="{0CCDE4EB-D3A0-4AB5-8C16-EFF4375F31F9}" destId="{36A891F3-2B29-4F4C-8D8C-753DCD476D1E}" srcOrd="0" destOrd="0" presId="urn:microsoft.com/office/officeart/2005/8/layout/hierarchy3"/>
    <dgm:cxn modelId="{85EB6A3D-DF34-4DD3-93D0-934419806ED5}" type="presOf" srcId="{D75D9543-C4CF-4267-9D7C-19B05CA95CA1}" destId="{91FFF821-70E8-4C71-980E-3C14191B2204}" srcOrd="0" destOrd="0" presId="urn:microsoft.com/office/officeart/2005/8/layout/hierarchy3"/>
    <dgm:cxn modelId="{3696BC5B-A331-4625-BA57-32EFC3689F64}" type="presOf" srcId="{FFCA7AB3-7F30-4504-80C8-52C175366BEF}" destId="{A39AF8C1-8CBE-4F9E-A2FC-4E8C3E6E289C}" srcOrd="0" destOrd="0" presId="urn:microsoft.com/office/officeart/2005/8/layout/hierarchy3"/>
    <dgm:cxn modelId="{29FD005D-1903-463A-8A38-88FD7CB21A09}" srcId="{CF0E3197-0C12-4610-9039-E317BC77075A}" destId="{E5EE3FD2-0B0F-4EC4-8114-582CAD46F5F5}" srcOrd="4" destOrd="0" parTransId="{D75D9543-C4CF-4267-9D7C-19B05CA95CA1}" sibTransId="{676B9CEE-920B-4F8A-B74B-EC0022653C86}"/>
    <dgm:cxn modelId="{4D5B955F-0688-484A-9259-E26997873C0A}" type="presOf" srcId="{90F4F180-A140-4158-8E0A-9A36F09BBD6A}" destId="{6213E92A-029D-45CA-8A8C-D5A37E92613A}" srcOrd="0" destOrd="0" presId="urn:microsoft.com/office/officeart/2005/8/layout/hierarchy3"/>
    <dgm:cxn modelId="{A3075662-159D-44F4-8C02-F9F9CBDFE7E5}" type="presOf" srcId="{EF590936-B396-48BE-9F4C-4376F6E24800}" destId="{CF81D856-2016-4723-862C-BE8D0F24BE7A}" srcOrd="0" destOrd="0" presId="urn:microsoft.com/office/officeart/2005/8/layout/hierarchy3"/>
    <dgm:cxn modelId="{E80C9462-B7CC-4B05-8B28-0E33C33A6DD9}" type="presOf" srcId="{34743576-2B6D-4143-92FA-1F34F6E72DC0}" destId="{8AC9D5B3-57A8-4286-8287-7215C155F8CE}" srcOrd="0" destOrd="0" presId="urn:microsoft.com/office/officeart/2005/8/layout/hierarchy3"/>
    <dgm:cxn modelId="{D8D26664-9CBA-46BC-B543-DF2786F2BECD}" type="presOf" srcId="{B913DEBE-AFCD-45AA-9F67-EC1D11D5A3F8}" destId="{E9AF4E8C-AFC3-4F8F-AFA6-DB428442B602}" srcOrd="0" destOrd="0" presId="urn:microsoft.com/office/officeart/2005/8/layout/hierarchy3"/>
    <dgm:cxn modelId="{D9A81145-1CC3-4542-AB7D-41E689B36D15}" type="presOf" srcId="{A5302737-400C-42B8-8721-992E05243D7E}" destId="{7B351F5D-D8E7-449B-BD84-1ED17046D2E6}" srcOrd="0" destOrd="0" presId="urn:microsoft.com/office/officeart/2005/8/layout/hierarchy3"/>
    <dgm:cxn modelId="{2877B046-4A3A-4279-94D2-D3D853493C8D}" type="presOf" srcId="{2D30C6E1-0F73-4220-827B-CC4C7E827C8C}" destId="{1F91258D-6467-4B91-BE92-6D8A1543FD64}" srcOrd="1" destOrd="0" presId="urn:microsoft.com/office/officeart/2005/8/layout/hierarchy3"/>
    <dgm:cxn modelId="{3FC0EF47-38AE-48DB-A353-D15560CBA03C}" type="presOf" srcId="{D641A4FC-7E99-4428-A7BA-7630F1F19133}" destId="{E9E1EE8E-0579-4C92-BB79-01973569E350}" srcOrd="0" destOrd="0" presId="urn:microsoft.com/office/officeart/2005/8/layout/hierarchy3"/>
    <dgm:cxn modelId="{6E807A49-A786-4374-9F34-B4F02AE8B942}" type="presOf" srcId="{861BE90E-E562-461B-B6B1-EFE88FD16BCF}" destId="{7F31F39A-90E1-4E63-9B93-C7DAD4CF1741}" srcOrd="0" destOrd="0" presId="urn:microsoft.com/office/officeart/2005/8/layout/hierarchy3"/>
    <dgm:cxn modelId="{B717F449-F1C1-4729-8A99-08F91CD5388B}" srcId="{6E153D99-475E-4D0D-9113-84FA984B57B6}" destId="{861BE90E-E562-461B-B6B1-EFE88FD16BCF}" srcOrd="0" destOrd="0" parTransId="{3D4FD2A2-8AA1-49F9-917D-CE4F45B7175F}" sibTransId="{3A2A92E1-F0CF-451C-9EBB-C47FAF9F2525}"/>
    <dgm:cxn modelId="{2B06B66A-BC1D-46D9-9030-C108DFDE2875}" srcId="{2D30C6E1-0F73-4220-827B-CC4C7E827C8C}" destId="{699BF81F-9952-4170-BCF6-726EF44BE3A1}" srcOrd="1" destOrd="0" parTransId="{D641A4FC-7E99-4428-A7BA-7630F1F19133}" sibTransId="{DC34B0F5-5876-4390-9062-3C9C5A714CE5}"/>
    <dgm:cxn modelId="{E1CFBB6A-61CB-4821-9217-21501FDB4EB5}" srcId="{FFCA7AB3-7F30-4504-80C8-52C175366BEF}" destId="{C2B8B657-2810-4DD8-A649-605A51C40E30}" srcOrd="2" destOrd="0" parTransId="{90F4F180-A140-4158-8E0A-9A36F09BBD6A}" sibTransId="{39B87126-787F-4A52-8E5B-416A173FADCE}"/>
    <dgm:cxn modelId="{88BD796B-A92F-4490-9927-3B443B23965E}" type="presOf" srcId="{543A37A8-628E-4C0E-8A49-FA43AFBCD0C9}" destId="{F0043049-1418-41D3-AED4-4E88E469E84E}" srcOrd="0" destOrd="0" presId="urn:microsoft.com/office/officeart/2005/8/layout/hierarchy3"/>
    <dgm:cxn modelId="{C61BFB6B-A7FA-472F-959B-5FB7B27EE1D0}" srcId="{2BB6B5D6-9E4D-4088-A301-1E5167B31D5A}" destId="{B913DEBE-AFCD-45AA-9F67-EC1D11D5A3F8}" srcOrd="0" destOrd="0" parTransId="{F05D664F-31B9-4139-8555-C80BE47D15F7}" sibTransId="{F8135D45-C5E2-4AD0-84FF-53A6AA0351DB}"/>
    <dgm:cxn modelId="{8C268A4C-F86A-49E0-8956-4BB322CB0189}" type="presOf" srcId="{DC4160BF-2ACA-4317-AF50-308F2EAB7323}" destId="{70482367-4C0C-42E4-8464-3309E90058C6}" srcOrd="0" destOrd="0" presId="urn:microsoft.com/office/officeart/2005/8/layout/hierarchy3"/>
    <dgm:cxn modelId="{BC8C3A4D-750E-4C03-B2A4-3ADFAC80CAC3}" srcId="{34FCDDD8-0289-4B0C-9147-8F9DCB57F622}" destId="{9FDE4F66-4E49-49B1-8A60-5167A4C1073C}" srcOrd="2" destOrd="0" parTransId="{91FCF18E-F0ED-44C6-93EE-3B779B825F6D}" sibTransId="{5A7E901B-2CB6-432E-9E8F-FC6F39DC33D1}"/>
    <dgm:cxn modelId="{A882904E-AD11-465A-95E8-A739A9978D8A}" type="presOf" srcId="{BD533B4B-5125-4BAF-88B8-7905469D573A}" destId="{BFFA6172-922D-46C8-ABAC-B03FD6A163DB}" srcOrd="0" destOrd="0" presId="urn:microsoft.com/office/officeart/2005/8/layout/hierarchy3"/>
    <dgm:cxn modelId="{1E99B472-BF6C-4CD6-95C4-9F1A488E83E7}" type="presOf" srcId="{3E84364F-89F8-49A6-8813-1C8F48ABEB13}" destId="{371F4B90-C9FE-498D-9925-DDE3E8ADD911}" srcOrd="0" destOrd="0" presId="urn:microsoft.com/office/officeart/2005/8/layout/hierarchy3"/>
    <dgm:cxn modelId="{851BDC52-D33E-4928-B975-0586B6C2EA9B}" type="presOf" srcId="{CF0E3197-0C12-4610-9039-E317BC77075A}" destId="{1AA88E3C-1F63-4AE9-909C-8086C0803480}" srcOrd="0" destOrd="0" presId="urn:microsoft.com/office/officeart/2005/8/layout/hierarchy3"/>
    <dgm:cxn modelId="{5366FD52-1502-4991-AFA1-C348EC85D51F}" type="presOf" srcId="{D0B0FB75-3E9A-4ADD-84A5-2135E56BB3BE}" destId="{E1CF3170-2B91-43C1-8AB5-BF28939770CB}" srcOrd="0" destOrd="0" presId="urn:microsoft.com/office/officeart/2005/8/layout/hierarchy3"/>
    <dgm:cxn modelId="{53138A53-2919-4D33-A765-B6085D889965}" type="presOf" srcId="{FBEF5915-3AEE-43FD-BBE5-F308AF6EE3BA}" destId="{D88AB6E6-0834-4A0C-B77D-332B80BB822B}" srcOrd="0" destOrd="0" presId="urn:microsoft.com/office/officeart/2005/8/layout/hierarchy3"/>
    <dgm:cxn modelId="{E504D554-93EA-4071-9304-138DF9766D40}" type="presOf" srcId="{8A0A21C0-88CF-4A3F-B617-B6A1D2C94D8E}" destId="{C6C82107-96B8-4674-ABDF-19C96421D6AA}" srcOrd="0" destOrd="0" presId="urn:microsoft.com/office/officeart/2005/8/layout/hierarchy3"/>
    <dgm:cxn modelId="{C17AE154-9EE5-45B7-BBB2-EF004440BE26}" type="presOf" srcId="{2D30C6E1-0F73-4220-827B-CC4C7E827C8C}" destId="{A40353D8-F88D-4EC5-A45E-F620AC61E292}" srcOrd="0" destOrd="0" presId="urn:microsoft.com/office/officeart/2005/8/layout/hierarchy3"/>
    <dgm:cxn modelId="{8A35B175-EB09-47F0-B4DB-A102B4B58D95}" type="presOf" srcId="{FBB3817C-D3EB-4756-8898-0E5C410B0741}" destId="{A7879E01-FEB5-46DC-86A2-0A49643AABAD}" srcOrd="0" destOrd="0" presId="urn:microsoft.com/office/officeart/2005/8/layout/hierarchy3"/>
    <dgm:cxn modelId="{CCAE7678-CB1D-4F47-A4AA-25DDEDE4A9FD}" type="presOf" srcId="{34FCDDD8-0289-4B0C-9147-8F9DCB57F622}" destId="{787D510A-5A7E-4749-93D3-23586CA08B01}" srcOrd="1" destOrd="0" presId="urn:microsoft.com/office/officeart/2005/8/layout/hierarchy3"/>
    <dgm:cxn modelId="{AE52757C-89B2-4B65-8A91-62EFCEDF07EA}" type="presOf" srcId="{3D4FD2A2-8AA1-49F9-917D-CE4F45B7175F}" destId="{16BABB8F-DABD-4EC9-B1A1-2B839047C9EB}" srcOrd="0" destOrd="0" presId="urn:microsoft.com/office/officeart/2005/8/layout/hierarchy3"/>
    <dgm:cxn modelId="{5436207D-1428-4FC8-9370-F5339D8480C6}" type="presOf" srcId="{2F92589D-022D-4133-8D68-953B4729180C}" destId="{304EF431-E1DD-4785-9010-80B649CE6CEC}" srcOrd="0" destOrd="0" presId="urn:microsoft.com/office/officeart/2005/8/layout/hierarchy3"/>
    <dgm:cxn modelId="{CEAE2E80-689E-4220-861B-EC791C169C00}" srcId="{2BB6B5D6-9E4D-4088-A301-1E5167B31D5A}" destId="{2D30C6E1-0F73-4220-827B-CC4C7E827C8C}" srcOrd="5" destOrd="0" parTransId="{3630C496-5415-4C71-A4FD-9BCDE70377AE}" sibTransId="{CBDAB627-2121-4875-8AED-CDB05166400D}"/>
    <dgm:cxn modelId="{15255980-03E9-4617-94E0-B6F9DD331976}" srcId="{B913DEBE-AFCD-45AA-9F67-EC1D11D5A3F8}" destId="{4E84CEB9-3253-4B95-BE01-A2C9D051339C}" srcOrd="2" destOrd="0" parTransId="{3E84364F-89F8-49A6-8813-1C8F48ABEB13}" sibTransId="{656128EE-5E02-4BB4-8B51-486110D96ED1}"/>
    <dgm:cxn modelId="{74DC0881-9120-4969-B9A4-2F8997AAABD5}" srcId="{B913DEBE-AFCD-45AA-9F67-EC1D11D5A3F8}" destId="{EA5F7177-2E37-43B1-A396-50C0F3F17B6D}" srcOrd="0" destOrd="0" parTransId="{4D74410B-1C1D-4843-B689-1553AB1F3B7D}" sibTransId="{8AA49109-8032-4C2B-B81E-ACCB42677FE2}"/>
    <dgm:cxn modelId="{E9F86783-FEA1-4BAF-9F85-2791418D1AB1}" srcId="{CF0E3197-0C12-4610-9039-E317BC77075A}" destId="{D9D4366D-BF88-4274-9CEF-8FDF99256F44}" srcOrd="3" destOrd="0" parTransId="{23A20D8C-E4EB-4883-A0F8-D3A75282E8CD}" sibTransId="{B75FA812-C1C9-4CCD-AED0-020CB77B5F72}"/>
    <dgm:cxn modelId="{F745B883-E6CA-4840-A2C5-E92E56F5EF02}" type="presOf" srcId="{36A304B2-B53E-4AC4-ADDA-8A4015F81CBD}" destId="{B3A95C0C-4CB4-45A7-B34E-6C64651314E6}" srcOrd="0" destOrd="0" presId="urn:microsoft.com/office/officeart/2005/8/layout/hierarchy3"/>
    <dgm:cxn modelId="{9A86248A-2969-4106-A7E5-E6555AF5EF58}" type="presOf" srcId="{3E657111-14E5-4B93-8C5B-3D7B1425B532}" destId="{CEECE3A6-D479-45CD-ADFD-26D31C4B820F}" srcOrd="0" destOrd="0" presId="urn:microsoft.com/office/officeart/2005/8/layout/hierarchy3"/>
    <dgm:cxn modelId="{8C90EE8E-BE40-433A-B4CE-36CDC255A7CC}" type="presOf" srcId="{1EF7FD67-6F6B-46B8-A2A1-51FCD2B7B9BC}" destId="{E4A9CC92-C5A3-409D-8486-1DB42686EF4C}" srcOrd="0" destOrd="0" presId="urn:microsoft.com/office/officeart/2005/8/layout/hierarchy3"/>
    <dgm:cxn modelId="{DAF02F8F-D12A-4ED3-AB35-C68A9ABB37EA}" type="presOf" srcId="{EA5F7177-2E37-43B1-A396-50C0F3F17B6D}" destId="{F30F29AE-79BB-4621-9D81-441CEA0220C0}" srcOrd="0" destOrd="0" presId="urn:microsoft.com/office/officeart/2005/8/layout/hierarchy3"/>
    <dgm:cxn modelId="{A957EE91-4406-4E64-B0AB-C13C7BB1FF74}" srcId="{B913DEBE-AFCD-45AA-9F67-EC1D11D5A3F8}" destId="{36A304B2-B53E-4AC4-ADDA-8A4015F81CBD}" srcOrd="5" destOrd="0" parTransId="{EF8ADAED-3000-45EF-BCB6-42B2F2C35C3A}" sibTransId="{8131021E-23D9-405B-8301-9D6B04B71768}"/>
    <dgm:cxn modelId="{CA7E9193-B8C7-4BDF-9D3E-B2496D3882DE}" srcId="{2BB6B5D6-9E4D-4088-A301-1E5167B31D5A}" destId="{34FCDDD8-0289-4B0C-9147-8F9DCB57F622}" srcOrd="3" destOrd="0" parTransId="{4D2EDD73-4763-4F18-AC37-BCC1E3BA8003}" sibTransId="{148FBF58-43E5-4CC0-8B0A-9F9458BCB10B}"/>
    <dgm:cxn modelId="{33D7AB95-44EB-41C1-B985-1D613E09F609}" type="presOf" srcId="{C7C0BF04-626D-41B8-8B65-AB78FE83E972}" destId="{BEE9E308-92E1-426C-9089-BAB7DF7BEE13}" srcOrd="0" destOrd="0" presId="urn:microsoft.com/office/officeart/2005/8/layout/hierarchy3"/>
    <dgm:cxn modelId="{A2F30D96-F0BE-4C75-B24B-4B3E28A55893}" srcId="{CF0E3197-0C12-4610-9039-E317BC77075A}" destId="{3E657111-14E5-4B93-8C5B-3D7B1425B532}" srcOrd="2" destOrd="0" parTransId="{2F92589D-022D-4133-8D68-953B4729180C}" sibTransId="{0DD1B684-5DD7-4044-A1A9-1C7B5C1C0041}"/>
    <dgm:cxn modelId="{0D7AE698-BE63-4C8A-A0B5-95D5C099F4C7}" type="presOf" srcId="{293366AE-1D12-4628-9A58-213AE572133C}" destId="{D3C8E485-657A-47D5-8601-B64AD5553069}" srcOrd="0" destOrd="0" presId="urn:microsoft.com/office/officeart/2005/8/layout/hierarchy3"/>
    <dgm:cxn modelId="{EE3A429A-434D-4C1C-9B00-FF3DDC89998B}" type="presOf" srcId="{9B3B524C-C4DF-44C6-AE07-2A43A7DE42EA}" destId="{10DC47F6-071A-448D-AC6A-E499003A242E}" srcOrd="0" destOrd="0" presId="urn:microsoft.com/office/officeart/2005/8/layout/hierarchy3"/>
    <dgm:cxn modelId="{56BD8C9B-0BD2-4780-819A-BA2446AAE4F5}" type="presOf" srcId="{B5FB80B5-EBE8-4A97-8B20-E308342CC433}" destId="{BC649CC7-4419-4D69-B739-4295D2661D80}" srcOrd="0" destOrd="0" presId="urn:microsoft.com/office/officeart/2005/8/layout/hierarchy3"/>
    <dgm:cxn modelId="{9714B59C-A489-4E00-9075-ACD0FF9C9C7F}" srcId="{CF0E3197-0C12-4610-9039-E317BC77075A}" destId="{EF590936-B396-48BE-9F4C-4376F6E24800}" srcOrd="5" destOrd="0" parTransId="{FBEF5915-3AEE-43FD-BBE5-F308AF6EE3BA}" sibTransId="{98560523-3CDA-4D03-BEBF-6C68A4423422}"/>
    <dgm:cxn modelId="{076F25A1-B5CF-4D3D-BED5-539F48849C6A}" srcId="{2D30C6E1-0F73-4220-827B-CC4C7E827C8C}" destId="{293366AE-1D12-4628-9A58-213AE572133C}" srcOrd="0" destOrd="0" parTransId="{02112C48-E93F-49B0-8C12-CC02CD0DA4DC}" sibTransId="{931441BF-F91E-4455-BC59-435E278332AD}"/>
    <dgm:cxn modelId="{AF115EA1-A2BE-4033-A973-0CC84771F151}" type="presOf" srcId="{9FDE4F66-4E49-49B1-8A60-5167A4C1073C}" destId="{6A91803B-02F8-466A-983A-81D9D1535DC3}" srcOrd="0" destOrd="0" presId="urn:microsoft.com/office/officeart/2005/8/layout/hierarchy3"/>
    <dgm:cxn modelId="{3A579AA2-557D-482C-85C1-0BB057CB661D}" type="presOf" srcId="{BD5064B1-7D5A-4590-9BB7-40D33EDD5F11}" destId="{AE745600-A2A4-46D9-BB81-AD7918329569}" srcOrd="0" destOrd="0" presId="urn:microsoft.com/office/officeart/2005/8/layout/hierarchy3"/>
    <dgm:cxn modelId="{E27ACBA6-1014-4FA3-ABF6-F849EB8D331F}" type="presOf" srcId="{8959AB4F-BC74-4572-940B-361BCFA17DAA}" destId="{2F05DB5A-E52D-4DD6-949F-26C543833B74}" srcOrd="0" destOrd="0" presId="urn:microsoft.com/office/officeart/2005/8/layout/hierarchy3"/>
    <dgm:cxn modelId="{944CEFA6-FEF4-4459-816D-86393F6FC485}" srcId="{34FCDDD8-0289-4B0C-9147-8F9DCB57F622}" destId="{A5302737-400C-42B8-8721-992E05243D7E}" srcOrd="1" destOrd="0" parTransId="{FBB3817C-D3EB-4756-8898-0E5C410B0741}" sibTransId="{D35316C5-50EB-4D69-82D2-E01428F854B1}"/>
    <dgm:cxn modelId="{3D10B8A7-239F-4311-A58C-DB45F7A840DD}" type="presOf" srcId="{0913810C-3105-4F9C-A2D9-9968C877302D}" destId="{E6DAA865-1043-4BE0-8EAE-C9FADAD71BD9}" srcOrd="0" destOrd="0" presId="urn:microsoft.com/office/officeart/2005/8/layout/hierarchy3"/>
    <dgm:cxn modelId="{0ACB41A9-4738-4BF0-8167-8895A7402994}" type="presOf" srcId="{23A20D8C-E4EB-4883-A0F8-D3A75282E8CD}" destId="{B028CF45-803B-4A8C-893C-D0DD12C610B9}" srcOrd="0" destOrd="0" presId="urn:microsoft.com/office/officeart/2005/8/layout/hierarchy3"/>
    <dgm:cxn modelId="{8F5B87AB-FF47-4395-BDAD-BD1710E4D905}" type="presOf" srcId="{6E153D99-475E-4D0D-9113-84FA984B57B6}" destId="{CF4D92A9-FD3C-4463-B4A8-0A0E0640CAEB}" srcOrd="1" destOrd="0" presId="urn:microsoft.com/office/officeart/2005/8/layout/hierarchy3"/>
    <dgm:cxn modelId="{FC54FDAC-24D3-4D6D-A9E9-07A347F8F9D3}" type="presOf" srcId="{2BB6B5D6-9E4D-4088-A301-1E5167B31D5A}" destId="{D50A98CE-08C0-46D6-8E85-8DDE275A17A8}" srcOrd="0" destOrd="0" presId="urn:microsoft.com/office/officeart/2005/8/layout/hierarchy3"/>
    <dgm:cxn modelId="{328F00AE-4968-4401-87AF-494F796A5811}" type="presOf" srcId="{85B67237-D813-49C3-B431-20687A9A81CC}" destId="{4F82A894-FE56-4208-8194-B5C968DD79B1}" srcOrd="0" destOrd="0" presId="urn:microsoft.com/office/officeart/2005/8/layout/hierarchy3"/>
    <dgm:cxn modelId="{45922CAF-D95F-4BC1-93D0-13B692085DEB}" srcId="{6E153D99-475E-4D0D-9113-84FA984B57B6}" destId="{C35DE6E8-D19D-4C25-BD14-9F83F6491DA8}" srcOrd="1" destOrd="0" parTransId="{DC4160BF-2ACA-4317-AF50-308F2EAB7323}" sibTransId="{21C26596-5080-49B8-9FA1-C299CA5EAE31}"/>
    <dgm:cxn modelId="{8C776BAF-2982-47EC-9FF9-BABB7F4E1B2C}" type="presOf" srcId="{4D74410B-1C1D-4843-B689-1553AB1F3B7D}" destId="{6D46FC80-FE5B-4B8A-AC36-38D7E3FC02FB}" srcOrd="0" destOrd="0" presId="urn:microsoft.com/office/officeart/2005/8/layout/hierarchy3"/>
    <dgm:cxn modelId="{3CEDFBB3-83D6-46C4-A81B-0ADC82794B60}" type="presOf" srcId="{E0329067-48F1-4287-B992-2917FA957FCB}" destId="{4ABE4F12-DFC2-4388-A4CB-1CAA2AE978A7}" srcOrd="0" destOrd="0" presId="urn:microsoft.com/office/officeart/2005/8/layout/hierarchy3"/>
    <dgm:cxn modelId="{E3C841B8-A5BE-475D-AD15-B14FFF467E0F}" type="presOf" srcId="{BE945851-69C9-4D88-8221-E22BF6E57D5D}" destId="{86D43C16-CD7E-4B0E-BFAC-CE07AED2B929}" srcOrd="0" destOrd="0" presId="urn:microsoft.com/office/officeart/2005/8/layout/hierarchy3"/>
    <dgm:cxn modelId="{73FA88BA-2EF3-427A-A855-6C72B56981B7}" type="presOf" srcId="{4E84CEB9-3253-4B95-BE01-A2C9D051339C}" destId="{2154AC7A-EB23-49A6-A126-CB94E41BBB93}" srcOrd="0" destOrd="0" presId="urn:microsoft.com/office/officeart/2005/8/layout/hierarchy3"/>
    <dgm:cxn modelId="{FA1920BC-150E-4144-811F-03B1DC678F22}" srcId="{B913DEBE-AFCD-45AA-9F67-EC1D11D5A3F8}" destId="{820D5FC0-5C39-44DE-9BEA-D9BBCEA3FC2F}" srcOrd="1" destOrd="0" parTransId="{0CCDE4EB-D3A0-4AB5-8C16-EFF4375F31F9}" sibTransId="{9C6D1D3E-85AC-4D30-A9A6-6D3E21C37628}"/>
    <dgm:cxn modelId="{28C5E1C1-0DA7-4554-AE1B-7B454F1FB0C3}" type="presOf" srcId="{05E2D707-3832-4375-918B-FBAEB9F73AC0}" destId="{1E4E7F92-39E4-4619-B722-1097A7C97326}" srcOrd="0" destOrd="0" presId="urn:microsoft.com/office/officeart/2005/8/layout/hierarchy3"/>
    <dgm:cxn modelId="{CC121FC2-06A8-4B9A-BB36-81AEF08F82DB}" srcId="{85B67237-D813-49C3-B431-20687A9A81CC}" destId="{8A0A21C0-88CF-4A3F-B617-B6A1D2C94D8E}" srcOrd="1" destOrd="0" parTransId="{D6538B46-CB6D-4A06-A372-CCCF8A7C3EC5}" sibTransId="{8EBE28A5-D888-45BE-9D77-532AC5A2FA62}"/>
    <dgm:cxn modelId="{507748C3-10A7-49B5-B55C-CBFAB372524C}" type="presOf" srcId="{F578F566-75F0-49A9-A540-BA00D36DB1F8}" destId="{596B938D-E3C8-4748-92D8-4CE1C2C4ACAA}" srcOrd="0" destOrd="0" presId="urn:microsoft.com/office/officeart/2005/8/layout/hierarchy3"/>
    <dgm:cxn modelId="{470AE8C3-608D-477F-8D46-560FD8F6DC67}" srcId="{6E153D99-475E-4D0D-9113-84FA984B57B6}" destId="{49BD9D9A-0D54-49DD-A9C7-4CBAB855B8F5}" srcOrd="2" destOrd="0" parTransId="{46A675AF-5C94-41CB-8547-E7C14538583F}" sibTransId="{13D44E76-988E-4BC4-9067-3ED60097DA62}"/>
    <dgm:cxn modelId="{D860C8C7-56E4-4E30-B05E-C31241866FA3}" type="presOf" srcId="{11FF6A32-426E-431A-A1F4-B4FBA493FDC5}" destId="{46C01CE4-74B5-43D7-961C-52CC8D044FDF}" srcOrd="0" destOrd="0" presId="urn:microsoft.com/office/officeart/2005/8/layout/hierarchy3"/>
    <dgm:cxn modelId="{02EADECF-5654-4DC1-963B-C8B5AFAA2954}" type="presOf" srcId="{58ED19A4-825F-4A27-869A-A97366BD4BC7}" destId="{E2B75F0D-099E-41E7-9414-636F85987D89}" srcOrd="0" destOrd="0" presId="urn:microsoft.com/office/officeart/2005/8/layout/hierarchy3"/>
    <dgm:cxn modelId="{954963D0-168D-49B3-87BF-052E99314354}" srcId="{2BB6B5D6-9E4D-4088-A301-1E5167B31D5A}" destId="{85B67237-D813-49C3-B431-20687A9A81CC}" srcOrd="6" destOrd="0" parTransId="{B8FC94FE-4567-49D3-B509-02F7D6E27534}" sibTransId="{1B526924-3CBC-4BB1-BC84-052AB41AEDA3}"/>
    <dgm:cxn modelId="{269CBDD2-283D-4E27-8133-DBCC2BB7BC80}" srcId="{FFCA7AB3-7F30-4504-80C8-52C175366BEF}" destId="{93D504EE-198B-4CF1-9351-FDA95C3A209C}" srcOrd="1" destOrd="0" parTransId="{F5653D7A-636C-4A4F-A58A-90841163C62E}" sibTransId="{7A4B0587-6CFB-4261-BAC3-91F593472BB3}"/>
    <dgm:cxn modelId="{353530D7-3395-41A9-B1D6-B8AB0FAE80BF}" type="presOf" srcId="{02112C48-E93F-49B0-8C12-CC02CD0DA4DC}" destId="{C0AAB278-DBCC-4BF6-9F05-F9021F540CDA}" srcOrd="0" destOrd="0" presId="urn:microsoft.com/office/officeart/2005/8/layout/hierarchy3"/>
    <dgm:cxn modelId="{C7A870D7-953B-4CDE-A7CA-8FC06D146155}" type="presOf" srcId="{EF8ADAED-3000-45EF-BCB6-42B2F2C35C3A}" destId="{2947A813-BFCB-43F4-AF6A-E86F07A5FE44}" srcOrd="0" destOrd="0" presId="urn:microsoft.com/office/officeart/2005/8/layout/hierarchy3"/>
    <dgm:cxn modelId="{668A49E1-E72E-47F5-BF2A-68EA8F77F740}" type="presOf" srcId="{82996DFE-BEBC-4BFA-81D0-3C06C21E9817}" destId="{F7EF1040-5A97-4196-B23F-A3FEA5C7D805}" srcOrd="0" destOrd="0" presId="urn:microsoft.com/office/officeart/2005/8/layout/hierarchy3"/>
    <dgm:cxn modelId="{A3EA6EE2-232D-4BAF-83CB-EFDF8A98D759}" type="presOf" srcId="{D7227042-31B3-42DB-B007-230F22E382DC}" destId="{D1E68277-C98F-45BB-BCE7-BC94F1256177}" srcOrd="0" destOrd="0" presId="urn:microsoft.com/office/officeart/2005/8/layout/hierarchy3"/>
    <dgm:cxn modelId="{B2DC27E4-3510-45B6-A1A3-2C33354BA75A}" type="presOf" srcId="{956C0751-587A-4A7C-A2F6-F8794715AEBA}" destId="{C5D0C5FB-F9F8-4B01-AF3C-3149F8A74CD3}" srcOrd="0" destOrd="0" presId="urn:microsoft.com/office/officeart/2005/8/layout/hierarchy3"/>
    <dgm:cxn modelId="{FE3A84E4-CD9D-456D-AEA6-960CB1B41103}" type="presOf" srcId="{BA2920D9-8B83-409A-AFFF-A5DC0EA07C1A}" destId="{41B424CD-663C-49A6-A6EB-F82640419CBF}" srcOrd="0" destOrd="0" presId="urn:microsoft.com/office/officeart/2005/8/layout/hierarchy3"/>
    <dgm:cxn modelId="{5C82F2E6-91E5-46F5-895E-113A25015AEB}" type="presOf" srcId="{34FCDDD8-0289-4B0C-9147-8F9DCB57F622}" destId="{1B49CAE7-B4B7-4FE1-B3D8-BEC276FBCAF7}" srcOrd="0" destOrd="0" presId="urn:microsoft.com/office/officeart/2005/8/layout/hierarchy3"/>
    <dgm:cxn modelId="{24853DE8-F017-4F5F-A1B4-7ADDD09541A7}" type="presOf" srcId="{49BD9D9A-0D54-49DD-A9C7-4CBAB855B8F5}" destId="{3799F287-37BC-48E7-AE10-2E0F0D77503E}" srcOrd="0" destOrd="0" presId="urn:microsoft.com/office/officeart/2005/8/layout/hierarchy3"/>
    <dgm:cxn modelId="{BA4658E9-F192-4668-974C-4CC8E335F9C2}" type="presOf" srcId="{C35DE6E8-D19D-4C25-BD14-9F83F6491DA8}" destId="{C4921DBE-E6D1-4A95-A27B-2C4B40FEB593}" srcOrd="0" destOrd="0" presId="urn:microsoft.com/office/officeart/2005/8/layout/hierarchy3"/>
    <dgm:cxn modelId="{694B57EE-F5AB-4DB9-8D3E-690E254FBEC1}" type="presOf" srcId="{46A675AF-5C94-41CB-8547-E7C14538583F}" destId="{5180DD89-8855-4ECF-A486-4402F871C53B}" srcOrd="0" destOrd="0" presId="urn:microsoft.com/office/officeart/2005/8/layout/hierarchy3"/>
    <dgm:cxn modelId="{4FFA14EF-58F1-444A-B683-E78261907265}" srcId="{2BB6B5D6-9E4D-4088-A301-1E5167B31D5A}" destId="{FFCA7AB3-7F30-4504-80C8-52C175366BEF}" srcOrd="2" destOrd="0" parTransId="{454E4802-DBC9-4D71-BFA8-8C81DC9B9EAD}" sibTransId="{8E5A9705-31BA-48CF-B961-A471C97ED19D}"/>
    <dgm:cxn modelId="{785369F1-D3D6-44EC-A47A-1550B3436EBF}" srcId="{CF0E3197-0C12-4610-9039-E317BC77075A}" destId="{956C0751-587A-4A7C-A2F6-F8794715AEBA}" srcOrd="1" destOrd="0" parTransId="{05E2D707-3832-4375-918B-FBAEB9F73AC0}" sibTransId="{C1B12A3B-37AB-448F-B669-53B332180382}"/>
    <dgm:cxn modelId="{8EA29CF1-D302-46E4-AD70-FFF413BEFD8A}" srcId="{B913DEBE-AFCD-45AA-9F67-EC1D11D5A3F8}" destId="{BD5064B1-7D5A-4590-9BB7-40D33EDD5F11}" srcOrd="4" destOrd="0" parTransId="{B0FC2696-CB6B-4489-BD97-D2F2C2AA9CA1}" sibTransId="{EDDB2F26-9223-4E83-B7D2-BECE37B69528}"/>
    <dgm:cxn modelId="{6AEEA9F2-F061-4AEA-B501-412FF9911434}" type="presOf" srcId="{B0FC2696-CB6B-4489-BD97-D2F2C2AA9CA1}" destId="{26437B79-884B-423A-A867-2AA5D255E571}" srcOrd="0" destOrd="0" presId="urn:microsoft.com/office/officeart/2005/8/layout/hierarchy3"/>
    <dgm:cxn modelId="{BBA0B4F2-7DA8-418A-953F-9098D2E9DEF2}" type="presOf" srcId="{D9D4366D-BF88-4274-9CEF-8FDF99256F44}" destId="{ABAEF2C5-B33F-42BC-AE61-6C2E0036F91A}" srcOrd="0" destOrd="0" presId="urn:microsoft.com/office/officeart/2005/8/layout/hierarchy3"/>
    <dgm:cxn modelId="{25B8A0F4-9559-4DF3-B962-F93A7A06C0CD}" type="presOf" srcId="{93D504EE-198B-4CF1-9351-FDA95C3A209C}" destId="{CDA47CA6-3513-469A-9991-83CCBCEA4485}" srcOrd="0" destOrd="0" presId="urn:microsoft.com/office/officeart/2005/8/layout/hierarchy3"/>
    <dgm:cxn modelId="{092AB9F4-76BB-4044-BBBB-D04CFEE53EDE}" type="presOf" srcId="{F5653D7A-636C-4A4F-A58A-90841163C62E}" destId="{459F397D-4EDA-45B2-96E9-6B165C418354}" srcOrd="0" destOrd="0" presId="urn:microsoft.com/office/officeart/2005/8/layout/hierarchy3"/>
    <dgm:cxn modelId="{461DECF7-2FEA-40BF-B37B-E8C7D34A86AF}" type="presOf" srcId="{43712683-065A-4AA5-A6CA-1E300850B46F}" destId="{F4AF38F4-8E5C-431E-ADAE-3EC093DD9B22}" srcOrd="0" destOrd="0" presId="urn:microsoft.com/office/officeart/2005/8/layout/hierarchy3"/>
    <dgm:cxn modelId="{3E5CD7FE-AF29-4F77-BFE1-053DB425B3C3}" type="presOf" srcId="{1E513664-A2F2-463C-AFB6-E40AB48D07B0}" destId="{72E5305C-D043-4A1E-9835-BBE71692CCAA}" srcOrd="0" destOrd="0" presId="urn:microsoft.com/office/officeart/2005/8/layout/hierarchy3"/>
    <dgm:cxn modelId="{1002DAFE-8AF2-43F7-B41C-70F4928F3A30}" srcId="{2BB6B5D6-9E4D-4088-A301-1E5167B31D5A}" destId="{6E153D99-475E-4D0D-9113-84FA984B57B6}" srcOrd="4" destOrd="0" parTransId="{EB40E230-EE6E-4C19-91A3-50E4915D36BC}" sibTransId="{54BAF08E-1931-41E2-9101-6B730CD92C34}"/>
    <dgm:cxn modelId="{5886F938-6B58-4B8C-9E1A-F4BAA5FFA957}" type="presParOf" srcId="{D50A98CE-08C0-46D6-8E85-8DDE275A17A8}" destId="{5F178DCE-E602-4E03-9851-415B58ACC906}" srcOrd="0" destOrd="0" presId="urn:microsoft.com/office/officeart/2005/8/layout/hierarchy3"/>
    <dgm:cxn modelId="{B276316C-32D2-4898-BA36-BB56BCD9059E}" type="presParOf" srcId="{5F178DCE-E602-4E03-9851-415B58ACC906}" destId="{B1DFC565-C20B-4E76-B797-AEB803564ECC}" srcOrd="0" destOrd="0" presId="urn:microsoft.com/office/officeart/2005/8/layout/hierarchy3"/>
    <dgm:cxn modelId="{5C425371-CCFD-42BB-8F96-0E647391401C}" type="presParOf" srcId="{B1DFC565-C20B-4E76-B797-AEB803564ECC}" destId="{E9AF4E8C-AFC3-4F8F-AFA6-DB428442B602}" srcOrd="0" destOrd="0" presId="urn:microsoft.com/office/officeart/2005/8/layout/hierarchy3"/>
    <dgm:cxn modelId="{2AA521F7-340D-4557-B19E-105809406D7E}" type="presParOf" srcId="{B1DFC565-C20B-4E76-B797-AEB803564ECC}" destId="{2DA29644-27DE-4224-A16E-52D4BF94C365}" srcOrd="1" destOrd="0" presId="urn:microsoft.com/office/officeart/2005/8/layout/hierarchy3"/>
    <dgm:cxn modelId="{1311D472-BBF0-4A4A-BD26-7B7C5C9D5C48}" type="presParOf" srcId="{5F178DCE-E602-4E03-9851-415B58ACC906}" destId="{1ACA5F73-A608-4690-B2A1-C87C8264B11D}" srcOrd="1" destOrd="0" presId="urn:microsoft.com/office/officeart/2005/8/layout/hierarchy3"/>
    <dgm:cxn modelId="{998ACC9A-FF99-4834-942B-07689F54EAFD}" type="presParOf" srcId="{1ACA5F73-A608-4690-B2A1-C87C8264B11D}" destId="{6D46FC80-FE5B-4B8A-AC36-38D7E3FC02FB}" srcOrd="0" destOrd="0" presId="urn:microsoft.com/office/officeart/2005/8/layout/hierarchy3"/>
    <dgm:cxn modelId="{0C153A74-9EC0-4412-B952-0835B866E20A}" type="presParOf" srcId="{1ACA5F73-A608-4690-B2A1-C87C8264B11D}" destId="{F30F29AE-79BB-4621-9D81-441CEA0220C0}" srcOrd="1" destOrd="0" presId="urn:microsoft.com/office/officeart/2005/8/layout/hierarchy3"/>
    <dgm:cxn modelId="{3B2BF3EE-B211-4B2B-8231-5ABDAAA10DA9}" type="presParOf" srcId="{1ACA5F73-A608-4690-B2A1-C87C8264B11D}" destId="{36A891F3-2B29-4F4C-8D8C-753DCD476D1E}" srcOrd="2" destOrd="0" presId="urn:microsoft.com/office/officeart/2005/8/layout/hierarchy3"/>
    <dgm:cxn modelId="{6289D338-3879-4B4E-81F3-378EE2D70640}" type="presParOf" srcId="{1ACA5F73-A608-4690-B2A1-C87C8264B11D}" destId="{E5F2FEC1-78D0-4E66-A2CA-7FC65BCE22D7}" srcOrd="3" destOrd="0" presId="urn:microsoft.com/office/officeart/2005/8/layout/hierarchy3"/>
    <dgm:cxn modelId="{7E1625DE-0A4A-49F2-A2FB-AC516F5F638C}" type="presParOf" srcId="{1ACA5F73-A608-4690-B2A1-C87C8264B11D}" destId="{371F4B90-C9FE-498D-9925-DDE3E8ADD911}" srcOrd="4" destOrd="0" presId="urn:microsoft.com/office/officeart/2005/8/layout/hierarchy3"/>
    <dgm:cxn modelId="{BDB9333E-9354-4DFF-971A-294D894CD341}" type="presParOf" srcId="{1ACA5F73-A608-4690-B2A1-C87C8264B11D}" destId="{2154AC7A-EB23-49A6-A126-CB94E41BBB93}" srcOrd="5" destOrd="0" presId="urn:microsoft.com/office/officeart/2005/8/layout/hierarchy3"/>
    <dgm:cxn modelId="{4E25CA5A-4E29-4421-BF5F-D95BF322E01D}" type="presParOf" srcId="{1ACA5F73-A608-4690-B2A1-C87C8264B11D}" destId="{8AC9D5B3-57A8-4286-8287-7215C155F8CE}" srcOrd="6" destOrd="0" presId="urn:microsoft.com/office/officeart/2005/8/layout/hierarchy3"/>
    <dgm:cxn modelId="{FC2BDDEF-3987-40BE-B6D2-81D7D3388C6B}" type="presParOf" srcId="{1ACA5F73-A608-4690-B2A1-C87C8264B11D}" destId="{E6DAA865-1043-4BE0-8EAE-C9FADAD71BD9}" srcOrd="7" destOrd="0" presId="urn:microsoft.com/office/officeart/2005/8/layout/hierarchy3"/>
    <dgm:cxn modelId="{B93F38AC-26FB-464E-AE38-792A881E8E0A}" type="presParOf" srcId="{1ACA5F73-A608-4690-B2A1-C87C8264B11D}" destId="{26437B79-884B-423A-A867-2AA5D255E571}" srcOrd="8" destOrd="0" presId="urn:microsoft.com/office/officeart/2005/8/layout/hierarchy3"/>
    <dgm:cxn modelId="{6E49E45D-2A15-40F6-86F9-C11EB2C1A913}" type="presParOf" srcId="{1ACA5F73-A608-4690-B2A1-C87C8264B11D}" destId="{AE745600-A2A4-46D9-BB81-AD7918329569}" srcOrd="9" destOrd="0" presId="urn:microsoft.com/office/officeart/2005/8/layout/hierarchy3"/>
    <dgm:cxn modelId="{2BE72468-72A8-4DF8-AA8E-A1A616569EFD}" type="presParOf" srcId="{1ACA5F73-A608-4690-B2A1-C87C8264B11D}" destId="{2947A813-BFCB-43F4-AF6A-E86F07A5FE44}" srcOrd="10" destOrd="0" presId="urn:microsoft.com/office/officeart/2005/8/layout/hierarchy3"/>
    <dgm:cxn modelId="{3AF4A67B-7D32-4B2A-AA71-41AD71906DAF}" type="presParOf" srcId="{1ACA5F73-A608-4690-B2A1-C87C8264B11D}" destId="{B3A95C0C-4CB4-45A7-B34E-6C64651314E6}" srcOrd="11" destOrd="0" presId="urn:microsoft.com/office/officeart/2005/8/layout/hierarchy3"/>
    <dgm:cxn modelId="{5198EB88-1579-46BD-B86C-2456250D4288}" type="presParOf" srcId="{D50A98CE-08C0-46D6-8E85-8DDE275A17A8}" destId="{2A64CF9C-2A8F-4D75-B4F3-477C79144438}" srcOrd="1" destOrd="0" presId="urn:microsoft.com/office/officeart/2005/8/layout/hierarchy3"/>
    <dgm:cxn modelId="{EFD3220C-9051-4C12-8729-2D23B6F7E67D}" type="presParOf" srcId="{2A64CF9C-2A8F-4D75-B4F3-477C79144438}" destId="{AE6BE6A3-F5A7-4C73-AA55-F795DBB027F7}" srcOrd="0" destOrd="0" presId="urn:microsoft.com/office/officeart/2005/8/layout/hierarchy3"/>
    <dgm:cxn modelId="{D041768D-D3CB-41C7-B758-0CE5C7E02779}" type="presParOf" srcId="{AE6BE6A3-F5A7-4C73-AA55-F795DBB027F7}" destId="{1AA88E3C-1F63-4AE9-909C-8086C0803480}" srcOrd="0" destOrd="0" presId="urn:microsoft.com/office/officeart/2005/8/layout/hierarchy3"/>
    <dgm:cxn modelId="{85E6D648-DBC3-4A22-B93A-CC9952611EAF}" type="presParOf" srcId="{AE6BE6A3-F5A7-4C73-AA55-F795DBB027F7}" destId="{B496A015-E814-47CF-A4B3-8992A6B33BAD}" srcOrd="1" destOrd="0" presId="urn:microsoft.com/office/officeart/2005/8/layout/hierarchy3"/>
    <dgm:cxn modelId="{483FE789-94EA-4852-9726-EE1FB15A22A8}" type="presParOf" srcId="{2A64CF9C-2A8F-4D75-B4F3-477C79144438}" destId="{F571E05F-3495-45EE-913B-32D697734DDF}" srcOrd="1" destOrd="0" presId="urn:microsoft.com/office/officeart/2005/8/layout/hierarchy3"/>
    <dgm:cxn modelId="{BC4BC701-16EA-4747-88B4-2A8E06E510FA}" type="presParOf" srcId="{F571E05F-3495-45EE-913B-32D697734DDF}" destId="{F3E24FA0-3809-4680-9462-69788E3837A8}" srcOrd="0" destOrd="0" presId="urn:microsoft.com/office/officeart/2005/8/layout/hierarchy3"/>
    <dgm:cxn modelId="{0CDD03A9-D809-43D5-B0EE-207DB7A1A99F}" type="presParOf" srcId="{F571E05F-3495-45EE-913B-32D697734DDF}" destId="{86D43C16-CD7E-4B0E-BFAC-CE07AED2B929}" srcOrd="1" destOrd="0" presId="urn:microsoft.com/office/officeart/2005/8/layout/hierarchy3"/>
    <dgm:cxn modelId="{F2A758B9-7CBA-421D-A8F9-3B0021B80E10}" type="presParOf" srcId="{F571E05F-3495-45EE-913B-32D697734DDF}" destId="{1E4E7F92-39E4-4619-B722-1097A7C97326}" srcOrd="2" destOrd="0" presId="urn:microsoft.com/office/officeart/2005/8/layout/hierarchy3"/>
    <dgm:cxn modelId="{74C51417-553A-457A-9B16-2C936B62E885}" type="presParOf" srcId="{F571E05F-3495-45EE-913B-32D697734DDF}" destId="{C5D0C5FB-F9F8-4B01-AF3C-3149F8A74CD3}" srcOrd="3" destOrd="0" presId="urn:microsoft.com/office/officeart/2005/8/layout/hierarchy3"/>
    <dgm:cxn modelId="{BB4EB977-6F05-45ED-95E2-198A18416412}" type="presParOf" srcId="{F571E05F-3495-45EE-913B-32D697734DDF}" destId="{304EF431-E1DD-4785-9010-80B649CE6CEC}" srcOrd="4" destOrd="0" presId="urn:microsoft.com/office/officeart/2005/8/layout/hierarchy3"/>
    <dgm:cxn modelId="{5E2853A9-3F85-4865-AF89-FDD0872528F4}" type="presParOf" srcId="{F571E05F-3495-45EE-913B-32D697734DDF}" destId="{CEECE3A6-D479-45CD-ADFD-26D31C4B820F}" srcOrd="5" destOrd="0" presId="urn:microsoft.com/office/officeart/2005/8/layout/hierarchy3"/>
    <dgm:cxn modelId="{72D9E829-D89D-4E5E-9D93-607BEC40CD04}" type="presParOf" srcId="{F571E05F-3495-45EE-913B-32D697734DDF}" destId="{B028CF45-803B-4A8C-893C-D0DD12C610B9}" srcOrd="6" destOrd="0" presId="urn:microsoft.com/office/officeart/2005/8/layout/hierarchy3"/>
    <dgm:cxn modelId="{5DEB98AC-631C-482D-B996-1A7DA4C29E52}" type="presParOf" srcId="{F571E05F-3495-45EE-913B-32D697734DDF}" destId="{ABAEF2C5-B33F-42BC-AE61-6C2E0036F91A}" srcOrd="7" destOrd="0" presId="urn:microsoft.com/office/officeart/2005/8/layout/hierarchy3"/>
    <dgm:cxn modelId="{ACE52329-F994-4E19-A75A-C74139BB6B3C}" type="presParOf" srcId="{F571E05F-3495-45EE-913B-32D697734DDF}" destId="{91FFF821-70E8-4C71-980E-3C14191B2204}" srcOrd="8" destOrd="0" presId="urn:microsoft.com/office/officeart/2005/8/layout/hierarchy3"/>
    <dgm:cxn modelId="{FD2D53DE-0B2A-4C98-A162-B9FC41FA7426}" type="presParOf" srcId="{F571E05F-3495-45EE-913B-32D697734DDF}" destId="{CEBBDC86-EA5B-4723-954B-1FCDF3A19A20}" srcOrd="9" destOrd="0" presId="urn:microsoft.com/office/officeart/2005/8/layout/hierarchy3"/>
    <dgm:cxn modelId="{DABC7FEB-922A-426E-9666-99C8E2ED7096}" type="presParOf" srcId="{F571E05F-3495-45EE-913B-32D697734DDF}" destId="{D88AB6E6-0834-4A0C-B77D-332B80BB822B}" srcOrd="10" destOrd="0" presId="urn:microsoft.com/office/officeart/2005/8/layout/hierarchy3"/>
    <dgm:cxn modelId="{34EF4070-E273-4739-8C49-72EF1D8B45C8}" type="presParOf" srcId="{F571E05F-3495-45EE-913B-32D697734DDF}" destId="{CF81D856-2016-4723-862C-BE8D0F24BE7A}" srcOrd="11" destOrd="0" presId="urn:microsoft.com/office/officeart/2005/8/layout/hierarchy3"/>
    <dgm:cxn modelId="{FFC693FE-A496-4FEA-9FDA-2936806EC46A}" type="presParOf" srcId="{D50A98CE-08C0-46D6-8E85-8DDE275A17A8}" destId="{1E0E02A9-ED83-4444-86DD-B420EFD24198}" srcOrd="2" destOrd="0" presId="urn:microsoft.com/office/officeart/2005/8/layout/hierarchy3"/>
    <dgm:cxn modelId="{90184EA6-047E-4C0D-BAC9-C9D653A61CB6}" type="presParOf" srcId="{1E0E02A9-ED83-4444-86DD-B420EFD24198}" destId="{0DAC93C5-1FA3-47FA-92A9-B4DBAECB4BDA}" srcOrd="0" destOrd="0" presId="urn:microsoft.com/office/officeart/2005/8/layout/hierarchy3"/>
    <dgm:cxn modelId="{AEF18E89-2217-4E78-AFB7-850469A59DE3}" type="presParOf" srcId="{0DAC93C5-1FA3-47FA-92A9-B4DBAECB4BDA}" destId="{A39AF8C1-8CBE-4F9E-A2FC-4E8C3E6E289C}" srcOrd="0" destOrd="0" presId="urn:microsoft.com/office/officeart/2005/8/layout/hierarchy3"/>
    <dgm:cxn modelId="{71E50E11-CC99-4E2F-9A47-1EF81E2D4722}" type="presParOf" srcId="{0DAC93C5-1FA3-47FA-92A9-B4DBAECB4BDA}" destId="{E50CFBEB-E9A4-47B5-820F-F03B21B8414D}" srcOrd="1" destOrd="0" presId="urn:microsoft.com/office/officeart/2005/8/layout/hierarchy3"/>
    <dgm:cxn modelId="{55A9C4B9-217E-47AA-817D-E98308E8DD64}" type="presParOf" srcId="{1E0E02A9-ED83-4444-86DD-B420EFD24198}" destId="{EDA5ACF2-3757-4702-B5CE-473635AE9D38}" srcOrd="1" destOrd="0" presId="urn:microsoft.com/office/officeart/2005/8/layout/hierarchy3"/>
    <dgm:cxn modelId="{D492685B-12C8-4C42-95EB-BD7474C310CD}" type="presParOf" srcId="{EDA5ACF2-3757-4702-B5CE-473635AE9D38}" destId="{72E5305C-D043-4A1E-9835-BBE71692CCAA}" srcOrd="0" destOrd="0" presId="urn:microsoft.com/office/officeart/2005/8/layout/hierarchy3"/>
    <dgm:cxn modelId="{891DCCB7-57EB-4295-801A-4D1438AEC80A}" type="presParOf" srcId="{EDA5ACF2-3757-4702-B5CE-473635AE9D38}" destId="{E1CF3170-2B91-43C1-8AB5-BF28939770CB}" srcOrd="1" destOrd="0" presId="urn:microsoft.com/office/officeart/2005/8/layout/hierarchy3"/>
    <dgm:cxn modelId="{B01443D7-2F0C-4F1F-9F91-B996DAC3B631}" type="presParOf" srcId="{EDA5ACF2-3757-4702-B5CE-473635AE9D38}" destId="{459F397D-4EDA-45B2-96E9-6B165C418354}" srcOrd="2" destOrd="0" presId="urn:microsoft.com/office/officeart/2005/8/layout/hierarchy3"/>
    <dgm:cxn modelId="{4FDD1DDD-FAEC-4D7A-808A-E279E18C5C77}" type="presParOf" srcId="{EDA5ACF2-3757-4702-B5CE-473635AE9D38}" destId="{CDA47CA6-3513-469A-9991-83CCBCEA4485}" srcOrd="3" destOrd="0" presId="urn:microsoft.com/office/officeart/2005/8/layout/hierarchy3"/>
    <dgm:cxn modelId="{995A416C-C58E-4453-868E-A74676F2C5E1}" type="presParOf" srcId="{EDA5ACF2-3757-4702-B5CE-473635AE9D38}" destId="{6213E92A-029D-45CA-8A8C-D5A37E92613A}" srcOrd="4" destOrd="0" presId="urn:microsoft.com/office/officeart/2005/8/layout/hierarchy3"/>
    <dgm:cxn modelId="{A164FC74-50A5-461E-85EC-816BE1EF72B6}" type="presParOf" srcId="{EDA5ACF2-3757-4702-B5CE-473635AE9D38}" destId="{15265589-B49D-44F3-89EC-4BC57082949D}" srcOrd="5" destOrd="0" presId="urn:microsoft.com/office/officeart/2005/8/layout/hierarchy3"/>
    <dgm:cxn modelId="{27A4F9AC-6F3A-419E-880F-392EBE5B79CE}" type="presParOf" srcId="{EDA5ACF2-3757-4702-B5CE-473635AE9D38}" destId="{F0043049-1418-41D3-AED4-4E88E469E84E}" srcOrd="6" destOrd="0" presId="urn:microsoft.com/office/officeart/2005/8/layout/hierarchy3"/>
    <dgm:cxn modelId="{9500BACE-412A-4387-9558-8C7E7ADDB227}" type="presParOf" srcId="{EDA5ACF2-3757-4702-B5CE-473635AE9D38}" destId="{10DC47F6-071A-448D-AC6A-E499003A242E}" srcOrd="7" destOrd="0" presId="urn:microsoft.com/office/officeart/2005/8/layout/hierarchy3"/>
    <dgm:cxn modelId="{96014723-7DA9-475F-BAFF-0F31194EF185}" type="presParOf" srcId="{D50A98CE-08C0-46D6-8E85-8DDE275A17A8}" destId="{24D119C5-8B25-40B0-9657-4D1C92F064A3}" srcOrd="3" destOrd="0" presId="urn:microsoft.com/office/officeart/2005/8/layout/hierarchy3"/>
    <dgm:cxn modelId="{9F740EEA-D928-4702-B179-A509CA26B4FC}" type="presParOf" srcId="{24D119C5-8B25-40B0-9657-4D1C92F064A3}" destId="{66FF4BDB-25C5-4555-8D18-2CA8C4CCC89A}" srcOrd="0" destOrd="0" presId="urn:microsoft.com/office/officeart/2005/8/layout/hierarchy3"/>
    <dgm:cxn modelId="{32669303-C032-4172-88F4-42B4120E9BF1}" type="presParOf" srcId="{66FF4BDB-25C5-4555-8D18-2CA8C4CCC89A}" destId="{1B49CAE7-B4B7-4FE1-B3D8-BEC276FBCAF7}" srcOrd="0" destOrd="0" presId="urn:microsoft.com/office/officeart/2005/8/layout/hierarchy3"/>
    <dgm:cxn modelId="{111BA17C-5C69-4279-9198-933D9E5F1F58}" type="presParOf" srcId="{66FF4BDB-25C5-4555-8D18-2CA8C4CCC89A}" destId="{787D510A-5A7E-4749-93D3-23586CA08B01}" srcOrd="1" destOrd="0" presId="urn:microsoft.com/office/officeart/2005/8/layout/hierarchy3"/>
    <dgm:cxn modelId="{59290E42-763A-4EE2-AE9B-C09B84399BDA}" type="presParOf" srcId="{24D119C5-8B25-40B0-9657-4D1C92F064A3}" destId="{67354570-9FC0-4FC4-862A-29EDE1ED72F6}" srcOrd="1" destOrd="0" presId="urn:microsoft.com/office/officeart/2005/8/layout/hierarchy3"/>
    <dgm:cxn modelId="{D5CF4BF2-FB36-4FE9-9CEA-B057D950A6CA}" type="presParOf" srcId="{67354570-9FC0-4FC4-862A-29EDE1ED72F6}" destId="{E2B75F0D-099E-41E7-9414-636F85987D89}" srcOrd="0" destOrd="0" presId="urn:microsoft.com/office/officeart/2005/8/layout/hierarchy3"/>
    <dgm:cxn modelId="{2CB76BC1-6D91-40D2-BCBE-C5BD6A4FFA34}" type="presParOf" srcId="{67354570-9FC0-4FC4-862A-29EDE1ED72F6}" destId="{F4AF38F4-8E5C-431E-ADAE-3EC093DD9B22}" srcOrd="1" destOrd="0" presId="urn:microsoft.com/office/officeart/2005/8/layout/hierarchy3"/>
    <dgm:cxn modelId="{F6E4E6CE-9B2C-4BA8-A14F-6374D15ACA23}" type="presParOf" srcId="{67354570-9FC0-4FC4-862A-29EDE1ED72F6}" destId="{A7879E01-FEB5-46DC-86A2-0A49643AABAD}" srcOrd="2" destOrd="0" presId="urn:microsoft.com/office/officeart/2005/8/layout/hierarchy3"/>
    <dgm:cxn modelId="{BC978C0B-DA1E-49F1-B014-2C15EFCC715A}" type="presParOf" srcId="{67354570-9FC0-4FC4-862A-29EDE1ED72F6}" destId="{7B351F5D-D8E7-449B-BD84-1ED17046D2E6}" srcOrd="3" destOrd="0" presId="urn:microsoft.com/office/officeart/2005/8/layout/hierarchy3"/>
    <dgm:cxn modelId="{178A9E8D-2477-4E1C-8018-CF63CFB9839F}" type="presParOf" srcId="{67354570-9FC0-4FC4-862A-29EDE1ED72F6}" destId="{7CD69076-54D4-47B5-BEAF-00C07C068528}" srcOrd="4" destOrd="0" presId="urn:microsoft.com/office/officeart/2005/8/layout/hierarchy3"/>
    <dgm:cxn modelId="{AC67D2C6-8437-4A9D-9A6B-F1DBFFC0870A}" type="presParOf" srcId="{67354570-9FC0-4FC4-862A-29EDE1ED72F6}" destId="{6A91803B-02F8-466A-983A-81D9D1535DC3}" srcOrd="5" destOrd="0" presId="urn:microsoft.com/office/officeart/2005/8/layout/hierarchy3"/>
    <dgm:cxn modelId="{37BFAAB7-A535-4F1D-A71F-93E0E397B9C0}" type="presParOf" srcId="{67354570-9FC0-4FC4-862A-29EDE1ED72F6}" destId="{E4A9CC92-C5A3-409D-8486-1DB42686EF4C}" srcOrd="6" destOrd="0" presId="urn:microsoft.com/office/officeart/2005/8/layout/hierarchy3"/>
    <dgm:cxn modelId="{125558ED-2FEA-4FD5-87D7-B10A72402546}" type="presParOf" srcId="{67354570-9FC0-4FC4-862A-29EDE1ED72F6}" destId="{46C01CE4-74B5-43D7-961C-52CC8D044FDF}" srcOrd="7" destOrd="0" presId="urn:microsoft.com/office/officeart/2005/8/layout/hierarchy3"/>
    <dgm:cxn modelId="{458CE9A8-5D8F-4D33-AE57-004D0C5D4463}" type="presParOf" srcId="{67354570-9FC0-4FC4-862A-29EDE1ED72F6}" destId="{596B938D-E3C8-4748-92D8-4CE1C2C4ACAA}" srcOrd="8" destOrd="0" presId="urn:microsoft.com/office/officeart/2005/8/layout/hierarchy3"/>
    <dgm:cxn modelId="{360B791E-8A09-41B5-818D-FE26032C21D5}" type="presParOf" srcId="{67354570-9FC0-4FC4-862A-29EDE1ED72F6}" destId="{BEE9E308-92E1-426C-9089-BAB7DF7BEE13}" srcOrd="9" destOrd="0" presId="urn:microsoft.com/office/officeart/2005/8/layout/hierarchy3"/>
    <dgm:cxn modelId="{E196303A-94E6-4B22-8E16-D2D744A00563}" type="presParOf" srcId="{67354570-9FC0-4FC4-862A-29EDE1ED72F6}" destId="{41B424CD-663C-49A6-A6EB-F82640419CBF}" srcOrd="10" destOrd="0" presId="urn:microsoft.com/office/officeart/2005/8/layout/hierarchy3"/>
    <dgm:cxn modelId="{E74C1812-9B41-4463-AA38-D9C86610B1D1}" type="presParOf" srcId="{67354570-9FC0-4FC4-862A-29EDE1ED72F6}" destId="{BFFA6172-922D-46C8-ABAC-B03FD6A163DB}" srcOrd="11" destOrd="0" presId="urn:microsoft.com/office/officeart/2005/8/layout/hierarchy3"/>
    <dgm:cxn modelId="{7C48DD90-FB94-42FB-8989-7BFBDEDD0976}" type="presParOf" srcId="{67354570-9FC0-4FC4-862A-29EDE1ED72F6}" destId="{F7EF1040-5A97-4196-B23F-A3FEA5C7D805}" srcOrd="12" destOrd="0" presId="urn:microsoft.com/office/officeart/2005/8/layout/hierarchy3"/>
    <dgm:cxn modelId="{2A7D3373-0FD4-4B0D-9050-DB2C1FF78665}" type="presParOf" srcId="{67354570-9FC0-4FC4-862A-29EDE1ED72F6}" destId="{2F05DB5A-E52D-4DD6-949F-26C543833B74}" srcOrd="13" destOrd="0" presId="urn:microsoft.com/office/officeart/2005/8/layout/hierarchy3"/>
    <dgm:cxn modelId="{1D84206B-7E8C-4D40-B5AA-89B5F8078CE5}" type="presParOf" srcId="{D50A98CE-08C0-46D6-8E85-8DDE275A17A8}" destId="{7FB97362-0221-413C-AB25-EA575DA52974}" srcOrd="4" destOrd="0" presId="urn:microsoft.com/office/officeart/2005/8/layout/hierarchy3"/>
    <dgm:cxn modelId="{AC391BA8-58BD-4F74-8B6D-49E1F46DEAB5}" type="presParOf" srcId="{7FB97362-0221-413C-AB25-EA575DA52974}" destId="{AEFE90BE-6F1F-4C18-B3F3-513E2F8BDD5E}" srcOrd="0" destOrd="0" presId="urn:microsoft.com/office/officeart/2005/8/layout/hierarchy3"/>
    <dgm:cxn modelId="{73DC2063-023A-450F-8CE4-5180B57A3417}" type="presParOf" srcId="{AEFE90BE-6F1F-4C18-B3F3-513E2F8BDD5E}" destId="{895CD797-4F09-465D-AD8A-6AD1FF237111}" srcOrd="0" destOrd="0" presId="urn:microsoft.com/office/officeart/2005/8/layout/hierarchy3"/>
    <dgm:cxn modelId="{BE4FAEFD-8B3C-4C69-B35B-2B2C6D54BD01}" type="presParOf" srcId="{AEFE90BE-6F1F-4C18-B3F3-513E2F8BDD5E}" destId="{CF4D92A9-FD3C-4463-B4A8-0A0E0640CAEB}" srcOrd="1" destOrd="0" presId="urn:microsoft.com/office/officeart/2005/8/layout/hierarchy3"/>
    <dgm:cxn modelId="{72FCBEAF-0F0A-403A-92D6-EF305B31FB4B}" type="presParOf" srcId="{7FB97362-0221-413C-AB25-EA575DA52974}" destId="{CDCD46C5-1AA4-4C5B-B577-880F3DECAFEA}" srcOrd="1" destOrd="0" presId="urn:microsoft.com/office/officeart/2005/8/layout/hierarchy3"/>
    <dgm:cxn modelId="{A09D3ABC-AFDE-4B55-8BFB-846CAB47E4C1}" type="presParOf" srcId="{CDCD46C5-1AA4-4C5B-B577-880F3DECAFEA}" destId="{16BABB8F-DABD-4EC9-B1A1-2B839047C9EB}" srcOrd="0" destOrd="0" presId="urn:microsoft.com/office/officeart/2005/8/layout/hierarchy3"/>
    <dgm:cxn modelId="{95B0C04C-5BE0-4030-B880-06341769A95D}" type="presParOf" srcId="{CDCD46C5-1AA4-4C5B-B577-880F3DECAFEA}" destId="{7F31F39A-90E1-4E63-9B93-C7DAD4CF1741}" srcOrd="1" destOrd="0" presId="urn:microsoft.com/office/officeart/2005/8/layout/hierarchy3"/>
    <dgm:cxn modelId="{20FB79B3-0EB6-4765-AEA6-A7A1FDC27A31}" type="presParOf" srcId="{CDCD46C5-1AA4-4C5B-B577-880F3DECAFEA}" destId="{70482367-4C0C-42E4-8464-3309E90058C6}" srcOrd="2" destOrd="0" presId="urn:microsoft.com/office/officeart/2005/8/layout/hierarchy3"/>
    <dgm:cxn modelId="{08F94188-3A2B-4767-8C06-D4F1FBD49882}" type="presParOf" srcId="{CDCD46C5-1AA4-4C5B-B577-880F3DECAFEA}" destId="{C4921DBE-E6D1-4A95-A27B-2C4B40FEB593}" srcOrd="3" destOrd="0" presId="urn:microsoft.com/office/officeart/2005/8/layout/hierarchy3"/>
    <dgm:cxn modelId="{BE2F94CC-E536-4AAC-8BC3-D8399F09464D}" type="presParOf" srcId="{CDCD46C5-1AA4-4C5B-B577-880F3DECAFEA}" destId="{5180DD89-8855-4ECF-A486-4402F871C53B}" srcOrd="4" destOrd="0" presId="urn:microsoft.com/office/officeart/2005/8/layout/hierarchy3"/>
    <dgm:cxn modelId="{AD47FA20-6B5B-421C-9B6D-CCBC267A0F77}" type="presParOf" srcId="{CDCD46C5-1AA4-4C5B-B577-880F3DECAFEA}" destId="{3799F287-37BC-48E7-AE10-2E0F0D77503E}" srcOrd="5" destOrd="0" presId="urn:microsoft.com/office/officeart/2005/8/layout/hierarchy3"/>
    <dgm:cxn modelId="{62FE74B7-D773-44A3-9EC3-EAF6DADADE0E}" type="presParOf" srcId="{D50A98CE-08C0-46D6-8E85-8DDE275A17A8}" destId="{B9A75DD5-F452-4780-93F4-C65407CC5F04}" srcOrd="5" destOrd="0" presId="urn:microsoft.com/office/officeart/2005/8/layout/hierarchy3"/>
    <dgm:cxn modelId="{8FDC81BB-218D-4B5C-B41D-202E6D9FE4E1}" type="presParOf" srcId="{B9A75DD5-F452-4780-93F4-C65407CC5F04}" destId="{B2E847B1-B07D-49F1-84CE-D80354B029EC}" srcOrd="0" destOrd="0" presId="urn:microsoft.com/office/officeart/2005/8/layout/hierarchy3"/>
    <dgm:cxn modelId="{2FE6CC03-DF6B-45E8-9C14-B4297BC50D6F}" type="presParOf" srcId="{B2E847B1-B07D-49F1-84CE-D80354B029EC}" destId="{A40353D8-F88D-4EC5-A45E-F620AC61E292}" srcOrd="0" destOrd="0" presId="urn:microsoft.com/office/officeart/2005/8/layout/hierarchy3"/>
    <dgm:cxn modelId="{A6A557FB-A976-4720-9E63-49E23203C5D3}" type="presParOf" srcId="{B2E847B1-B07D-49F1-84CE-D80354B029EC}" destId="{1F91258D-6467-4B91-BE92-6D8A1543FD64}" srcOrd="1" destOrd="0" presId="urn:microsoft.com/office/officeart/2005/8/layout/hierarchy3"/>
    <dgm:cxn modelId="{095DC32A-22F0-446C-B1D8-78D114E0DBBB}" type="presParOf" srcId="{B9A75DD5-F452-4780-93F4-C65407CC5F04}" destId="{FF69DA99-EA95-4367-8B1C-396DEC5EC46B}" srcOrd="1" destOrd="0" presId="urn:microsoft.com/office/officeart/2005/8/layout/hierarchy3"/>
    <dgm:cxn modelId="{84B9C8AD-BA33-4CE7-8E7E-DC7537540A44}" type="presParOf" srcId="{FF69DA99-EA95-4367-8B1C-396DEC5EC46B}" destId="{C0AAB278-DBCC-4BF6-9F05-F9021F540CDA}" srcOrd="0" destOrd="0" presId="urn:microsoft.com/office/officeart/2005/8/layout/hierarchy3"/>
    <dgm:cxn modelId="{D983F08B-F0E4-4559-BC74-F790C7DABA6A}" type="presParOf" srcId="{FF69DA99-EA95-4367-8B1C-396DEC5EC46B}" destId="{D3C8E485-657A-47D5-8601-B64AD5553069}" srcOrd="1" destOrd="0" presId="urn:microsoft.com/office/officeart/2005/8/layout/hierarchy3"/>
    <dgm:cxn modelId="{B3EBD149-FA97-4200-B13C-36CCBE52D505}" type="presParOf" srcId="{FF69DA99-EA95-4367-8B1C-396DEC5EC46B}" destId="{E9E1EE8E-0579-4C92-BB79-01973569E350}" srcOrd="2" destOrd="0" presId="urn:microsoft.com/office/officeart/2005/8/layout/hierarchy3"/>
    <dgm:cxn modelId="{9B21A4EC-5D5B-4983-96A4-75ABB740AD0E}" type="presParOf" srcId="{FF69DA99-EA95-4367-8B1C-396DEC5EC46B}" destId="{0A5074BC-DB48-44E4-B2A6-8F0B1120E04E}" srcOrd="3" destOrd="0" presId="urn:microsoft.com/office/officeart/2005/8/layout/hierarchy3"/>
    <dgm:cxn modelId="{872BE7DD-9B36-4011-A5FE-134FD0F504BF}" type="presParOf" srcId="{FF69DA99-EA95-4367-8B1C-396DEC5EC46B}" destId="{A7291E1B-470A-467A-9923-354248394A66}" srcOrd="4" destOrd="0" presId="urn:microsoft.com/office/officeart/2005/8/layout/hierarchy3"/>
    <dgm:cxn modelId="{C642C379-1123-43C1-81F1-6005FFF9EEE0}" type="presParOf" srcId="{FF69DA99-EA95-4367-8B1C-396DEC5EC46B}" destId="{480CF81A-BB4F-4F9F-89C6-26B13BBCF374}" srcOrd="5" destOrd="0" presId="urn:microsoft.com/office/officeart/2005/8/layout/hierarchy3"/>
    <dgm:cxn modelId="{95B17EBD-9EB7-40F2-90DD-E99C6B7576C3}" type="presParOf" srcId="{D50A98CE-08C0-46D6-8E85-8DDE275A17A8}" destId="{6170DD6B-39A5-421E-A239-E9AE0CFABE45}" srcOrd="6" destOrd="0" presId="urn:microsoft.com/office/officeart/2005/8/layout/hierarchy3"/>
    <dgm:cxn modelId="{1E4A5AD4-E58B-4968-B92C-34FE4310D55A}" type="presParOf" srcId="{6170DD6B-39A5-421E-A239-E9AE0CFABE45}" destId="{E90ABA5B-26BD-41DE-B274-ABCD6F78BC09}" srcOrd="0" destOrd="0" presId="urn:microsoft.com/office/officeart/2005/8/layout/hierarchy3"/>
    <dgm:cxn modelId="{4EA36E66-C3D2-4462-B367-3A5EA3683CEA}" type="presParOf" srcId="{E90ABA5B-26BD-41DE-B274-ABCD6F78BC09}" destId="{4F82A894-FE56-4208-8194-B5C968DD79B1}" srcOrd="0" destOrd="0" presId="urn:microsoft.com/office/officeart/2005/8/layout/hierarchy3"/>
    <dgm:cxn modelId="{BA87AEBA-C040-4AAC-8BDA-6B065D16FEDC}" type="presParOf" srcId="{E90ABA5B-26BD-41DE-B274-ABCD6F78BC09}" destId="{D0D8390E-1EA7-44CD-8658-F9C9D580166A}" srcOrd="1" destOrd="0" presId="urn:microsoft.com/office/officeart/2005/8/layout/hierarchy3"/>
    <dgm:cxn modelId="{24B57D4F-2A5C-449D-B9B3-7CCBE47E4566}" type="presParOf" srcId="{6170DD6B-39A5-421E-A239-E9AE0CFABE45}" destId="{E426208E-C420-4BAD-ADCA-037D5DF52F94}" srcOrd="1" destOrd="0" presId="urn:microsoft.com/office/officeart/2005/8/layout/hierarchy3"/>
    <dgm:cxn modelId="{E9DBC39D-B0D1-451F-A165-EFEEA8B82E73}" type="presParOf" srcId="{E426208E-C420-4BAD-ADCA-037D5DF52F94}" destId="{BC649CC7-4419-4D69-B739-4295D2661D80}" srcOrd="0" destOrd="0" presId="urn:microsoft.com/office/officeart/2005/8/layout/hierarchy3"/>
    <dgm:cxn modelId="{A858400A-612A-42A5-8504-DA50BB62C040}" type="presParOf" srcId="{E426208E-C420-4BAD-ADCA-037D5DF52F94}" destId="{4ABE4F12-DFC2-4388-A4CB-1CAA2AE978A7}" srcOrd="1" destOrd="0" presId="urn:microsoft.com/office/officeart/2005/8/layout/hierarchy3"/>
    <dgm:cxn modelId="{C115B745-6F39-413D-B2E4-756B999DC1FB}" type="presParOf" srcId="{E426208E-C420-4BAD-ADCA-037D5DF52F94}" destId="{2ABC8896-DCDC-4BAE-9E66-7411DA18A505}" srcOrd="2" destOrd="0" presId="urn:microsoft.com/office/officeart/2005/8/layout/hierarchy3"/>
    <dgm:cxn modelId="{B95DF28F-36D0-44CA-97F2-B67240D5C43C}" type="presParOf" srcId="{E426208E-C420-4BAD-ADCA-037D5DF52F94}" destId="{C6C82107-96B8-4674-ABDF-19C96421D6AA}" srcOrd="3" destOrd="0" presId="urn:microsoft.com/office/officeart/2005/8/layout/hierarchy3"/>
    <dgm:cxn modelId="{0039EBDE-39E9-478B-A1A1-30A62E290E8B}" type="presParOf" srcId="{E426208E-C420-4BAD-ADCA-037D5DF52F94}" destId="{D1E68277-C98F-45BB-BCE7-BC94F1256177}" srcOrd="4" destOrd="0" presId="urn:microsoft.com/office/officeart/2005/8/layout/hierarchy3"/>
    <dgm:cxn modelId="{02189EBC-4B13-4360-B083-E908479B90F7}" type="presParOf" srcId="{E426208E-C420-4BAD-ADCA-037D5DF52F94}" destId="{74073FD0-B47B-41FC-B402-CCE9D7EE1F5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AF4E8C-AFC3-4F8F-AFA6-DB428442B602}">
      <dsp:nvSpPr>
        <dsp:cNvPr id="0" name=""/>
        <dsp:cNvSpPr/>
      </dsp:nvSpPr>
      <dsp:spPr>
        <a:xfrm>
          <a:off x="5422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S1010 AtoN Planning and Service Requirements</a:t>
          </a:r>
        </a:p>
      </dsp:txBody>
      <dsp:txXfrm>
        <a:off x="28950" y="195206"/>
        <a:ext cx="1559562" cy="756253"/>
      </dsp:txXfrm>
    </dsp:sp>
    <dsp:sp modelId="{6D46FC80-FE5B-4B8A-AC36-38D7E3FC02FB}">
      <dsp:nvSpPr>
        <dsp:cNvPr id="0" name=""/>
        <dsp:cNvSpPr/>
      </dsp:nvSpPr>
      <dsp:spPr>
        <a:xfrm>
          <a:off x="16608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F29AE-79BB-4621-9D81-441CEA0220C0}">
      <dsp:nvSpPr>
        <dsp:cNvPr id="0" name=""/>
        <dsp:cNvSpPr/>
      </dsp:nvSpPr>
      <dsp:spPr>
        <a:xfrm>
          <a:off x="326745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1.1 Obligations and regulatory compliance</a:t>
          </a:r>
        </a:p>
      </dsp:txBody>
      <dsp:txXfrm>
        <a:off x="350273" y="1199343"/>
        <a:ext cx="1238239" cy="756253"/>
      </dsp:txXfrm>
    </dsp:sp>
    <dsp:sp modelId="{36A891F3-2B29-4F4C-8D8C-753DCD476D1E}">
      <dsp:nvSpPr>
        <dsp:cNvPr id="0" name=""/>
        <dsp:cNvSpPr/>
      </dsp:nvSpPr>
      <dsp:spPr>
        <a:xfrm>
          <a:off x="16608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2FEC1-78D0-4E66-A2CA-7FC65BCE22D7}">
      <dsp:nvSpPr>
        <dsp:cNvPr id="0" name=""/>
        <dsp:cNvSpPr/>
      </dsp:nvSpPr>
      <dsp:spPr>
        <a:xfrm>
          <a:off x="326745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1.2 AtoN planning 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(Offshore signals, bridge signals, traffic signals, MBS, fairway design)</a:t>
          </a:r>
        </a:p>
      </dsp:txBody>
      <dsp:txXfrm>
        <a:off x="350273" y="2203480"/>
        <a:ext cx="1238239" cy="756253"/>
      </dsp:txXfrm>
    </dsp:sp>
    <dsp:sp modelId="{371F4B90-C9FE-498D-9925-DDE3E8ADD911}">
      <dsp:nvSpPr>
        <dsp:cNvPr id="0" name=""/>
        <dsp:cNvSpPr/>
      </dsp:nvSpPr>
      <dsp:spPr>
        <a:xfrm>
          <a:off x="16608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4AC7A-EB23-49A6-A126-CB94E41BBB93}">
      <dsp:nvSpPr>
        <dsp:cNvPr id="0" name=""/>
        <dsp:cNvSpPr/>
      </dsp:nvSpPr>
      <dsp:spPr>
        <a:xfrm>
          <a:off x="326745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1.3 Levels of service (objectives, availability and categories)</a:t>
          </a:r>
        </a:p>
      </dsp:txBody>
      <dsp:txXfrm>
        <a:off x="350273" y="3207617"/>
        <a:ext cx="1238239" cy="756253"/>
      </dsp:txXfrm>
    </dsp:sp>
    <dsp:sp modelId="{8AC9D5B3-57A8-4286-8287-7215C155F8CE}">
      <dsp:nvSpPr>
        <dsp:cNvPr id="0" name=""/>
        <dsp:cNvSpPr/>
      </dsp:nvSpPr>
      <dsp:spPr>
        <a:xfrm>
          <a:off x="16608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DAA865-1043-4BE0-8EAE-C9FADAD71BD9}">
      <dsp:nvSpPr>
        <dsp:cNvPr id="0" name=""/>
        <dsp:cNvSpPr/>
      </dsp:nvSpPr>
      <dsp:spPr>
        <a:xfrm>
          <a:off x="326745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1.4 Risk management</a:t>
          </a:r>
        </a:p>
      </dsp:txBody>
      <dsp:txXfrm>
        <a:off x="350273" y="4211754"/>
        <a:ext cx="1238239" cy="756253"/>
      </dsp:txXfrm>
    </dsp:sp>
    <dsp:sp modelId="{26437B79-884B-423A-A867-2AA5D255E571}">
      <dsp:nvSpPr>
        <dsp:cNvPr id="0" name=""/>
        <dsp:cNvSpPr/>
      </dsp:nvSpPr>
      <dsp:spPr>
        <a:xfrm>
          <a:off x="16608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5600-A2A4-46D9-BB81-AD7918329569}">
      <dsp:nvSpPr>
        <dsp:cNvPr id="0" name=""/>
        <dsp:cNvSpPr/>
      </dsp:nvSpPr>
      <dsp:spPr>
        <a:xfrm>
          <a:off x="326745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1.5 Quality management</a:t>
          </a:r>
        </a:p>
      </dsp:txBody>
      <dsp:txXfrm>
        <a:off x="350273" y="5215891"/>
        <a:ext cx="1238239" cy="756253"/>
      </dsp:txXfrm>
    </dsp:sp>
    <dsp:sp modelId="{2947A813-BFCB-43F4-AF6A-E86F07A5FE44}">
      <dsp:nvSpPr>
        <dsp:cNvPr id="0" name=""/>
        <dsp:cNvSpPr/>
      </dsp:nvSpPr>
      <dsp:spPr>
        <a:xfrm>
          <a:off x="16608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A95C0C-4CB4-45A7-B34E-6C64651314E6}">
      <dsp:nvSpPr>
        <dsp:cNvPr id="0" name=""/>
        <dsp:cNvSpPr/>
      </dsp:nvSpPr>
      <dsp:spPr>
        <a:xfrm>
          <a:off x="326745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1.6 Virtual marking</a:t>
          </a:r>
        </a:p>
      </dsp:txBody>
      <dsp:txXfrm>
        <a:off x="350273" y="6220027"/>
        <a:ext cx="1238239" cy="756253"/>
      </dsp:txXfrm>
    </dsp:sp>
    <dsp:sp modelId="{1AA88E3C-1F63-4AE9-909C-8086C0803480}">
      <dsp:nvSpPr>
        <dsp:cNvPr id="0" name=""/>
        <dsp:cNvSpPr/>
      </dsp:nvSpPr>
      <dsp:spPr>
        <a:xfrm>
          <a:off x="2013695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S1020 AtoN Design and Delivery</a:t>
          </a:r>
        </a:p>
      </dsp:txBody>
      <dsp:txXfrm>
        <a:off x="2037223" y="195206"/>
        <a:ext cx="1559562" cy="756253"/>
      </dsp:txXfrm>
    </dsp:sp>
    <dsp:sp modelId="{F3E24FA0-3809-4680-9462-69788E3837A8}">
      <dsp:nvSpPr>
        <dsp:cNvPr id="0" name=""/>
        <dsp:cNvSpPr/>
      </dsp:nvSpPr>
      <dsp:spPr>
        <a:xfrm>
          <a:off x="2174357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43C16-CD7E-4B0E-BFAC-CE07AED2B929}">
      <dsp:nvSpPr>
        <dsp:cNvPr id="0" name=""/>
        <dsp:cNvSpPr/>
      </dsp:nvSpPr>
      <dsp:spPr>
        <a:xfrm>
          <a:off x="2335019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2.1 AtoN signalling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(vision, colour, conspicuity, rhythmic characters)</a:t>
          </a:r>
        </a:p>
      </dsp:txBody>
      <dsp:txXfrm>
        <a:off x="2358547" y="1199343"/>
        <a:ext cx="1238239" cy="756253"/>
      </dsp:txXfrm>
    </dsp:sp>
    <dsp:sp modelId="{1E4E7F92-39E4-4619-B722-1097A7C97326}">
      <dsp:nvSpPr>
        <dsp:cNvPr id="0" name=""/>
        <dsp:cNvSpPr/>
      </dsp:nvSpPr>
      <dsp:spPr>
        <a:xfrm>
          <a:off x="2174357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D0C5FB-F9F8-4B01-AF3C-3149F8A74CD3}">
      <dsp:nvSpPr>
        <dsp:cNvPr id="0" name=""/>
        <dsp:cNvSpPr/>
      </dsp:nvSpPr>
      <dsp:spPr>
        <a:xfrm>
          <a:off x="2335019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2.2 Design, implementation &amp; maintenance </a:t>
          </a:r>
          <a:endParaRPr lang="en-GB" sz="900" strike="no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2203480"/>
        <a:ext cx="1238239" cy="756253"/>
      </dsp:txXfrm>
    </dsp:sp>
    <dsp:sp modelId="{304EF431-E1DD-4785-9010-80B649CE6CEC}">
      <dsp:nvSpPr>
        <dsp:cNvPr id="0" name=""/>
        <dsp:cNvSpPr/>
      </dsp:nvSpPr>
      <dsp:spPr>
        <a:xfrm>
          <a:off x="2174357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CE3A6-D479-45CD-ADFD-26D31C4B820F}">
      <dsp:nvSpPr>
        <dsp:cNvPr id="0" name=""/>
        <dsp:cNvSpPr/>
      </dsp:nvSpPr>
      <dsp:spPr>
        <a:xfrm>
          <a:off x="2335019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2.3 Floating AtoN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(buoys, moorings, stability)</a:t>
          </a:r>
        </a:p>
      </dsp:txBody>
      <dsp:txXfrm>
        <a:off x="2358547" y="3207617"/>
        <a:ext cx="1238239" cy="756253"/>
      </dsp:txXfrm>
    </dsp:sp>
    <dsp:sp modelId="{B028CF45-803B-4A8C-893C-D0DD12C610B9}">
      <dsp:nvSpPr>
        <dsp:cNvPr id="0" name=""/>
        <dsp:cNvSpPr/>
      </dsp:nvSpPr>
      <dsp:spPr>
        <a:xfrm>
          <a:off x="2174357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EF2C5-B33F-42BC-AE61-6C2E0036F91A}">
      <dsp:nvSpPr>
        <dsp:cNvPr id="0" name=""/>
        <dsp:cNvSpPr/>
      </dsp:nvSpPr>
      <dsp:spPr>
        <a:xfrm>
          <a:off x="2335019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2.4 Environment and  sustainability</a:t>
          </a:r>
          <a:endParaRPr lang="en-GB" sz="900" strike="sngStrike" kern="1200">
            <a:solidFill>
              <a:sysClr val="windowText" lastClr="000000"/>
            </a:solidFill>
            <a:latin typeface="Calibri"/>
            <a:ea typeface="+mn-ea"/>
            <a:cs typeface="+mn-cs"/>
          </a:endParaRPr>
        </a:p>
      </dsp:txBody>
      <dsp:txXfrm>
        <a:off x="2358547" y="4211754"/>
        <a:ext cx="1238239" cy="756253"/>
      </dsp:txXfrm>
    </dsp:sp>
    <dsp:sp modelId="{91FFF821-70E8-4C71-980E-3C14191B2204}">
      <dsp:nvSpPr>
        <dsp:cNvPr id="0" name=""/>
        <dsp:cNvSpPr/>
      </dsp:nvSpPr>
      <dsp:spPr>
        <a:xfrm>
          <a:off x="2174357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BDC86-EA5B-4723-954B-1FCDF3A19A20}">
      <dsp:nvSpPr>
        <dsp:cNvPr id="0" name=""/>
        <dsp:cNvSpPr/>
      </dsp:nvSpPr>
      <dsp:spPr>
        <a:xfrm>
          <a:off x="2335019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2.5 Power systems</a:t>
          </a:r>
        </a:p>
      </dsp:txBody>
      <dsp:txXfrm>
        <a:off x="2358547" y="5215891"/>
        <a:ext cx="1238239" cy="756253"/>
      </dsp:txXfrm>
    </dsp:sp>
    <dsp:sp modelId="{D88AB6E6-0834-4A0C-B77D-332B80BB822B}">
      <dsp:nvSpPr>
        <dsp:cNvPr id="0" name=""/>
        <dsp:cNvSpPr/>
      </dsp:nvSpPr>
      <dsp:spPr>
        <a:xfrm>
          <a:off x="2174357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81D856-2016-4723-862C-BE8D0F24BE7A}">
      <dsp:nvSpPr>
        <dsp:cNvPr id="0" name=""/>
        <dsp:cNvSpPr/>
      </dsp:nvSpPr>
      <dsp:spPr>
        <a:xfrm>
          <a:off x="2335019" y="6196499"/>
          <a:ext cx="1285295" cy="803309"/>
        </a:xfrm>
        <a:prstGeom prst="roundRect">
          <a:avLst>
            <a:gd name="adj" fmla="val 10000"/>
          </a:avLst>
        </a:prstGeom>
        <a:noFill/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2.6 Heritage and culture</a:t>
          </a:r>
        </a:p>
      </dsp:txBody>
      <dsp:txXfrm>
        <a:off x="2358547" y="6220027"/>
        <a:ext cx="1238239" cy="756253"/>
      </dsp:txXfrm>
    </dsp:sp>
    <dsp:sp modelId="{A39AF8C1-8CBE-4F9E-A2FC-4E8C3E6E289C}">
      <dsp:nvSpPr>
        <dsp:cNvPr id="0" name=""/>
        <dsp:cNvSpPr/>
      </dsp:nvSpPr>
      <dsp:spPr>
        <a:xfrm>
          <a:off x="4021969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S1030 Radionavigation Services</a:t>
          </a:r>
        </a:p>
      </dsp:txBody>
      <dsp:txXfrm>
        <a:off x="4045497" y="195206"/>
        <a:ext cx="1559562" cy="756253"/>
      </dsp:txXfrm>
    </dsp:sp>
    <dsp:sp modelId="{72E5305C-D043-4A1E-9835-BBE71692CCAA}">
      <dsp:nvSpPr>
        <dsp:cNvPr id="0" name=""/>
        <dsp:cNvSpPr/>
      </dsp:nvSpPr>
      <dsp:spPr>
        <a:xfrm>
          <a:off x="4182631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F3170-2B91-43C1-8AB5-BF28939770CB}">
      <dsp:nvSpPr>
        <dsp:cNvPr id="0" name=""/>
        <dsp:cNvSpPr/>
      </dsp:nvSpPr>
      <dsp:spPr>
        <a:xfrm>
          <a:off x="4343293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3.1 Satellite positioning and timing</a:t>
          </a:r>
        </a:p>
      </dsp:txBody>
      <dsp:txXfrm>
        <a:off x="4366821" y="1199343"/>
        <a:ext cx="1238239" cy="756253"/>
      </dsp:txXfrm>
    </dsp:sp>
    <dsp:sp modelId="{459F397D-4EDA-45B2-96E9-6B165C418354}">
      <dsp:nvSpPr>
        <dsp:cNvPr id="0" name=""/>
        <dsp:cNvSpPr/>
      </dsp:nvSpPr>
      <dsp:spPr>
        <a:xfrm>
          <a:off x="4182631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A47CA6-3513-469A-9991-83CCBCEA4485}">
      <dsp:nvSpPr>
        <dsp:cNvPr id="0" name=""/>
        <dsp:cNvSpPr/>
      </dsp:nvSpPr>
      <dsp:spPr>
        <a:xfrm>
          <a:off x="4343293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3.2 Terrestrial positioning and timing</a:t>
          </a:r>
        </a:p>
      </dsp:txBody>
      <dsp:txXfrm>
        <a:off x="4366821" y="2203480"/>
        <a:ext cx="1238239" cy="756253"/>
      </dsp:txXfrm>
    </dsp:sp>
    <dsp:sp modelId="{6213E92A-029D-45CA-8A8C-D5A37E92613A}">
      <dsp:nvSpPr>
        <dsp:cNvPr id="0" name=""/>
        <dsp:cNvSpPr/>
      </dsp:nvSpPr>
      <dsp:spPr>
        <a:xfrm>
          <a:off x="4182631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65589-B49D-44F3-89EC-4BC57082949D}">
      <dsp:nvSpPr>
        <dsp:cNvPr id="0" name=""/>
        <dsp:cNvSpPr/>
      </dsp:nvSpPr>
      <dsp:spPr>
        <a:xfrm>
          <a:off x="4343293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3.3 Augmentation services</a:t>
          </a:r>
        </a:p>
      </dsp:txBody>
      <dsp:txXfrm>
        <a:off x="4366821" y="3207617"/>
        <a:ext cx="1238239" cy="756253"/>
      </dsp:txXfrm>
    </dsp:sp>
    <dsp:sp modelId="{F0043049-1418-41D3-AED4-4E88E469E84E}">
      <dsp:nvSpPr>
        <dsp:cNvPr id="0" name=""/>
        <dsp:cNvSpPr/>
      </dsp:nvSpPr>
      <dsp:spPr>
        <a:xfrm>
          <a:off x="4182631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DC47F6-071A-448D-AC6A-E499003A242E}">
      <dsp:nvSpPr>
        <dsp:cNvPr id="0" name=""/>
        <dsp:cNvSpPr/>
      </dsp:nvSpPr>
      <dsp:spPr>
        <a:xfrm>
          <a:off x="4343293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3.4 Racon &amp; radar positioning</a:t>
          </a:r>
          <a:endParaRPr lang="en-GB" sz="900" kern="1200">
            <a:latin typeface="+mn-lt"/>
          </a:endParaRPr>
        </a:p>
      </dsp:txBody>
      <dsp:txXfrm>
        <a:off x="4366821" y="4211754"/>
        <a:ext cx="1238239" cy="756253"/>
      </dsp:txXfrm>
    </dsp:sp>
    <dsp:sp modelId="{1B49CAE7-B4B7-4FE1-B3D8-BEC276FBCAF7}">
      <dsp:nvSpPr>
        <dsp:cNvPr id="0" name=""/>
        <dsp:cNvSpPr/>
      </dsp:nvSpPr>
      <dsp:spPr>
        <a:xfrm>
          <a:off x="603024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S1040 Vessel Traffic Services</a:t>
          </a:r>
        </a:p>
      </dsp:txBody>
      <dsp:txXfrm>
        <a:off x="6053771" y="195206"/>
        <a:ext cx="1559562" cy="756253"/>
      </dsp:txXfrm>
    </dsp:sp>
    <dsp:sp modelId="{E2B75F0D-099E-41E7-9414-636F85987D89}">
      <dsp:nvSpPr>
        <dsp:cNvPr id="0" name=""/>
        <dsp:cNvSpPr/>
      </dsp:nvSpPr>
      <dsp:spPr>
        <a:xfrm>
          <a:off x="6190904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AF38F4-8E5C-431E-ADAE-3EC093DD9B22}">
      <dsp:nvSpPr>
        <dsp:cNvPr id="0" name=""/>
        <dsp:cNvSpPr/>
      </dsp:nvSpPr>
      <dsp:spPr>
        <a:xfrm>
          <a:off x="6351566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4.1 VTS implementation</a:t>
          </a:r>
        </a:p>
      </dsp:txBody>
      <dsp:txXfrm>
        <a:off x="6375094" y="1199343"/>
        <a:ext cx="1238239" cy="756253"/>
      </dsp:txXfrm>
    </dsp:sp>
    <dsp:sp modelId="{A7879E01-FEB5-46DC-86A2-0A49643AABAD}">
      <dsp:nvSpPr>
        <dsp:cNvPr id="0" name=""/>
        <dsp:cNvSpPr/>
      </dsp:nvSpPr>
      <dsp:spPr>
        <a:xfrm>
          <a:off x="6190904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51F5D-D8E7-449B-BD84-1ED17046D2E6}">
      <dsp:nvSpPr>
        <dsp:cNvPr id="0" name=""/>
        <dsp:cNvSpPr/>
      </dsp:nvSpPr>
      <dsp:spPr>
        <a:xfrm>
          <a:off x="6351566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4.2 VTS operations</a:t>
          </a:r>
        </a:p>
      </dsp:txBody>
      <dsp:txXfrm>
        <a:off x="6375094" y="2203480"/>
        <a:ext cx="1238239" cy="756253"/>
      </dsp:txXfrm>
    </dsp:sp>
    <dsp:sp modelId="{7CD69076-54D4-47B5-BEAF-00C07C068528}">
      <dsp:nvSpPr>
        <dsp:cNvPr id="0" name=""/>
        <dsp:cNvSpPr/>
      </dsp:nvSpPr>
      <dsp:spPr>
        <a:xfrm>
          <a:off x="6190904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91803B-02F8-466A-983A-81D9D1535DC3}">
      <dsp:nvSpPr>
        <dsp:cNvPr id="0" name=""/>
        <dsp:cNvSpPr/>
      </dsp:nvSpPr>
      <dsp:spPr>
        <a:xfrm>
          <a:off x="6351566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4.3 VTS data and information management</a:t>
          </a:r>
        </a:p>
      </dsp:txBody>
      <dsp:txXfrm>
        <a:off x="6375094" y="3207617"/>
        <a:ext cx="1238239" cy="756253"/>
      </dsp:txXfrm>
    </dsp:sp>
    <dsp:sp modelId="{E4A9CC92-C5A3-409D-8486-1DB42686EF4C}">
      <dsp:nvSpPr>
        <dsp:cNvPr id="0" name=""/>
        <dsp:cNvSpPr/>
      </dsp:nvSpPr>
      <dsp:spPr>
        <a:xfrm>
          <a:off x="6190904" y="974988"/>
          <a:ext cx="160661" cy="3614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4892"/>
              </a:lnTo>
              <a:lnTo>
                <a:pt x="160661" y="361489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01CE4-74B5-43D7-961C-52CC8D044FDF}">
      <dsp:nvSpPr>
        <dsp:cNvPr id="0" name=""/>
        <dsp:cNvSpPr/>
      </dsp:nvSpPr>
      <dsp:spPr>
        <a:xfrm>
          <a:off x="6351566" y="418822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4.4 VTS communications</a:t>
          </a:r>
        </a:p>
      </dsp:txBody>
      <dsp:txXfrm>
        <a:off x="6375094" y="4211754"/>
        <a:ext cx="1238239" cy="756253"/>
      </dsp:txXfrm>
    </dsp:sp>
    <dsp:sp modelId="{596B938D-E3C8-4748-92D8-4CE1C2C4ACAA}">
      <dsp:nvSpPr>
        <dsp:cNvPr id="0" name=""/>
        <dsp:cNvSpPr/>
      </dsp:nvSpPr>
      <dsp:spPr>
        <a:xfrm>
          <a:off x="6190904" y="974988"/>
          <a:ext cx="160661" cy="4619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19029"/>
              </a:lnTo>
              <a:lnTo>
                <a:pt x="160661" y="46190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E9E308-92E1-426C-9089-BAB7DF7BEE13}">
      <dsp:nvSpPr>
        <dsp:cNvPr id="0" name=""/>
        <dsp:cNvSpPr/>
      </dsp:nvSpPr>
      <dsp:spPr>
        <a:xfrm>
          <a:off x="6351566" y="5192363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4.5 VTS </a:t>
          </a:r>
          <a:r>
            <a:rPr lang="nl-NL" sz="900" b="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</a:t>
          </a:r>
          <a:r>
            <a:rPr lang="nl-NL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chnologies</a:t>
          </a:r>
        </a:p>
      </dsp:txBody>
      <dsp:txXfrm>
        <a:off x="6375094" y="5215891"/>
        <a:ext cx="1238239" cy="756253"/>
      </dsp:txXfrm>
    </dsp:sp>
    <dsp:sp modelId="{41B424CD-663C-49A6-A6EB-F82640419CBF}">
      <dsp:nvSpPr>
        <dsp:cNvPr id="0" name=""/>
        <dsp:cNvSpPr/>
      </dsp:nvSpPr>
      <dsp:spPr>
        <a:xfrm>
          <a:off x="6190904" y="974988"/>
          <a:ext cx="160661" cy="56231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3166"/>
              </a:lnTo>
              <a:lnTo>
                <a:pt x="160661" y="562316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FA6172-922D-46C8-ABAC-B03FD6A163DB}">
      <dsp:nvSpPr>
        <dsp:cNvPr id="0" name=""/>
        <dsp:cNvSpPr/>
      </dsp:nvSpPr>
      <dsp:spPr>
        <a:xfrm>
          <a:off x="6351566" y="619649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4.6 VTS auditing  and assessing</a:t>
          </a:r>
        </a:p>
      </dsp:txBody>
      <dsp:txXfrm>
        <a:off x="6375094" y="6220027"/>
        <a:ext cx="1238239" cy="756253"/>
      </dsp:txXfrm>
    </dsp:sp>
    <dsp:sp modelId="{F7EF1040-5A97-4196-B23F-A3FEA5C7D805}">
      <dsp:nvSpPr>
        <dsp:cNvPr id="0" name=""/>
        <dsp:cNvSpPr/>
      </dsp:nvSpPr>
      <dsp:spPr>
        <a:xfrm>
          <a:off x="6190904" y="974988"/>
          <a:ext cx="160661" cy="66273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627303"/>
              </a:lnTo>
              <a:lnTo>
                <a:pt x="160661" y="662730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05DB5A-E52D-4DD6-949F-26C543833B74}">
      <dsp:nvSpPr>
        <dsp:cNvPr id="0" name=""/>
        <dsp:cNvSpPr/>
      </dsp:nvSpPr>
      <dsp:spPr>
        <a:xfrm>
          <a:off x="6351566" y="7200636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4.7 VTS additional services</a:t>
          </a:r>
        </a:p>
      </dsp:txBody>
      <dsp:txXfrm>
        <a:off x="6375094" y="7224164"/>
        <a:ext cx="1238239" cy="756253"/>
      </dsp:txXfrm>
    </dsp:sp>
    <dsp:sp modelId="{895CD797-4F09-465D-AD8A-6AD1FF237111}">
      <dsp:nvSpPr>
        <dsp:cNvPr id="0" name=""/>
        <dsp:cNvSpPr/>
      </dsp:nvSpPr>
      <dsp:spPr>
        <a:xfrm>
          <a:off x="8038516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S1050 Training and Certification</a:t>
          </a:r>
        </a:p>
      </dsp:txBody>
      <dsp:txXfrm>
        <a:off x="8062044" y="195206"/>
        <a:ext cx="1559562" cy="756253"/>
      </dsp:txXfrm>
    </dsp:sp>
    <dsp:sp modelId="{16BABB8F-DABD-4EC9-B1A1-2B839047C9EB}">
      <dsp:nvSpPr>
        <dsp:cNvPr id="0" name=""/>
        <dsp:cNvSpPr/>
      </dsp:nvSpPr>
      <dsp:spPr>
        <a:xfrm>
          <a:off x="8199178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31F39A-90E1-4E63-9B93-C7DAD4CF1741}">
      <dsp:nvSpPr>
        <dsp:cNvPr id="0" name=""/>
        <dsp:cNvSpPr/>
      </dsp:nvSpPr>
      <dsp:spPr>
        <a:xfrm>
          <a:off x="8359840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5.1 Training and assessment</a:t>
          </a:r>
        </a:p>
      </dsp:txBody>
      <dsp:txXfrm>
        <a:off x="8383368" y="1199343"/>
        <a:ext cx="1238239" cy="756253"/>
      </dsp:txXfrm>
    </dsp:sp>
    <dsp:sp modelId="{70482367-4C0C-42E4-8464-3309E90058C6}">
      <dsp:nvSpPr>
        <dsp:cNvPr id="0" name=""/>
        <dsp:cNvSpPr/>
      </dsp:nvSpPr>
      <dsp:spPr>
        <a:xfrm>
          <a:off x="8199178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21DBE-E6D1-4A95-A27B-2C4B40FEB593}">
      <dsp:nvSpPr>
        <dsp:cNvPr id="0" name=""/>
        <dsp:cNvSpPr/>
      </dsp:nvSpPr>
      <dsp:spPr>
        <a:xfrm>
          <a:off x="8359840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latin typeface="+mn-lt"/>
            </a:rPr>
            <a:t>5.2 Accreditation, competency, certification and revalidation</a:t>
          </a:r>
        </a:p>
      </dsp:txBody>
      <dsp:txXfrm>
        <a:off x="8383368" y="2203480"/>
        <a:ext cx="1238239" cy="756253"/>
      </dsp:txXfrm>
    </dsp:sp>
    <dsp:sp modelId="{5180DD89-8855-4ECF-A486-4402F871C53B}">
      <dsp:nvSpPr>
        <dsp:cNvPr id="0" name=""/>
        <dsp:cNvSpPr/>
      </dsp:nvSpPr>
      <dsp:spPr>
        <a:xfrm>
          <a:off x="8199178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99F287-37BC-48E7-AE10-2E0F0D77503E}">
      <dsp:nvSpPr>
        <dsp:cNvPr id="0" name=""/>
        <dsp:cNvSpPr/>
      </dsp:nvSpPr>
      <dsp:spPr>
        <a:xfrm>
          <a:off x="8359840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900" kern="1200">
              <a:solidFill>
                <a:sysClr val="windowText" lastClr="000000"/>
              </a:solidFill>
              <a:latin typeface="+mn-lt"/>
              <a:ea typeface="+mn-ea"/>
              <a:cs typeface="+mn-cs"/>
            </a:rPr>
            <a:t>5.3 Capacity building</a:t>
          </a:r>
        </a:p>
      </dsp:txBody>
      <dsp:txXfrm>
        <a:off x="8383368" y="3207617"/>
        <a:ext cx="1238239" cy="756253"/>
      </dsp:txXfrm>
    </dsp:sp>
    <dsp:sp modelId="{A40353D8-F88D-4EC5-A45E-F620AC61E292}">
      <dsp:nvSpPr>
        <dsp:cNvPr id="0" name=""/>
        <dsp:cNvSpPr/>
      </dsp:nvSpPr>
      <dsp:spPr>
        <a:xfrm>
          <a:off x="10046790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S1060 Digital Communication</a:t>
          </a:r>
          <a:r>
            <a:rPr lang="en-GB" sz="1500" strike="sng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 </a:t>
          </a:r>
          <a:r>
            <a:rPr lang="en-GB" sz="15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Technologies</a:t>
          </a:r>
        </a:p>
      </dsp:txBody>
      <dsp:txXfrm>
        <a:off x="10070318" y="195206"/>
        <a:ext cx="1559562" cy="756253"/>
      </dsp:txXfrm>
    </dsp:sp>
    <dsp:sp modelId="{C0AAB278-DBCC-4BF6-9F05-F9021F540CDA}">
      <dsp:nvSpPr>
        <dsp:cNvPr id="0" name=""/>
        <dsp:cNvSpPr/>
      </dsp:nvSpPr>
      <dsp:spPr>
        <a:xfrm>
          <a:off x="10207452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C8E485-657A-47D5-8601-B64AD5553069}">
      <dsp:nvSpPr>
        <dsp:cNvPr id="0" name=""/>
        <dsp:cNvSpPr/>
      </dsp:nvSpPr>
      <dsp:spPr>
        <a:xfrm>
          <a:off x="10368114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6.1 Wide and medium bandwidth systems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(AIS &amp; VDES)</a:t>
          </a:r>
        </a:p>
      </dsp:txBody>
      <dsp:txXfrm>
        <a:off x="10391642" y="1199343"/>
        <a:ext cx="1238239" cy="756253"/>
      </dsp:txXfrm>
    </dsp:sp>
    <dsp:sp modelId="{E9E1EE8E-0579-4C92-BB79-01973569E350}">
      <dsp:nvSpPr>
        <dsp:cNvPr id="0" name=""/>
        <dsp:cNvSpPr/>
      </dsp:nvSpPr>
      <dsp:spPr>
        <a:xfrm>
          <a:off x="10207452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6618"/>
              </a:lnTo>
              <a:lnTo>
                <a:pt x="160661" y="160661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5074BC-DB48-44E4-B2A6-8F0B1120E04E}">
      <dsp:nvSpPr>
        <dsp:cNvPr id="0" name=""/>
        <dsp:cNvSpPr/>
      </dsp:nvSpPr>
      <dsp:spPr>
        <a:xfrm>
          <a:off x="10368114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6.2 Narrow bandwidth systems</a:t>
          </a:r>
        </a:p>
        <a:p>
          <a:pPr marL="0" lvl="0" indent="0" algn="ctr" defTabSz="400050">
            <a:lnSpc>
              <a:spcPct val="6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(NAVDAT, MF beacons)</a:t>
          </a:r>
        </a:p>
      </dsp:txBody>
      <dsp:txXfrm>
        <a:off x="10391642" y="2203480"/>
        <a:ext cx="1238239" cy="756253"/>
      </dsp:txXfrm>
    </dsp:sp>
    <dsp:sp modelId="{A7291E1B-470A-467A-9923-354248394A66}">
      <dsp:nvSpPr>
        <dsp:cNvPr id="0" name=""/>
        <dsp:cNvSpPr/>
      </dsp:nvSpPr>
      <dsp:spPr>
        <a:xfrm>
          <a:off x="10207452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0CF81A-BB4F-4F9F-89C6-26B13BBCF374}">
      <dsp:nvSpPr>
        <dsp:cNvPr id="0" name=""/>
        <dsp:cNvSpPr/>
      </dsp:nvSpPr>
      <dsp:spPr>
        <a:xfrm>
          <a:off x="10368114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6.3 Harmonised maritime connectivity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(Maritime Internet of Things (Intelligent sensors, AtoN monitoring))</a:t>
          </a:r>
        </a:p>
      </dsp:txBody>
      <dsp:txXfrm>
        <a:off x="10391642" y="3207617"/>
        <a:ext cx="1238239" cy="756253"/>
      </dsp:txXfrm>
    </dsp:sp>
    <dsp:sp modelId="{4F82A894-FE56-4208-8194-B5C968DD79B1}">
      <dsp:nvSpPr>
        <dsp:cNvPr id="0" name=""/>
        <dsp:cNvSpPr/>
      </dsp:nvSpPr>
      <dsp:spPr>
        <a:xfrm>
          <a:off x="12055063" y="171678"/>
          <a:ext cx="1606618" cy="803309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S1070 Information Services</a:t>
          </a:r>
        </a:p>
      </dsp:txBody>
      <dsp:txXfrm>
        <a:off x="12078591" y="195206"/>
        <a:ext cx="1559562" cy="756253"/>
      </dsp:txXfrm>
    </dsp:sp>
    <dsp:sp modelId="{BC649CC7-4419-4D69-B739-4295D2661D80}">
      <dsp:nvSpPr>
        <dsp:cNvPr id="0" name=""/>
        <dsp:cNvSpPr/>
      </dsp:nvSpPr>
      <dsp:spPr>
        <a:xfrm>
          <a:off x="12215725" y="974988"/>
          <a:ext cx="160661" cy="602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912"/>
              </a:lnTo>
              <a:lnTo>
                <a:pt x="146643" y="54991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E4F12-DFC2-4388-A4CB-1CAA2AE978A7}">
      <dsp:nvSpPr>
        <dsp:cNvPr id="0" name=""/>
        <dsp:cNvSpPr/>
      </dsp:nvSpPr>
      <dsp:spPr>
        <a:xfrm>
          <a:off x="12376387" y="1175815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7.1 Data models and data encoding </a:t>
          </a:r>
        </a:p>
        <a:p>
          <a:pPr marL="0" lvl="0" indent="0" algn="ctr" defTabSz="400050">
            <a:lnSpc>
              <a:spcPct val="7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(MSPs, IVEF, S-100, S-200, ASM)</a:t>
          </a:r>
        </a:p>
      </dsp:txBody>
      <dsp:txXfrm>
        <a:off x="12399915" y="1199343"/>
        <a:ext cx="1238239" cy="756253"/>
      </dsp:txXfrm>
    </dsp:sp>
    <dsp:sp modelId="{2ABC8896-DCDC-4BAE-9E66-7411DA18A505}">
      <dsp:nvSpPr>
        <dsp:cNvPr id="0" name=""/>
        <dsp:cNvSpPr/>
      </dsp:nvSpPr>
      <dsp:spPr>
        <a:xfrm>
          <a:off x="12215725" y="974988"/>
          <a:ext cx="160661" cy="1606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6432"/>
              </a:lnTo>
              <a:lnTo>
                <a:pt x="146643" y="146643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82107-96B8-4674-ABDF-19C96421D6AA}">
      <dsp:nvSpPr>
        <dsp:cNvPr id="0" name=""/>
        <dsp:cNvSpPr/>
      </dsp:nvSpPr>
      <dsp:spPr>
        <a:xfrm>
          <a:off x="12376387" y="2179952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7.2 Data exchange systems</a:t>
          </a:r>
        </a:p>
      </dsp:txBody>
      <dsp:txXfrm>
        <a:off x="12399915" y="2203480"/>
        <a:ext cx="1238239" cy="756253"/>
      </dsp:txXfrm>
    </dsp:sp>
    <dsp:sp modelId="{D1E68277-C98F-45BB-BCE7-BC94F1256177}">
      <dsp:nvSpPr>
        <dsp:cNvPr id="0" name=""/>
        <dsp:cNvSpPr/>
      </dsp:nvSpPr>
      <dsp:spPr>
        <a:xfrm>
          <a:off x="12215725" y="974988"/>
          <a:ext cx="160661" cy="2610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10755"/>
              </a:lnTo>
              <a:lnTo>
                <a:pt x="160661" y="26107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73FD0-B47B-41FC-B402-CCE9D7EE1F55}">
      <dsp:nvSpPr>
        <dsp:cNvPr id="0" name=""/>
        <dsp:cNvSpPr/>
      </dsp:nvSpPr>
      <dsp:spPr>
        <a:xfrm>
          <a:off x="12376387" y="3184089"/>
          <a:ext cx="1285295" cy="80330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strike="noStrike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7.3 Terminology, symbology and portrayal</a:t>
          </a:r>
        </a:p>
      </dsp:txBody>
      <dsp:txXfrm>
        <a:off x="12399915" y="3207617"/>
        <a:ext cx="1238239" cy="756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743191-24F6-4FC5-8084-9755793B67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4F669E-8BE4-4517-94A9-CA02A6A7D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4D9B4-A4F5-4794-96A0-A065949613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Minsu Jeon</cp:lastModifiedBy>
  <cp:revision>31</cp:revision>
  <dcterms:created xsi:type="dcterms:W3CDTF">2021-09-13T10:33:00Z</dcterms:created>
  <dcterms:modified xsi:type="dcterms:W3CDTF">2022-04-19T13:05:00Z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