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E76CED" w:rsidRPr="005A4E8A" w:rsidTr="00050DA7">
        <w:tc>
          <w:tcPr>
            <w:tcW w:w="4428" w:type="dxa"/>
          </w:tcPr>
          <w:p w:rsidR="00E76CED" w:rsidRPr="005A4E8A" w:rsidRDefault="00E76CED" w:rsidP="00CE08CE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>
              <w:t>EEP</w:t>
            </w:r>
            <w:r w:rsidRPr="005A4E8A">
              <w:t xml:space="preserve"> Committee</w:t>
            </w:r>
          </w:p>
        </w:tc>
        <w:tc>
          <w:tcPr>
            <w:tcW w:w="5461" w:type="dxa"/>
          </w:tcPr>
          <w:p w:rsidR="003D2413" w:rsidRDefault="003D2413" w:rsidP="008E278F">
            <w:pPr>
              <w:jc w:val="right"/>
            </w:pPr>
            <w:r>
              <w:t>e-NAV11/14/1</w:t>
            </w:r>
          </w:p>
          <w:p w:rsidR="00E76CED" w:rsidRDefault="003D2413" w:rsidP="008E278F">
            <w:pPr>
              <w:jc w:val="right"/>
            </w:pPr>
            <w:r>
              <w:t xml:space="preserve">Formerly </w:t>
            </w:r>
            <w:r w:rsidR="00E76CED">
              <w:t>EEP17/output/12</w:t>
            </w:r>
          </w:p>
          <w:p w:rsidR="00E76CED" w:rsidRPr="005A4E8A" w:rsidRDefault="00E76CED" w:rsidP="008E278F">
            <w:pPr>
              <w:jc w:val="right"/>
            </w:pPr>
          </w:p>
        </w:tc>
      </w:tr>
      <w:tr w:rsidR="00E76CED" w:rsidRPr="005A4E8A" w:rsidTr="00050DA7">
        <w:tc>
          <w:tcPr>
            <w:tcW w:w="4428" w:type="dxa"/>
          </w:tcPr>
          <w:p w:rsidR="00E76CED" w:rsidRDefault="00E76CED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ANM Committee</w:t>
            </w:r>
          </w:p>
          <w:p w:rsidR="00E76CED" w:rsidRDefault="00E76CED" w:rsidP="0032256A">
            <w:pPr>
              <w:tabs>
                <w:tab w:val="left" w:pos="851"/>
              </w:tabs>
            </w:pPr>
            <w:r>
              <w:tab/>
              <w:t>e</w:t>
            </w:r>
            <w:r w:rsidR="00EF6079">
              <w:t>-</w:t>
            </w:r>
            <w:r>
              <w:t>NAV Committee</w:t>
            </w:r>
          </w:p>
          <w:p w:rsidR="00E76CED" w:rsidRDefault="00E76CED" w:rsidP="0032256A">
            <w:pPr>
              <w:tabs>
                <w:tab w:val="left" w:pos="851"/>
              </w:tabs>
            </w:pPr>
            <w:r>
              <w:t xml:space="preserve">IALA </w:t>
            </w:r>
            <w:r w:rsidRPr="00EA5D6B">
              <w:t>Secretariat</w:t>
            </w:r>
          </w:p>
          <w:p w:rsidR="00E76CED" w:rsidRPr="00EA5D6B" w:rsidRDefault="00E76CED" w:rsidP="0032256A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E76CED" w:rsidRPr="005A4E8A" w:rsidRDefault="00E76CED" w:rsidP="00CE08CE">
            <w:pPr>
              <w:jc w:val="right"/>
            </w:pPr>
            <w:r>
              <w:t xml:space="preserve">12 October </w:t>
            </w:r>
            <w:r w:rsidRPr="005A4E8A">
              <w:t>2011</w:t>
            </w:r>
          </w:p>
        </w:tc>
      </w:tr>
    </w:tbl>
    <w:p w:rsidR="00E76CED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bookmarkStart w:id="0" w:name="_GoBack"/>
      <w:bookmarkEnd w:id="0"/>
    </w:p>
    <w:p w:rsidR="00E76CED" w:rsidRPr="00630E6A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:rsidR="00E76CED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Training Requirements</w:t>
      </w:r>
    </w:p>
    <w:p w:rsidR="00E76CED" w:rsidRPr="00630E6A" w:rsidRDefault="00E76CED" w:rsidP="00630E6A">
      <w:pPr>
        <w:pStyle w:val="Title"/>
        <w:spacing w:after="120"/>
        <w:rPr>
          <w:rFonts w:ascii="Arial" w:hAnsi="Arial" w:cs="Arial"/>
          <w:color w:val="000000"/>
        </w:rPr>
      </w:pPr>
    </w:p>
    <w:p w:rsidR="00E76CED" w:rsidRPr="00630E6A" w:rsidRDefault="00E76CED" w:rsidP="005A4E8A">
      <w:pPr>
        <w:pStyle w:val="Heading1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:rsidR="00E76CED" w:rsidRDefault="00E76CED" w:rsidP="005A4E8A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With r</w:t>
      </w:r>
      <w:r w:rsidR="00EF6079">
        <w:rPr>
          <w:rFonts w:cs="Calibri"/>
          <w:szCs w:val="22"/>
          <w:lang w:val="en-GB" w:eastAsia="en-GB"/>
        </w:rPr>
        <w:t>eference to IALA Recommendation</w:t>
      </w:r>
      <w:r>
        <w:rPr>
          <w:rFonts w:cs="Calibri"/>
          <w:szCs w:val="22"/>
          <w:lang w:val="en-GB" w:eastAsia="en-GB"/>
        </w:rPr>
        <w:t xml:space="preserve"> E141 on AtoN Training and the level 2 courses listed in working paper EEP17/WG3/WP4, the EEP Committee would like to know if your Committee has the requirement for additional AtoN training courses in the specific areas of technology within your areas of responsibility.</w:t>
      </w:r>
    </w:p>
    <w:p w:rsidR="00E76CED" w:rsidRDefault="00E76CED" w:rsidP="005A4E8A">
      <w:pPr>
        <w:pStyle w:val="BodyText"/>
        <w:rPr>
          <w:rFonts w:cs="Calibri"/>
          <w:szCs w:val="22"/>
          <w:lang w:val="en-GB" w:eastAsia="en-GB"/>
        </w:rPr>
      </w:pPr>
    </w:p>
    <w:p w:rsidR="00E76CED" w:rsidRPr="00630E6A" w:rsidRDefault="00E76CED" w:rsidP="00630E6A">
      <w:pPr>
        <w:pStyle w:val="Heading1"/>
        <w:tabs>
          <w:tab w:val="clear" w:pos="432"/>
        </w:tabs>
        <w:ind w:left="567" w:hanging="567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 requested</w:t>
      </w:r>
    </w:p>
    <w:p w:rsidR="00E76CED" w:rsidRDefault="00E76CED" w:rsidP="0070386D">
      <w:pPr>
        <w:pStyle w:val="BodyText"/>
        <w:rPr>
          <w:rFonts w:cs="Calibri"/>
          <w:szCs w:val="22"/>
          <w:lang w:val="en-GB" w:eastAsia="en-GB"/>
        </w:rPr>
      </w:pPr>
      <w:r>
        <w:t>The ANM and e</w:t>
      </w:r>
      <w:r w:rsidR="00EF6079">
        <w:t>-</w:t>
      </w:r>
      <w:r>
        <w:t>NAV Committees are requested to advise the EEP Committee if they</w:t>
      </w:r>
      <w:r>
        <w:rPr>
          <w:rFonts w:cs="Calibri"/>
          <w:szCs w:val="22"/>
          <w:lang w:val="en-GB" w:eastAsia="en-GB"/>
        </w:rPr>
        <w:t xml:space="preserve"> envisage the need for additional level 2 technician training courses? If so can you please submit the details of the proposed courses to the EEP Committee at EEP18.</w:t>
      </w:r>
    </w:p>
    <w:p w:rsidR="00EF6079" w:rsidRDefault="00EF6079" w:rsidP="0070386D">
      <w:pPr>
        <w:pStyle w:val="BodyText"/>
        <w:rPr>
          <w:rFonts w:cs="Calibri"/>
          <w:szCs w:val="22"/>
          <w:lang w:val="en-GB" w:eastAsia="en-GB"/>
        </w:rPr>
      </w:pPr>
    </w:p>
    <w:p w:rsidR="00EF6079" w:rsidRDefault="00EF6079" w:rsidP="0070386D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Enclosure:</w:t>
      </w:r>
    </w:p>
    <w:p w:rsidR="00EF6079" w:rsidRDefault="00EF6079" w:rsidP="0070386D">
      <w:pPr>
        <w:pStyle w:val="BodyText"/>
        <w:rPr>
          <w:rFonts w:cs="Calibri"/>
          <w:szCs w:val="22"/>
          <w:lang w:val="en-GB" w:eastAsia="en-GB"/>
        </w:rPr>
      </w:pPr>
      <w:r>
        <w:rPr>
          <w:rFonts w:cs="Calibri"/>
          <w:szCs w:val="22"/>
          <w:lang w:val="en-GB" w:eastAsia="en-GB"/>
        </w:rPr>
        <w:t>EEP17/WG3/WP4</w:t>
      </w:r>
    </w:p>
    <w:p w:rsidR="00E76CED" w:rsidRDefault="00E76CED" w:rsidP="00EA5D6B">
      <w:pPr>
        <w:pStyle w:val="BodyText"/>
      </w:pPr>
    </w:p>
    <w:p w:rsidR="00E76CED" w:rsidRDefault="00E76CED" w:rsidP="00EA5D6B">
      <w:pPr>
        <w:pStyle w:val="BodyText"/>
      </w:pPr>
    </w:p>
    <w:sectPr w:rsidR="00E76CED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FA" w:rsidRDefault="003D24FA" w:rsidP="00002906">
      <w:r>
        <w:separator/>
      </w:r>
    </w:p>
  </w:endnote>
  <w:endnote w:type="continuationSeparator" w:id="0">
    <w:p w:rsidR="003D24FA" w:rsidRDefault="003D24F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CED" w:rsidRDefault="00E76CED">
    <w:pPr>
      <w:pStyle w:val="Footer"/>
    </w:pPr>
    <w:r>
      <w:tab/>
    </w:r>
    <w:r w:rsidR="0094216B">
      <w:fldChar w:fldCharType="begin"/>
    </w:r>
    <w:r w:rsidR="0094216B">
      <w:instrText xml:space="preserve"> PAGE   \* MERGEFORMAT </w:instrText>
    </w:r>
    <w:r w:rsidR="0094216B">
      <w:fldChar w:fldCharType="separate"/>
    </w:r>
    <w:r w:rsidR="003D2413">
      <w:rPr>
        <w:noProof/>
      </w:rPr>
      <w:t>1</w:t>
    </w:r>
    <w:r w:rsidR="0094216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FA" w:rsidRDefault="003D24FA" w:rsidP="00002906">
      <w:r>
        <w:separator/>
      </w:r>
    </w:p>
  </w:footnote>
  <w:footnote w:type="continuationSeparator" w:id="0">
    <w:p w:rsidR="003D24FA" w:rsidRDefault="003D24F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91902"/>
    <w:rsid w:val="000A5A01"/>
    <w:rsid w:val="00115C7F"/>
    <w:rsid w:val="00135447"/>
    <w:rsid w:val="00152273"/>
    <w:rsid w:val="001A654A"/>
    <w:rsid w:val="001C74CF"/>
    <w:rsid w:val="00261280"/>
    <w:rsid w:val="002F62B6"/>
    <w:rsid w:val="0032256A"/>
    <w:rsid w:val="003D2413"/>
    <w:rsid w:val="003D24FA"/>
    <w:rsid w:val="003D55DD"/>
    <w:rsid w:val="003E1831"/>
    <w:rsid w:val="00405082"/>
    <w:rsid w:val="00412A62"/>
    <w:rsid w:val="00424954"/>
    <w:rsid w:val="00455661"/>
    <w:rsid w:val="00496767"/>
    <w:rsid w:val="004C1386"/>
    <w:rsid w:val="004C220D"/>
    <w:rsid w:val="005105E5"/>
    <w:rsid w:val="0051216D"/>
    <w:rsid w:val="00586DFA"/>
    <w:rsid w:val="005A4E8A"/>
    <w:rsid w:val="005D05AC"/>
    <w:rsid w:val="005E7489"/>
    <w:rsid w:val="00630E6A"/>
    <w:rsid w:val="00630F7F"/>
    <w:rsid w:val="0064435F"/>
    <w:rsid w:val="00662B33"/>
    <w:rsid w:val="006B0703"/>
    <w:rsid w:val="006C140E"/>
    <w:rsid w:val="006D470F"/>
    <w:rsid w:val="006E5C49"/>
    <w:rsid w:val="0070386D"/>
    <w:rsid w:val="00705A45"/>
    <w:rsid w:val="00727E88"/>
    <w:rsid w:val="00745DEE"/>
    <w:rsid w:val="0074679F"/>
    <w:rsid w:val="00775878"/>
    <w:rsid w:val="0078396F"/>
    <w:rsid w:val="007E3F96"/>
    <w:rsid w:val="0080092C"/>
    <w:rsid w:val="00872453"/>
    <w:rsid w:val="008B02C1"/>
    <w:rsid w:val="008E278F"/>
    <w:rsid w:val="008F13DD"/>
    <w:rsid w:val="00902AA4"/>
    <w:rsid w:val="00940EC8"/>
    <w:rsid w:val="0094216B"/>
    <w:rsid w:val="009C1BEF"/>
    <w:rsid w:val="009F3B6C"/>
    <w:rsid w:val="009F5C36"/>
    <w:rsid w:val="00A27F12"/>
    <w:rsid w:val="00A30579"/>
    <w:rsid w:val="00A43021"/>
    <w:rsid w:val="00A43AE0"/>
    <w:rsid w:val="00A515A9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E7AB2"/>
    <w:rsid w:val="00C36520"/>
    <w:rsid w:val="00C637A9"/>
    <w:rsid w:val="00C831A7"/>
    <w:rsid w:val="00CA04AF"/>
    <w:rsid w:val="00CE08CE"/>
    <w:rsid w:val="00D70DB4"/>
    <w:rsid w:val="00DB71B0"/>
    <w:rsid w:val="00DC64DD"/>
    <w:rsid w:val="00E5627A"/>
    <w:rsid w:val="00E763C1"/>
    <w:rsid w:val="00E76CED"/>
    <w:rsid w:val="00E93C9B"/>
    <w:rsid w:val="00EA5D6B"/>
    <w:rsid w:val="00ED1960"/>
    <w:rsid w:val="00EE3F2F"/>
    <w:rsid w:val="00EF6079"/>
    <w:rsid w:val="00F73F78"/>
    <w:rsid w:val="00F91F5C"/>
    <w:rsid w:val="00FA5842"/>
    <w:rsid w:val="00FA6769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42</TotalTime>
  <Pages>1</Pages>
  <Words>116</Words>
  <Characters>662</Characters>
  <Application>Microsoft Office Word</Application>
  <DocSecurity>0</DocSecurity>
  <Lines>5</Lines>
  <Paragraphs>1</Paragraphs>
  <ScaleCrop>false</ScaleCrop>
  <Company>DFO-MPO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Mike Hadley</dc:creator>
  <cp:keywords/>
  <dc:description/>
  <cp:lastModifiedBy>Mike Hadley</cp:lastModifiedBy>
  <cp:revision>14</cp:revision>
  <cp:lastPrinted>2006-10-19T10:49:00Z</cp:lastPrinted>
  <dcterms:created xsi:type="dcterms:W3CDTF">2011-04-07T11:37:00Z</dcterms:created>
  <dcterms:modified xsi:type="dcterms:W3CDTF">2011-10-15T16:40:00Z</dcterms:modified>
</cp:coreProperties>
</file>